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BA7DBB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MA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096AAD" w:rsidRPr="002C7071">
        <w:rPr>
          <w:sz w:val="20"/>
          <w:szCs w:val="20"/>
        </w:rPr>
        <w:fldChar w:fldCharType="end"/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ALB04S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BA7DBB">
        <w:rPr>
          <w:noProof/>
          <w:sz w:val="20"/>
          <w:szCs w:val="20"/>
        </w:rPr>
        <w:t>11 April 2013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995E61" w:rsidRPr="002C7071" w:rsidRDefault="00031388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A.F. Superannuation Pty Limited</w:t>
      </w:r>
      <w:bookmarkEnd w:id="3"/>
      <w:r w:rsidR="00BA7DBB">
        <w:rPr>
          <w:sz w:val="20"/>
          <w:szCs w:val="20"/>
        </w:rPr>
        <w:t xml:space="preserve">     </w:t>
      </w:r>
      <w:bookmarkEnd w:id="2"/>
    </w:p>
    <w:p w:rsidR="00995E61" w:rsidRPr="002C7071" w:rsidRDefault="00BA7DBB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>PO Box 841</w:t>
      </w:r>
      <w:r>
        <w:rPr>
          <w:sz w:val="20"/>
          <w:szCs w:val="20"/>
        </w:rPr>
        <w:cr/>
        <w:t>HUMPTY DOO NT 0836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BA7DBB">
        <w:rPr>
          <w:sz w:val="20"/>
          <w:szCs w:val="20"/>
        </w:rPr>
        <w:t>Barry &amp; Sue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031388">
        <w:rPr>
          <w:b/>
          <w:sz w:val="20"/>
          <w:szCs w:val="20"/>
        </w:rPr>
        <w:t>A.F. SUPERANNUATION PTY LIMITED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BA7DBB">
        <w:rPr>
          <w:b/>
          <w:sz w:val="20"/>
          <w:szCs w:val="20"/>
        </w:rPr>
        <w:t>2013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the signed Checklist, tog</w:t>
      </w:r>
      <w:r w:rsidR="00385ACF" w:rsidRPr="002C7071">
        <w:rPr>
          <w:rFonts w:ascii="Arial" w:hAnsi="Arial" w:cs="Arial"/>
          <w:sz w:val="20"/>
        </w:rPr>
        <w:t>ether with your payment for $417</w:t>
      </w:r>
      <w:r w:rsidRPr="002C7071">
        <w:rPr>
          <w:rFonts w:ascii="Arial" w:hAnsi="Arial" w:cs="Arial"/>
          <w:sz w:val="20"/>
        </w:rPr>
        <w:t>.00, to our office by</w:t>
      </w:r>
      <w:r w:rsidRPr="002C7071">
        <w:rPr>
          <w:rFonts w:ascii="Arial" w:hAnsi="Arial" w:cs="Arial"/>
          <w:b/>
          <w:sz w:val="20"/>
        </w:rPr>
        <w:t xml:space="preserve"> </w:t>
      </w:r>
      <w:r w:rsidR="00031388">
        <w:rPr>
          <w:rFonts w:ascii="Arial" w:hAnsi="Arial" w:cs="Arial"/>
          <w:b/>
          <w:sz w:val="20"/>
        </w:rPr>
        <w:t xml:space="preserve">26 April 2013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Investments Commission of up to $292.00.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rPr>
          <w:rFonts w:ascii="Arial" w:hAnsi="Arial" w:cs="Arial"/>
          <w:b/>
          <w:spacing w:val="-2"/>
          <w:sz w:val="20"/>
        </w:rPr>
      </w:pPr>
      <w:r w:rsidRPr="002C7071">
        <w:rPr>
          <w:rFonts w:ascii="Arial" w:hAnsi="Arial" w:cs="Arial"/>
          <w:b/>
          <w:noProof/>
          <w:spacing w:val="-2"/>
          <w:sz w:val="20"/>
        </w:rPr>
        <w:pict>
          <v:rect id="_x0000_s1026" style="position:absolute;margin-left:-12.4pt;margin-top:4.8pt;width:511.2pt;height:101.8pt;z-index:251657728" filled="f"/>
        </w:pict>
      </w:r>
      <w:r w:rsidRPr="002C7071">
        <w:rPr>
          <w:rFonts w:ascii="Arial" w:hAnsi="Arial" w:cs="Arial"/>
          <w:sz w:val="20"/>
        </w:rPr>
        <w:t> </w:t>
      </w:r>
    </w:p>
    <w:p w:rsidR="00405B9B" w:rsidRPr="002C7071" w:rsidRDefault="00405B9B" w:rsidP="00405B9B">
      <w:pPr>
        <w:pStyle w:val="Heading1"/>
        <w:jc w:val="center"/>
        <w:rPr>
          <w:rFonts w:cs="Arial"/>
          <w:b/>
          <w:sz w:val="20"/>
        </w:rPr>
      </w:pPr>
      <w:r w:rsidRPr="002C7071">
        <w:rPr>
          <w:rFonts w:cs="Arial"/>
          <w:b/>
          <w:sz w:val="20"/>
        </w:rPr>
        <w:t>TAX INVOICE</w:t>
      </w:r>
    </w:p>
    <w:p w:rsidR="00405B9B" w:rsidRPr="002C7071" w:rsidRDefault="00405B9B" w:rsidP="00405B9B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405B9B" w:rsidRPr="002C7071" w:rsidRDefault="00405B9B" w:rsidP="00405B9B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2C7071">
        <w:rPr>
          <w:rFonts w:ascii="Arial" w:hAnsi="Arial" w:cs="Arial"/>
          <w:spacing w:val="-2"/>
          <w:sz w:val="20"/>
        </w:rPr>
        <w:t xml:space="preserve">   Marsh Tincknell Pty Ltd         ACN 137 316 815          ABN</w:t>
      </w:r>
      <w:r w:rsidR="00031388">
        <w:rPr>
          <w:rFonts w:ascii="Arial" w:hAnsi="Arial" w:cs="Arial"/>
          <w:spacing w:val="-2"/>
          <w:sz w:val="20"/>
        </w:rPr>
        <w:t xml:space="preserve"> 70 106 558 436         Date:  11 April 2013</w:t>
      </w:r>
      <w:r w:rsidRPr="002C7071">
        <w:rPr>
          <w:rFonts w:ascii="Arial" w:hAnsi="Arial" w:cs="Arial"/>
          <w:spacing w:val="-2"/>
          <w:sz w:val="20"/>
        </w:rPr>
        <w:t xml:space="preserve">             </w:t>
      </w:r>
    </w:p>
    <w:p w:rsidR="00405B9B" w:rsidRPr="002C7071" w:rsidRDefault="00405B9B" w:rsidP="00405B9B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2C7071">
        <w:rPr>
          <w:rFonts w:ascii="Arial" w:hAnsi="Arial" w:cs="Arial"/>
          <w:spacing w:val="-2"/>
          <w:sz w:val="20"/>
        </w:rPr>
        <w:t xml:space="preserve"> </w:t>
      </w:r>
      <w:r w:rsidRPr="002C7071">
        <w:rPr>
          <w:rFonts w:ascii="Arial" w:hAnsi="Arial" w:cs="Arial"/>
          <w:spacing w:val="-2"/>
          <w:sz w:val="20"/>
        </w:rPr>
        <w:tab/>
      </w:r>
      <w:r w:rsidRPr="002C7071">
        <w:rPr>
          <w:rFonts w:ascii="Arial" w:hAnsi="Arial" w:cs="Arial"/>
          <w:spacing w:val="-2"/>
          <w:sz w:val="20"/>
        </w:rPr>
        <w:tab/>
        <w:t xml:space="preserve">                    </w:t>
      </w:r>
      <w:r w:rsidR="002C7071">
        <w:rPr>
          <w:rFonts w:ascii="Arial" w:hAnsi="Arial" w:cs="Arial"/>
          <w:spacing w:val="-2"/>
          <w:sz w:val="20"/>
        </w:rPr>
        <w:t xml:space="preserve"> </w:t>
      </w:r>
      <w:r w:rsidRPr="002C7071">
        <w:rPr>
          <w:rFonts w:ascii="Arial" w:hAnsi="Arial" w:cs="Arial"/>
          <w:spacing w:val="-2"/>
          <w:sz w:val="20"/>
        </w:rPr>
        <w:t xml:space="preserve">  BSB:  084-435               Account No:  89 433 1342</w:t>
      </w:r>
    </w:p>
    <w:p w:rsidR="00405B9B" w:rsidRPr="002C7071" w:rsidRDefault="00405B9B" w:rsidP="00405B9B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2C7071">
        <w:rPr>
          <w:rFonts w:ascii="Arial" w:hAnsi="Arial" w:cs="Arial"/>
          <w:spacing w:val="-2"/>
          <w:sz w:val="20"/>
        </w:rPr>
        <w:t xml:space="preserve">             </w:t>
      </w:r>
    </w:p>
    <w:p w:rsidR="00405B9B" w:rsidRPr="002C7071" w:rsidRDefault="00405B9B" w:rsidP="00405B9B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2C7071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</w:t>
      </w:r>
      <w:r w:rsidRPr="002C7071">
        <w:rPr>
          <w:rFonts w:ascii="Arial" w:hAnsi="Arial" w:cs="Arial"/>
          <w:spacing w:val="-2"/>
          <w:sz w:val="20"/>
        </w:rPr>
        <w:tab/>
        <w:t>$417</w:t>
      </w:r>
    </w:p>
    <w:p w:rsidR="00405B9B" w:rsidRPr="002C7071" w:rsidRDefault="00405B9B" w:rsidP="00405B9B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b/>
          <w:bCs/>
          <w:i/>
          <w:iCs/>
          <w:color w:val="808080"/>
          <w:sz w:val="20"/>
        </w:rPr>
      </w:pPr>
      <w:r w:rsidRPr="002C7071">
        <w:rPr>
          <w:rFonts w:ascii="Arial" w:hAnsi="Arial" w:cs="Arial"/>
          <w:spacing w:val="-2"/>
          <w:sz w:val="20"/>
        </w:rPr>
        <w:t xml:space="preserve">   * Includes GST of</w:t>
      </w:r>
      <w:r w:rsidRPr="002C7071">
        <w:rPr>
          <w:rFonts w:ascii="Arial" w:hAnsi="Arial" w:cs="Arial"/>
          <w:spacing w:val="-2"/>
          <w:sz w:val="20"/>
        </w:rPr>
        <w:tab/>
      </w:r>
      <w:proofErr w:type="gramStart"/>
      <w:r w:rsidRPr="002C7071">
        <w:rPr>
          <w:rFonts w:ascii="Arial" w:hAnsi="Arial" w:cs="Arial"/>
          <w:spacing w:val="-2"/>
          <w:sz w:val="20"/>
        </w:rPr>
        <w:t>$  34</w:t>
      </w:r>
      <w:proofErr w:type="gramEnd"/>
    </w:p>
    <w:p w:rsidR="003E4694" w:rsidRPr="002C7071" w:rsidRDefault="003E4694" w:rsidP="000A61D3">
      <w:pPr>
        <w:pStyle w:val="AssessmentLetter"/>
        <w:jc w:val="both"/>
        <w:rPr>
          <w:sz w:val="20"/>
          <w:szCs w:val="20"/>
        </w:rPr>
      </w:pPr>
    </w:p>
    <w:p w:rsidR="003E4694" w:rsidRPr="002C7071" w:rsidRDefault="003E4694" w:rsidP="000A61D3">
      <w:pPr>
        <w:pStyle w:val="AssessmentLetter"/>
        <w:jc w:val="both"/>
        <w:rPr>
          <w:sz w:val="20"/>
          <w:szCs w:val="20"/>
        </w:rPr>
      </w:pPr>
    </w:p>
    <w:p w:rsidR="003E4694" w:rsidRPr="00FF266F" w:rsidRDefault="003E4694" w:rsidP="003E4694">
      <w:pPr>
        <w:pStyle w:val="Heading1"/>
        <w:tabs>
          <w:tab w:val="left" w:pos="9639"/>
        </w:tabs>
        <w:jc w:val="center"/>
        <w:rPr>
          <w:rFonts w:cs="Arial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="000A61D3" w:rsidRPr="000A61D3">
        <w:rPr>
          <w:rFonts w:ascii="Times New Roman" w:hAnsi="Times New Roman"/>
        </w:rPr>
        <w:lastRenderedPageBreak/>
        <w:t xml:space="preserve">   </w:t>
      </w:r>
      <w:bookmarkStart w:id="8" w:name="EntityNameExt"/>
      <w:r w:rsidR="00BA7DBB">
        <w:rPr>
          <w:rFonts w:cs="Arial"/>
          <w:b/>
          <w:sz w:val="28"/>
          <w:szCs w:val="28"/>
        </w:rPr>
        <w:t>A</w:t>
      </w:r>
      <w:r w:rsidR="00031388">
        <w:rPr>
          <w:rFonts w:cs="Arial"/>
          <w:b/>
          <w:sz w:val="28"/>
          <w:szCs w:val="28"/>
        </w:rPr>
        <w:t>.F. SUPERANNUATION PTY LIMITED</w:t>
      </w:r>
      <w:bookmarkEnd w:id="8"/>
    </w:p>
    <w:p w:rsidR="003E4694" w:rsidRPr="00FF266F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FF266F" w:rsidRDefault="003E4694" w:rsidP="003E4694">
      <w:pPr>
        <w:pStyle w:val="Heading1"/>
        <w:jc w:val="center"/>
        <w:rPr>
          <w:rFonts w:cs="Arial"/>
          <w:b/>
          <w:sz w:val="28"/>
          <w:szCs w:val="28"/>
        </w:rPr>
      </w:pPr>
      <w:r w:rsidRPr="00FF266F">
        <w:rPr>
          <w:rFonts w:cs="Arial"/>
          <w:b/>
          <w:sz w:val="28"/>
          <w:szCs w:val="28"/>
        </w:rPr>
        <w:t>PROCEDURES &amp; CHECKLIST</w:t>
      </w:r>
    </w:p>
    <w:p w:rsidR="003E4694" w:rsidRPr="00FF266F" w:rsidRDefault="003E4694" w:rsidP="003E4694">
      <w:pPr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291310" w:rsidRPr="00291310" w:rsidRDefault="00291310" w:rsidP="002C7071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</w:t>
            </w:r>
            <w:r w:rsidR="003E4694" w:rsidRPr="00275D83">
              <w:rPr>
                <w:rFonts w:ascii="Arial" w:hAnsi="Arial" w:cs="Arial"/>
                <w:b/>
                <w:sz w:val="20"/>
              </w:rPr>
              <w:t xml:space="preserve">ign this page below and return it to our office, together with your cheque </w:t>
            </w:r>
            <w:r w:rsidR="00275D83" w:rsidRPr="00275D83">
              <w:rPr>
                <w:rFonts w:ascii="Arial" w:hAnsi="Arial" w:cs="Arial"/>
                <w:b/>
                <w:sz w:val="20"/>
              </w:rPr>
              <w:t xml:space="preserve">made </w:t>
            </w:r>
          </w:p>
          <w:p w:rsidR="00291310" w:rsidRDefault="00275D83" w:rsidP="00291310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 w:rsidRPr="00275D83">
              <w:rPr>
                <w:rFonts w:ascii="Arial" w:hAnsi="Arial" w:cs="Arial"/>
                <w:b/>
                <w:sz w:val="20"/>
              </w:rPr>
              <w:t>payable to Marsh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291310">
              <w:rPr>
                <w:rFonts w:ascii="Arial" w:hAnsi="Arial" w:cs="Arial"/>
                <w:b/>
                <w:sz w:val="20"/>
              </w:rPr>
              <w:t>Tincknell</w:t>
            </w:r>
            <w:proofErr w:type="spellEnd"/>
            <w:r w:rsidR="00291310">
              <w:rPr>
                <w:rFonts w:ascii="Arial" w:hAnsi="Arial" w:cs="Arial"/>
                <w:b/>
                <w:sz w:val="20"/>
              </w:rPr>
              <w:t xml:space="preserve"> Pty Ltd,</w:t>
            </w:r>
            <w:r w:rsidRPr="00275D83">
              <w:rPr>
                <w:rFonts w:ascii="Arial" w:hAnsi="Arial" w:cs="Arial"/>
                <w:b/>
                <w:sz w:val="20"/>
              </w:rPr>
              <w:t xml:space="preserve"> </w:t>
            </w:r>
            <w:r w:rsidR="003E4694" w:rsidRPr="00275D83">
              <w:rPr>
                <w:rFonts w:ascii="Arial" w:hAnsi="Arial" w:cs="Arial"/>
                <w:b/>
                <w:sz w:val="20"/>
              </w:rPr>
              <w:t xml:space="preserve">or </w:t>
            </w:r>
            <w:r w:rsidR="002C7071" w:rsidRPr="00275D83">
              <w:rPr>
                <w:rFonts w:ascii="Arial" w:hAnsi="Arial" w:cs="Arial"/>
                <w:b/>
                <w:sz w:val="20"/>
              </w:rPr>
              <w:t>direct</w:t>
            </w:r>
            <w:r w:rsidRPr="00275D83">
              <w:rPr>
                <w:rFonts w:ascii="Arial" w:hAnsi="Arial" w:cs="Arial"/>
                <w:b/>
                <w:sz w:val="20"/>
              </w:rPr>
              <w:t xml:space="preserve"> </w:t>
            </w:r>
            <w:r w:rsidR="003E4694" w:rsidRPr="00275D83">
              <w:rPr>
                <w:rFonts w:ascii="Arial" w:hAnsi="Arial" w:cs="Arial"/>
                <w:b/>
                <w:sz w:val="20"/>
              </w:rPr>
              <w:t xml:space="preserve">deposit for $417 </w:t>
            </w:r>
            <w:r w:rsidR="003E4694" w:rsidRPr="00275D83">
              <w:rPr>
                <w:rFonts w:ascii="Arial" w:hAnsi="Arial" w:cs="Arial"/>
                <w:sz w:val="20"/>
              </w:rPr>
              <w:t xml:space="preserve">(to cover the costs of </w:t>
            </w:r>
          </w:p>
          <w:p w:rsidR="003E4694" w:rsidRPr="00275D83" w:rsidRDefault="003E4694" w:rsidP="00291310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 w:rsidRPr="00275D83">
              <w:rPr>
                <w:rFonts w:ascii="Arial" w:hAnsi="Arial" w:cs="Arial"/>
                <w:sz w:val="20"/>
              </w:rPr>
              <w:t>the</w:t>
            </w:r>
            <w:proofErr w:type="gramEnd"/>
            <w:r w:rsidRPr="00275D83">
              <w:rPr>
                <w:rFonts w:ascii="Arial" w:hAnsi="Arial" w:cs="Arial"/>
                <w:sz w:val="20"/>
              </w:rPr>
              <w:t xml:space="preserve"> review of the company’s affairs and ASIC </w:t>
            </w:r>
            <w:r w:rsidR="005803A5" w:rsidRPr="00275D83">
              <w:rPr>
                <w:rFonts w:ascii="Arial" w:hAnsi="Arial" w:cs="Arial"/>
                <w:sz w:val="20"/>
              </w:rPr>
              <w:t>Ann</w:t>
            </w:r>
            <w:r w:rsidR="002C7071" w:rsidRPr="00275D83">
              <w:rPr>
                <w:rFonts w:ascii="Arial" w:hAnsi="Arial" w:cs="Arial"/>
                <w:sz w:val="20"/>
              </w:rPr>
              <w:t xml:space="preserve">ual </w:t>
            </w:r>
            <w:r w:rsidRPr="00275D83">
              <w:rPr>
                <w:rFonts w:ascii="Arial" w:hAnsi="Arial" w:cs="Arial"/>
                <w:sz w:val="20"/>
              </w:rPr>
              <w:t xml:space="preserve">Fees) by </w:t>
            </w:r>
            <w:r w:rsidR="00031388">
              <w:rPr>
                <w:rFonts w:ascii="Arial" w:hAnsi="Arial" w:cs="Arial"/>
                <w:b/>
                <w:sz w:val="20"/>
              </w:rPr>
              <w:t>26 April 2013</w:t>
            </w:r>
            <w:r w:rsidRPr="00275D83">
              <w:rPr>
                <w:rFonts w:ascii="Arial" w:hAnsi="Arial" w:cs="Arial"/>
                <w:b/>
                <w:sz w:val="20"/>
              </w:rPr>
              <w:t>.</w:t>
            </w:r>
          </w:p>
          <w:p w:rsidR="003E4694" w:rsidRPr="002C7071" w:rsidRDefault="003E4694" w:rsidP="000A0EA0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5803A5" w:rsidRPr="005803A5" w:rsidRDefault="003E4694" w:rsidP="005803A5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b/>
                <w:sz w:val="20"/>
              </w:rPr>
              <w:t>PLEASE</w:t>
            </w:r>
            <w:r w:rsidRPr="002C7071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2C7071">
              <w:rPr>
                <w:rFonts w:ascii="Arial" w:hAnsi="Arial" w:cs="Arial"/>
                <w:b/>
                <w:sz w:val="20"/>
              </w:rPr>
              <w:t xml:space="preserve">KEEP THE ENCLOSED COPY OF THE ANNUAL COMPANY STATEMENT  </w:t>
            </w:r>
          </w:p>
          <w:p w:rsidR="003E4694" w:rsidRPr="002C7071" w:rsidRDefault="005803A5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AND </w:t>
            </w:r>
            <w:r w:rsidR="003E4694" w:rsidRPr="002C7071">
              <w:rPr>
                <w:rFonts w:ascii="Arial" w:hAnsi="Arial" w:cs="Arial"/>
                <w:b/>
                <w:sz w:val="20"/>
              </w:rPr>
              <w:t>SOLVENCY RESOLUTION/MINUTE FOR YOUR RECORDS.</w:t>
            </w: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Pr="002C7071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64D5" w:rsidRPr="000207C5" w:rsidRDefault="005803A5" w:rsidP="005803A5">
      <w:pPr>
        <w:pStyle w:val="Heading1"/>
        <w:tabs>
          <w:tab w:val="left" w:pos="513"/>
          <w:tab w:val="left" w:pos="1026"/>
        </w:tabs>
        <w:jc w:val="center"/>
        <w:rPr>
          <w:rFonts w:cs="Arial"/>
          <w:sz w:val="20"/>
        </w:rPr>
      </w:pPr>
      <w:r w:rsidRPr="000207C5">
        <w:rPr>
          <w:rFonts w:cs="Arial"/>
          <w:sz w:val="20"/>
        </w:rPr>
        <w:t xml:space="preserve"> </w:t>
      </w:r>
    </w:p>
    <w:p w:rsidR="00942CDC" w:rsidRPr="002464D5" w:rsidRDefault="00942CDC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942CDC" w:rsidRPr="002464D5" w:rsidSect="00BA7DBB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DBB" w:rsidRDefault="00BA7DBB">
      <w:r>
        <w:separator/>
      </w:r>
    </w:p>
  </w:endnote>
  <w:endnote w:type="continuationSeparator" w:id="0">
    <w:p w:rsidR="00BA7DBB" w:rsidRDefault="00BA7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DBB" w:rsidRDefault="00BA7DBB">
      <w:r>
        <w:separator/>
      </w:r>
    </w:p>
  </w:footnote>
  <w:footnote w:type="continuationSeparator" w:id="0">
    <w:p w:rsidR="00BA7DBB" w:rsidRDefault="00BA7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388"/>
    <w:rsid w:val="00006A51"/>
    <w:rsid w:val="00007479"/>
    <w:rsid w:val="00011103"/>
    <w:rsid w:val="00021F0D"/>
    <w:rsid w:val="0002303F"/>
    <w:rsid w:val="00031388"/>
    <w:rsid w:val="00032D86"/>
    <w:rsid w:val="0003394E"/>
    <w:rsid w:val="00034204"/>
    <w:rsid w:val="000369D4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457"/>
    <w:rsid w:val="00231E16"/>
    <w:rsid w:val="002360CD"/>
    <w:rsid w:val="00242798"/>
    <w:rsid w:val="0024411E"/>
    <w:rsid w:val="002443DB"/>
    <w:rsid w:val="002464D5"/>
    <w:rsid w:val="00246C5D"/>
    <w:rsid w:val="002511E7"/>
    <w:rsid w:val="002533DB"/>
    <w:rsid w:val="002549D5"/>
    <w:rsid w:val="00257D22"/>
    <w:rsid w:val="00262C43"/>
    <w:rsid w:val="00264F5A"/>
    <w:rsid w:val="002725B8"/>
    <w:rsid w:val="00275991"/>
    <w:rsid w:val="00275D83"/>
    <w:rsid w:val="00284301"/>
    <w:rsid w:val="00285317"/>
    <w:rsid w:val="00287762"/>
    <w:rsid w:val="00290E5C"/>
    <w:rsid w:val="00291310"/>
    <w:rsid w:val="00291F4D"/>
    <w:rsid w:val="0029566E"/>
    <w:rsid w:val="002A057F"/>
    <w:rsid w:val="002A0FBD"/>
    <w:rsid w:val="002A27C4"/>
    <w:rsid w:val="002A3332"/>
    <w:rsid w:val="002A7FEC"/>
    <w:rsid w:val="002B0BD4"/>
    <w:rsid w:val="002C2B60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9097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95671"/>
    <w:rsid w:val="00695A70"/>
    <w:rsid w:val="006A5149"/>
    <w:rsid w:val="006A6E93"/>
    <w:rsid w:val="006A74B2"/>
    <w:rsid w:val="006B00E9"/>
    <w:rsid w:val="006C0AA9"/>
    <w:rsid w:val="006C1861"/>
    <w:rsid w:val="006C591A"/>
    <w:rsid w:val="006D5435"/>
    <w:rsid w:val="00701758"/>
    <w:rsid w:val="007022B0"/>
    <w:rsid w:val="0071070A"/>
    <w:rsid w:val="00721C6A"/>
    <w:rsid w:val="00732E8B"/>
    <w:rsid w:val="007342ED"/>
    <w:rsid w:val="00741A67"/>
    <w:rsid w:val="00743549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E61"/>
    <w:rsid w:val="00766797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F4280"/>
    <w:rsid w:val="007F4A05"/>
    <w:rsid w:val="007F6A75"/>
    <w:rsid w:val="00802A73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4BFB"/>
    <w:rsid w:val="008E0DCA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758EF"/>
    <w:rsid w:val="00975C03"/>
    <w:rsid w:val="00976995"/>
    <w:rsid w:val="00981A64"/>
    <w:rsid w:val="00982DC3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78D3"/>
    <w:rsid w:val="00B620ED"/>
    <w:rsid w:val="00B74826"/>
    <w:rsid w:val="00B74891"/>
    <w:rsid w:val="00B76FF9"/>
    <w:rsid w:val="00B87388"/>
    <w:rsid w:val="00B915FC"/>
    <w:rsid w:val="00B94AE7"/>
    <w:rsid w:val="00BA032C"/>
    <w:rsid w:val="00BA7031"/>
    <w:rsid w:val="00BA7194"/>
    <w:rsid w:val="00BA7DBB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7DEC"/>
    <w:rsid w:val="00C32FCC"/>
    <w:rsid w:val="00C42B99"/>
    <w:rsid w:val="00C51979"/>
    <w:rsid w:val="00C52D7B"/>
    <w:rsid w:val="00C61485"/>
    <w:rsid w:val="00C62BB2"/>
    <w:rsid w:val="00C66F6D"/>
    <w:rsid w:val="00C7609F"/>
    <w:rsid w:val="00C84414"/>
    <w:rsid w:val="00C906FD"/>
    <w:rsid w:val="00C96CF9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471D"/>
    <w:rsid w:val="00D21A8C"/>
    <w:rsid w:val="00D3386B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63A8"/>
    <w:rsid w:val="00DD723E"/>
    <w:rsid w:val="00E10AC7"/>
    <w:rsid w:val="00E15F2C"/>
    <w:rsid w:val="00E2350E"/>
    <w:rsid w:val="00E35C2F"/>
    <w:rsid w:val="00E3676C"/>
    <w:rsid w:val="00E369A5"/>
    <w:rsid w:val="00E37741"/>
    <w:rsid w:val="00E41793"/>
    <w:rsid w:val="00E543D9"/>
    <w:rsid w:val="00E57076"/>
    <w:rsid w:val="00E63FF7"/>
    <w:rsid w:val="00E71670"/>
    <w:rsid w:val="00E7521A"/>
    <w:rsid w:val="00E85857"/>
    <w:rsid w:val="00E9561F"/>
    <w:rsid w:val="00EA0030"/>
    <w:rsid w:val="00EA5EF1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4B58"/>
    <w:rsid w:val="00F508C9"/>
    <w:rsid w:val="00F536EE"/>
    <w:rsid w:val="00F55EDB"/>
    <w:rsid w:val="00F60DE1"/>
    <w:rsid w:val="00F62CFC"/>
    <w:rsid w:val="00F7002C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9F5667"/>
    <w:pPr>
      <w:keepNext/>
      <w:outlineLvl w:val="0"/>
    </w:pPr>
    <w:rPr>
      <w:rFonts w:ascii="Arial" w:hAnsi="Arial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</Template>
  <TotalTime>8</TotalTime>
  <Pages>2</Pages>
  <Words>441</Words>
  <Characters>2694</Characters>
  <Application>Microsoft Office Word</Application>
  <DocSecurity>0</DocSecurity>
  <Lines>179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ACS Package ALB04S Letter</dc:title>
  <dc:subject>2013 ACS Package ALB04S Letter</dc:subject>
  <dc:creator>THERESEK</dc:creator>
  <cp:keywords> pbDocID: pb4003</cp:keywords>
  <dc:description>Created by ASIC Paper Buster_x000d_
Original Ref: H:\ALB04S\Permanent\Trust Deeds &amp; Corporate\Albrecht Family Superannuation Fund\ASIC Documents\2013 ACS Package ALB04S Letter.docx_x000d_
Email: _x000d_
CC Email: _x000d_
BCC Email: _x000d_
</dc:description>
  <cp:lastModifiedBy>theresek</cp:lastModifiedBy>
  <cp:revision>3</cp:revision>
  <cp:lastPrinted>2012-10-08T00:48:00Z</cp:lastPrinted>
  <dcterms:created xsi:type="dcterms:W3CDTF">2013-04-11T05:15:00Z</dcterms:created>
  <dcterms:modified xsi:type="dcterms:W3CDTF">2013-04-11T05:24:00Z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