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Ref: </w:t>
      </w:r>
      <w:r w:rsidR="00F867C3">
        <w:rPr>
          <w:rFonts w:cs="Arial"/>
          <w:sz w:val="22"/>
          <w:szCs w:val="22"/>
        </w:rPr>
        <w:t>ADV</w:t>
      </w:r>
      <w:r w:rsidRPr="0012726E">
        <w:rPr>
          <w:rFonts w:cs="Arial"/>
          <w:sz w:val="22"/>
          <w:szCs w:val="22"/>
        </w:rPr>
        <w:t xml:space="preserve">: </w:t>
      </w:r>
      <w:r w:rsidR="00CE3C90">
        <w:rPr>
          <w:rFonts w:cs="Arial"/>
          <w:sz w:val="22"/>
          <w:szCs w:val="22"/>
        </w:rPr>
        <w:t>tm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CE3C9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18 March, 2019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CE3C9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 &amp; F Donnelly Superannuation Fund </w:t>
      </w:r>
    </w:p>
    <w:p w:rsidR="00FE5A55" w:rsidRPr="0012726E" w:rsidRDefault="00CE3C9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 Brighton Parade</w:t>
      </w:r>
    </w:p>
    <w:p w:rsidR="00FE5A55" w:rsidRDefault="00CE3C9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Southport</w:t>
      </w:r>
    </w:p>
    <w:p w:rsidR="00CE3C90" w:rsidRDefault="00CE3C9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4215</w:t>
      </w:r>
    </w:p>
    <w:p w:rsidR="005117AA" w:rsidRPr="00B547F4" w:rsidRDefault="005117AA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color w:val="FF0000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CE3C90">
        <w:rPr>
          <w:rFonts w:cs="Arial"/>
          <w:sz w:val="22"/>
          <w:szCs w:val="22"/>
        </w:rPr>
        <w:t>Anthony,</w:t>
      </w:r>
    </w:p>
    <w:p w:rsidR="009228AE" w:rsidRPr="0012726E" w:rsidRDefault="009228AE" w:rsidP="003808B5">
      <w:pPr>
        <w:pStyle w:val="LtrSalutation"/>
        <w:spacing w:before="0" w:after="0"/>
        <w:rPr>
          <w:rFonts w:ascii="Arial" w:hAnsi="Arial" w:cs="Arial"/>
        </w:rPr>
      </w:pPr>
    </w:p>
    <w:p w:rsidR="00FE5A55" w:rsidRPr="0000777B" w:rsidRDefault="00CE3C9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 &amp; F Donnelly Superannuation Fund </w:t>
      </w:r>
    </w:p>
    <w:p w:rsidR="002341BB" w:rsidRPr="0012726E" w:rsidRDefault="002341BB" w:rsidP="003808B5">
      <w:pPr>
        <w:pStyle w:val="LtrSubjectBold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CE3C90">
        <w:rPr>
          <w:rFonts w:ascii="Arial" w:hAnsi="Arial" w:cs="Arial"/>
        </w:rPr>
        <w:t>2018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CE3C90">
        <w:rPr>
          <w:rFonts w:ascii="Arial" w:hAnsi="Arial" w:cs="Arial"/>
        </w:rPr>
        <w:t xml:space="preserve">2019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9978" w:type="dxa"/>
        <w:tblLayout w:type="fixed"/>
        <w:tblLook w:val="04A0"/>
      </w:tblPr>
      <w:tblGrid>
        <w:gridCol w:w="3794"/>
        <w:gridCol w:w="3118"/>
        <w:gridCol w:w="3066"/>
      </w:tblGrid>
      <w:tr w:rsidR="003808B5" w:rsidRPr="0012726E" w:rsidTr="005117AA">
        <w:tc>
          <w:tcPr>
            <w:tcW w:w="3794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Name of Member</w:t>
            </w:r>
          </w:p>
        </w:tc>
        <w:tc>
          <w:tcPr>
            <w:tcW w:w="3118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Minimum Payment</w:t>
            </w:r>
          </w:p>
        </w:tc>
        <w:tc>
          <w:tcPr>
            <w:tcW w:w="3066" w:type="dxa"/>
          </w:tcPr>
          <w:p w:rsidR="003808B5" w:rsidRDefault="003808B5" w:rsidP="005117AA">
            <w:pPr>
              <w:pStyle w:val="LtrTableEntry"/>
              <w:ind w:right="-108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Closing balance</w:t>
            </w:r>
            <w:r w:rsidR="005117AA">
              <w:rPr>
                <w:rFonts w:ascii="Arial" w:hAnsi="Arial" w:cs="Arial"/>
              </w:rPr>
              <w:t xml:space="preserve"> at end of financial year </w:t>
            </w:r>
          </w:p>
          <w:p w:rsidR="005117AA" w:rsidRPr="0012726E" w:rsidRDefault="005117AA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CE3C90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Anthony Donnelly</w:t>
            </w:r>
          </w:p>
        </w:tc>
        <w:tc>
          <w:tcPr>
            <w:tcW w:w="3118" w:type="dxa"/>
          </w:tcPr>
          <w:p w:rsidR="003808B5" w:rsidRPr="0012726E" w:rsidRDefault="003808B5" w:rsidP="00CE3C90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CE3C90">
              <w:rPr>
                <w:rFonts w:ascii="Arial" w:hAnsi="Arial" w:cs="Arial"/>
              </w:rPr>
              <w:t>16,640</w:t>
            </w:r>
          </w:p>
        </w:tc>
        <w:tc>
          <w:tcPr>
            <w:tcW w:w="3066" w:type="dxa"/>
          </w:tcPr>
          <w:p w:rsidR="003808B5" w:rsidRPr="0012726E" w:rsidRDefault="00CE3C90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$415,897</w:t>
            </w:r>
          </w:p>
        </w:tc>
      </w:tr>
    </w:tbl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CE3C90">
        <w:rPr>
          <w:rFonts w:ascii="Arial" w:hAnsi="Arial" w:cs="Arial"/>
        </w:rPr>
        <w:t>16,640</w:t>
      </w:r>
      <w:r w:rsidR="00CE3C90" w:rsidRPr="0012726E">
        <w:rPr>
          <w:rFonts w:ascii="Arial" w:hAnsi="Arial" w:cs="Arial"/>
        </w:rPr>
        <w:t xml:space="preserve"> </w:t>
      </w:r>
      <w:r w:rsidR="00CE3C90">
        <w:rPr>
          <w:rFonts w:ascii="Arial" w:hAnsi="Arial" w:cs="Arial"/>
        </w:rPr>
        <w:t xml:space="preserve">but less than $41,580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CE3C90">
        <w:rPr>
          <w:rFonts w:ascii="Arial" w:hAnsi="Arial" w:cs="Arial"/>
        </w:rPr>
        <w:t>2019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3808B5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CE3C90">
        <w:rPr>
          <w:rFonts w:ascii="Arial" w:hAnsi="Arial" w:cs="Arial"/>
        </w:rPr>
        <w:t>2019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3808B5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3808B5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3808B5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3808B5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3808B5">
      <w:pPr>
        <w:pStyle w:val="LtrSignatoryName"/>
        <w:keepNext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footerReference w:type="default" r:id="rId10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A55" w:rsidRDefault="00FE5A55" w:rsidP="00F75CF8">
      <w:pPr>
        <w:pStyle w:val="LtrFormTbl"/>
      </w:pPr>
      <w:r>
        <w:separator/>
      </w:r>
    </w:p>
  </w:endnote>
  <w:endnote w:type="continuationSeparator" w:id="0">
    <w:p w:rsidR="00FE5A55" w:rsidRDefault="00FE5A55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A55" w:rsidRDefault="00FE5A55">
    <w:pPr>
      <w:pStyle w:val="Footer"/>
    </w:pPr>
    <w:r>
      <w:t xml:space="preserve">Page </w:t>
    </w:r>
    <w:r w:rsidR="00FE668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E6681">
      <w:rPr>
        <w:rStyle w:val="PageNumber"/>
      </w:rPr>
      <w:fldChar w:fldCharType="separate"/>
    </w:r>
    <w:r>
      <w:rPr>
        <w:rStyle w:val="PageNumber"/>
        <w:noProof/>
      </w:rPr>
      <w:t>2</w:t>
    </w:r>
    <w:r w:rsidR="00FE6681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A55" w:rsidRDefault="00FE5A55" w:rsidP="00F75CF8">
      <w:pPr>
        <w:pStyle w:val="LtrFormTbl"/>
      </w:pPr>
      <w:r>
        <w:separator/>
      </w:r>
    </w:p>
  </w:footnote>
  <w:footnote w:type="continuationSeparator" w:id="0">
    <w:p w:rsidR="00FE5A55" w:rsidRDefault="00FE5A55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CA8"/>
    <w:rsid w:val="000823A7"/>
    <w:rsid w:val="00092E8D"/>
    <w:rsid w:val="00093F4B"/>
    <w:rsid w:val="000B7E89"/>
    <w:rsid w:val="000D71A9"/>
    <w:rsid w:val="000F5919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41BB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6A94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201C"/>
    <w:rsid w:val="00435F67"/>
    <w:rsid w:val="00451FD7"/>
    <w:rsid w:val="0046644E"/>
    <w:rsid w:val="00493060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71FBB"/>
    <w:rsid w:val="005A2545"/>
    <w:rsid w:val="005A43A3"/>
    <w:rsid w:val="005B7A0E"/>
    <w:rsid w:val="005D0CA6"/>
    <w:rsid w:val="00643F3A"/>
    <w:rsid w:val="00660BD6"/>
    <w:rsid w:val="006914DC"/>
    <w:rsid w:val="006D4816"/>
    <w:rsid w:val="007061F6"/>
    <w:rsid w:val="00720CBD"/>
    <w:rsid w:val="00725F75"/>
    <w:rsid w:val="00737626"/>
    <w:rsid w:val="00745F94"/>
    <w:rsid w:val="00747224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81F28"/>
    <w:rsid w:val="009843D4"/>
    <w:rsid w:val="009C7706"/>
    <w:rsid w:val="009F1665"/>
    <w:rsid w:val="009F2BE4"/>
    <w:rsid w:val="009F3AD6"/>
    <w:rsid w:val="009F5B7A"/>
    <w:rsid w:val="00A7750C"/>
    <w:rsid w:val="00A82534"/>
    <w:rsid w:val="00A93CEC"/>
    <w:rsid w:val="00AB69EA"/>
    <w:rsid w:val="00AD2FAC"/>
    <w:rsid w:val="00AF342D"/>
    <w:rsid w:val="00B07988"/>
    <w:rsid w:val="00B456A6"/>
    <w:rsid w:val="00B547F4"/>
    <w:rsid w:val="00B61D01"/>
    <w:rsid w:val="00B77513"/>
    <w:rsid w:val="00B93F7F"/>
    <w:rsid w:val="00BC0CA7"/>
    <w:rsid w:val="00BD6F92"/>
    <w:rsid w:val="00BE4DB6"/>
    <w:rsid w:val="00C7795A"/>
    <w:rsid w:val="00C90547"/>
    <w:rsid w:val="00C96CFA"/>
    <w:rsid w:val="00CD4232"/>
    <w:rsid w:val="00CE3C90"/>
    <w:rsid w:val="00D80B27"/>
    <w:rsid w:val="00D9215F"/>
    <w:rsid w:val="00DB1D94"/>
    <w:rsid w:val="00DE2176"/>
    <w:rsid w:val="00E019FF"/>
    <w:rsid w:val="00E47140"/>
    <w:rsid w:val="00E52FC0"/>
    <w:rsid w:val="00E652F9"/>
    <w:rsid w:val="00E7389B"/>
    <w:rsid w:val="00E84496"/>
    <w:rsid w:val="00EB3611"/>
    <w:rsid w:val="00EB44C2"/>
    <w:rsid w:val="00EC32B1"/>
    <w:rsid w:val="00F07A26"/>
    <w:rsid w:val="00F07CB6"/>
    <w:rsid w:val="00F2408C"/>
    <w:rsid w:val="00F26777"/>
    <w:rsid w:val="00F424D4"/>
    <w:rsid w:val="00F55A26"/>
    <w:rsid w:val="00F75CF8"/>
    <w:rsid w:val="00F867C3"/>
    <w:rsid w:val="00FA5A16"/>
    <w:rsid w:val="00FC0C6F"/>
    <w:rsid w:val="00FE3D92"/>
    <w:rsid w:val="00FE5A55"/>
    <w:rsid w:val="00FE6681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15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7</cp:revision>
  <cp:lastPrinted>1601-01-01T00:00:00Z</cp:lastPrinted>
  <dcterms:created xsi:type="dcterms:W3CDTF">2013-11-04T02:09:00Z</dcterms:created>
  <dcterms:modified xsi:type="dcterms:W3CDTF">2019-03-17T23:32:00Z</dcterms:modified>
  <cp:category>\Master Style</cp:category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