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9608B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Ref: tm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5536A9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21 May, 2019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842E9C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Ballo</w:t>
      </w:r>
      <w:r w:rsidR="00D6250C">
        <w:rPr>
          <w:rFonts w:cs="Arial"/>
          <w:sz w:val="22"/>
          <w:szCs w:val="22"/>
        </w:rPr>
        <w:t>o</w:t>
      </w:r>
      <w:r>
        <w:rPr>
          <w:rFonts w:cs="Arial"/>
          <w:sz w:val="22"/>
          <w:szCs w:val="22"/>
        </w:rPr>
        <w:t>nman</w:t>
      </w:r>
      <w:proofErr w:type="spellEnd"/>
      <w:r>
        <w:rPr>
          <w:rFonts w:cs="Arial"/>
          <w:sz w:val="22"/>
          <w:szCs w:val="22"/>
        </w:rPr>
        <w:t xml:space="preserve"> Superannuation Fund</w:t>
      </w:r>
    </w:p>
    <w:p w:rsidR="00FE5A55" w:rsidRPr="0012726E" w:rsidRDefault="00842E9C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8335 Magnolia Drive </w:t>
      </w:r>
    </w:p>
    <w:p w:rsidR="00FE5A55" w:rsidRDefault="00842E9C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Hope Island</w:t>
      </w:r>
    </w:p>
    <w:p w:rsidR="00671BE1" w:rsidRDefault="00842E9C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4212</w:t>
      </w:r>
    </w:p>
    <w:p w:rsidR="00671BE1" w:rsidRDefault="00671BE1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Default="00842E9C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>
        <w:rPr>
          <w:rFonts w:cs="Arial"/>
          <w:sz w:val="22"/>
          <w:szCs w:val="22"/>
        </w:rPr>
        <w:t>Will,</w:t>
      </w:r>
    </w:p>
    <w:p w:rsidR="00842E9C" w:rsidRPr="0012726E" w:rsidRDefault="00842E9C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823F68" w:rsidRDefault="00823F68" w:rsidP="00823F6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:rsidR="002341BB" w:rsidRPr="0012726E" w:rsidRDefault="002341BB" w:rsidP="00823F6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</w:rPr>
      </w:pPr>
      <w:r w:rsidRPr="0012726E">
        <w:rPr>
          <w:rFonts w:cs="Arial"/>
        </w:rPr>
        <w:t xml:space="preserve">Annual review of </w:t>
      </w:r>
      <w:r w:rsidR="00222A1D">
        <w:rPr>
          <w:rFonts w:cs="Arial"/>
        </w:rPr>
        <w:t>Account Based</w:t>
      </w:r>
      <w:r w:rsidRPr="0012726E">
        <w:rPr>
          <w:rFonts w:cs="Arial"/>
        </w:rPr>
        <w:t xml:space="preserve"> Pensions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5536A9">
        <w:rPr>
          <w:rFonts w:ascii="Arial" w:hAnsi="Arial" w:cs="Arial"/>
        </w:rPr>
        <w:t>2018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5536A9">
        <w:rPr>
          <w:rFonts w:ascii="Arial" w:hAnsi="Arial" w:cs="Arial"/>
        </w:rPr>
        <w:t>2019</w:t>
      </w:r>
      <w:r w:rsidR="00842E9C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18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66" w:type="dxa"/>
          </w:tcPr>
          <w:p w:rsidR="005117AA" w:rsidRPr="0012726E" w:rsidRDefault="003808B5" w:rsidP="00C909C4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 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842E9C" w:rsidP="00842E9C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Wilbert Paul</w:t>
            </w:r>
          </w:p>
        </w:tc>
        <w:tc>
          <w:tcPr>
            <w:tcW w:w="3118" w:type="dxa"/>
          </w:tcPr>
          <w:p w:rsidR="003808B5" w:rsidRPr="0012726E" w:rsidRDefault="003808B5" w:rsidP="005536A9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5536A9">
              <w:rPr>
                <w:rFonts w:ascii="Arial" w:hAnsi="Arial" w:cs="Arial"/>
              </w:rPr>
              <w:t>26,100</w:t>
            </w:r>
          </w:p>
        </w:tc>
        <w:tc>
          <w:tcPr>
            <w:tcW w:w="3066" w:type="dxa"/>
          </w:tcPr>
          <w:p w:rsidR="003808B5" w:rsidRPr="0012726E" w:rsidRDefault="00842E9C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</w:t>
            </w:r>
            <w:r w:rsidR="000A1B98">
              <w:rPr>
                <w:rFonts w:ascii="Arial" w:hAnsi="Arial" w:cs="Arial"/>
              </w:rPr>
              <w:t>20,517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808B5" w:rsidRPr="0012726E" w:rsidRDefault="003808B5" w:rsidP="00842E9C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</w:tr>
    </w:tbl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5536A9">
        <w:rPr>
          <w:rFonts w:ascii="Arial" w:hAnsi="Arial" w:cs="Arial"/>
        </w:rPr>
        <w:t>26,100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5536A9">
        <w:rPr>
          <w:rFonts w:ascii="Arial" w:hAnsi="Arial" w:cs="Arial"/>
        </w:rPr>
        <w:t>2019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3808B5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5536A9">
        <w:rPr>
          <w:rFonts w:ascii="Arial" w:hAnsi="Arial" w:cs="Arial"/>
        </w:rPr>
        <w:t>2019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3808B5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3808B5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3808B5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3808B5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3808B5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0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55" w:rsidRDefault="00FE5A55" w:rsidP="00F75CF8">
      <w:pPr>
        <w:pStyle w:val="LtrFormTbl"/>
      </w:pPr>
      <w:r>
        <w:separator/>
      </w:r>
    </w:p>
  </w:endnote>
  <w:endnote w:type="continuationSeparator" w:id="0">
    <w:p w:rsidR="00FE5A55" w:rsidRDefault="00FE5A55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55" w:rsidRDefault="00FE5A55">
    <w:pPr>
      <w:pStyle w:val="Footer"/>
    </w:pPr>
    <w:r>
      <w:t xml:space="preserve">Page </w:t>
    </w:r>
    <w:r w:rsidR="004E095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E0959">
      <w:rPr>
        <w:rStyle w:val="PageNumber"/>
      </w:rPr>
      <w:fldChar w:fldCharType="separate"/>
    </w:r>
    <w:r>
      <w:rPr>
        <w:rStyle w:val="PageNumber"/>
        <w:noProof/>
      </w:rPr>
      <w:t>2</w:t>
    </w:r>
    <w:r w:rsidR="004E095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55" w:rsidRDefault="00FE5A55" w:rsidP="00F75CF8">
      <w:pPr>
        <w:pStyle w:val="LtrFormTbl"/>
      </w:pPr>
      <w:r>
        <w:separator/>
      </w:r>
    </w:p>
  </w:footnote>
  <w:footnote w:type="continuationSeparator" w:id="0">
    <w:p w:rsidR="00FE5A55" w:rsidRDefault="00FE5A55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A1B98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51FD7"/>
    <w:rsid w:val="0046644E"/>
    <w:rsid w:val="00493060"/>
    <w:rsid w:val="004964A3"/>
    <w:rsid w:val="004B4307"/>
    <w:rsid w:val="004C3FFD"/>
    <w:rsid w:val="004C7B99"/>
    <w:rsid w:val="004C7E57"/>
    <w:rsid w:val="004D3995"/>
    <w:rsid w:val="004D46F8"/>
    <w:rsid w:val="004E0959"/>
    <w:rsid w:val="00507442"/>
    <w:rsid w:val="005117AA"/>
    <w:rsid w:val="00513A80"/>
    <w:rsid w:val="00526829"/>
    <w:rsid w:val="005536A9"/>
    <w:rsid w:val="00571FBB"/>
    <w:rsid w:val="005A2545"/>
    <w:rsid w:val="005A43A3"/>
    <w:rsid w:val="005B7A0E"/>
    <w:rsid w:val="005D0CA6"/>
    <w:rsid w:val="00643F3A"/>
    <w:rsid w:val="00660BD6"/>
    <w:rsid w:val="00671BE1"/>
    <w:rsid w:val="006914DC"/>
    <w:rsid w:val="006D4816"/>
    <w:rsid w:val="007061F6"/>
    <w:rsid w:val="00720CBD"/>
    <w:rsid w:val="00725F75"/>
    <w:rsid w:val="00737626"/>
    <w:rsid w:val="00745F94"/>
    <w:rsid w:val="00747224"/>
    <w:rsid w:val="00785403"/>
    <w:rsid w:val="007A56F1"/>
    <w:rsid w:val="007B70AF"/>
    <w:rsid w:val="007C6284"/>
    <w:rsid w:val="007C78A5"/>
    <w:rsid w:val="007E22FF"/>
    <w:rsid w:val="0080647A"/>
    <w:rsid w:val="00823F68"/>
    <w:rsid w:val="00832247"/>
    <w:rsid w:val="008367E0"/>
    <w:rsid w:val="00840757"/>
    <w:rsid w:val="00842E9C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C7706"/>
    <w:rsid w:val="009F1665"/>
    <w:rsid w:val="009F1BBF"/>
    <w:rsid w:val="009F2BE4"/>
    <w:rsid w:val="009F3AD6"/>
    <w:rsid w:val="009F5B7A"/>
    <w:rsid w:val="00A7750C"/>
    <w:rsid w:val="00A82534"/>
    <w:rsid w:val="00A93CEC"/>
    <w:rsid w:val="00AB69EA"/>
    <w:rsid w:val="00AD2FAC"/>
    <w:rsid w:val="00AF342D"/>
    <w:rsid w:val="00B07988"/>
    <w:rsid w:val="00B456A6"/>
    <w:rsid w:val="00B547F4"/>
    <w:rsid w:val="00B61D01"/>
    <w:rsid w:val="00B70BD9"/>
    <w:rsid w:val="00B77513"/>
    <w:rsid w:val="00B93F7F"/>
    <w:rsid w:val="00BC0CA7"/>
    <w:rsid w:val="00BD6F92"/>
    <w:rsid w:val="00BE4DB6"/>
    <w:rsid w:val="00C7795A"/>
    <w:rsid w:val="00C90547"/>
    <w:rsid w:val="00C909C4"/>
    <w:rsid w:val="00C96CFA"/>
    <w:rsid w:val="00CD4232"/>
    <w:rsid w:val="00D6250C"/>
    <w:rsid w:val="00D80B27"/>
    <w:rsid w:val="00D9215F"/>
    <w:rsid w:val="00DB1D94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19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13</cp:revision>
  <cp:lastPrinted>2019-05-21T23:50:00Z</cp:lastPrinted>
  <dcterms:created xsi:type="dcterms:W3CDTF">2013-11-04T02:09:00Z</dcterms:created>
  <dcterms:modified xsi:type="dcterms:W3CDTF">2019-05-21T23:51:00Z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