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F609B2" w14:textId="77777777" w:rsidR="00443663" w:rsidRDefault="00443663" w:rsidP="003830C2">
      <w:pPr>
        <w:pStyle w:val="Heading"/>
        <w:numPr>
          <w:ilvl w:val="0"/>
          <w:numId w:val="0"/>
        </w:numPr>
      </w:pPr>
      <w:r>
        <w:t>Job review form</w:t>
      </w:r>
    </w:p>
    <w:tbl>
      <w:tblPr>
        <w:tblW w:w="5000" w:type="pct"/>
        <w:tblBorders>
          <w:top w:val="single" w:sz="8" w:space="0" w:color="9E0927"/>
          <w:bottom w:val="single" w:sz="8" w:space="0" w:color="9E0927"/>
          <w:insideH w:val="single" w:sz="8" w:space="0" w:color="9E0927"/>
        </w:tblBorders>
        <w:tblLook w:val="01E0" w:firstRow="1" w:lastRow="1" w:firstColumn="1" w:lastColumn="1" w:noHBand="0" w:noVBand="0"/>
      </w:tblPr>
      <w:tblGrid>
        <w:gridCol w:w="9070"/>
      </w:tblGrid>
      <w:tr w:rsidR="00443663" w14:paraId="33C2CFA4" w14:textId="77777777">
        <w:trPr>
          <w:tblHeader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9E0927"/>
            <w:tcMar>
              <w:top w:w="170" w:type="dxa"/>
            </w:tcMar>
          </w:tcPr>
          <w:p w14:paraId="6CDEA091" w14:textId="77777777" w:rsidR="00443663" w:rsidRDefault="00443663">
            <w:pPr>
              <w:pStyle w:val="Tableheading1"/>
            </w:pPr>
          </w:p>
        </w:tc>
      </w:tr>
    </w:tbl>
    <w:p w14:paraId="53A48EE2" w14:textId="77777777" w:rsidR="00443663" w:rsidRDefault="00443663">
      <w:pPr>
        <w:rPr>
          <w:lang w:val="en-US"/>
        </w:rPr>
      </w:pPr>
    </w:p>
    <w:p w14:paraId="6B0A58CE" w14:textId="07DB25DD" w:rsidR="00857709" w:rsidRDefault="00857709">
      <w:pPr>
        <w:pStyle w:val="BodyText"/>
        <w:rPr>
          <w:lang w:val="en-US"/>
        </w:rPr>
      </w:pPr>
      <w:r>
        <w:rPr>
          <w:lang w:val="en-US"/>
        </w:rPr>
        <w:t>Year/period ended:</w:t>
      </w:r>
      <w:r w:rsidR="00526195">
        <w:rPr>
          <w:lang w:val="en-US"/>
        </w:rPr>
        <w:t xml:space="preserve"> 30 June 20</w:t>
      </w:r>
      <w:r w:rsidR="008D21D4">
        <w:rPr>
          <w:lang w:val="en-US"/>
        </w:rPr>
        <w:t>21</w:t>
      </w:r>
    </w:p>
    <w:p w14:paraId="06FDB579" w14:textId="6132A136" w:rsidR="00443663" w:rsidRDefault="00D51637">
      <w:pPr>
        <w:pStyle w:val="BodyText"/>
        <w:rPr>
          <w:lang w:val="en-US"/>
        </w:rPr>
      </w:pPr>
      <w:r>
        <w:rPr>
          <w:lang w:val="en-US"/>
        </w:rPr>
        <w:t xml:space="preserve">Client: </w:t>
      </w:r>
      <w:r w:rsidR="00931D32">
        <w:rPr>
          <w:lang w:val="en-US"/>
        </w:rPr>
        <w:t xml:space="preserve">Good </w:t>
      </w:r>
      <w:proofErr w:type="gramStart"/>
      <w:r w:rsidR="00931D32">
        <w:rPr>
          <w:lang w:val="en-US"/>
        </w:rPr>
        <w:t>As</w:t>
      </w:r>
      <w:proofErr w:type="gramEnd"/>
      <w:r w:rsidR="00931D32">
        <w:rPr>
          <w:lang w:val="en-US"/>
        </w:rPr>
        <w:t xml:space="preserve"> Gold Super Fund </w:t>
      </w:r>
    </w:p>
    <w:p w14:paraId="62245694" w14:textId="77777777" w:rsidR="00443663" w:rsidRDefault="00443663">
      <w:pPr>
        <w:pStyle w:val="BodyText"/>
        <w:rPr>
          <w:lang w:val="en-US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8"/>
        <w:gridCol w:w="4678"/>
        <w:gridCol w:w="1134"/>
      </w:tblGrid>
      <w:tr w:rsidR="00443663" w14:paraId="2D9D25EF" w14:textId="77777777" w:rsidTr="00FC0B6E">
        <w:tc>
          <w:tcPr>
            <w:tcW w:w="4928" w:type="dxa"/>
          </w:tcPr>
          <w:p w14:paraId="271A4DD9" w14:textId="77777777" w:rsidR="00443663" w:rsidRDefault="00443663">
            <w:pPr>
              <w:pStyle w:val="Heading4"/>
              <w:rPr>
                <w:lang w:val="en-US"/>
              </w:rPr>
            </w:pPr>
            <w:r>
              <w:rPr>
                <w:lang w:val="en-US"/>
              </w:rPr>
              <w:t>Review point</w:t>
            </w:r>
          </w:p>
        </w:tc>
        <w:tc>
          <w:tcPr>
            <w:tcW w:w="4678" w:type="dxa"/>
          </w:tcPr>
          <w:p w14:paraId="37294EC1" w14:textId="77777777" w:rsidR="00443663" w:rsidRDefault="00443663">
            <w:pPr>
              <w:pStyle w:val="Heading4"/>
              <w:rPr>
                <w:lang w:val="en-US"/>
              </w:rPr>
            </w:pPr>
            <w:r>
              <w:rPr>
                <w:lang w:val="en-US"/>
              </w:rPr>
              <w:t>Response</w:t>
            </w:r>
          </w:p>
        </w:tc>
        <w:tc>
          <w:tcPr>
            <w:tcW w:w="1134" w:type="dxa"/>
          </w:tcPr>
          <w:p w14:paraId="46BF228C" w14:textId="77777777" w:rsidR="00443663" w:rsidRDefault="00443663">
            <w:pPr>
              <w:pStyle w:val="Heading4"/>
              <w:rPr>
                <w:lang w:val="en-US"/>
              </w:rPr>
            </w:pPr>
            <w:r>
              <w:rPr>
                <w:lang w:val="en-US"/>
              </w:rPr>
              <w:t>Cleared</w:t>
            </w:r>
          </w:p>
        </w:tc>
      </w:tr>
      <w:tr w:rsidR="00443663" w14:paraId="21D24CC7" w14:textId="77777777" w:rsidTr="00FC0B6E">
        <w:tc>
          <w:tcPr>
            <w:tcW w:w="4928" w:type="dxa"/>
          </w:tcPr>
          <w:p w14:paraId="2216F936" w14:textId="2840AE50" w:rsidR="00443663" w:rsidRDefault="007C2D8D" w:rsidP="007C2D8D">
            <w:pPr>
              <w:pStyle w:val="Tabletext"/>
              <w:jc w:val="both"/>
              <w:rPr>
                <w:lang w:val="en-US"/>
              </w:rPr>
            </w:pPr>
            <w:r>
              <w:rPr>
                <w:lang w:val="en-US"/>
              </w:rPr>
              <w:t>ABR Website</w:t>
            </w:r>
          </w:p>
        </w:tc>
        <w:tc>
          <w:tcPr>
            <w:tcW w:w="4678" w:type="dxa"/>
          </w:tcPr>
          <w:p w14:paraId="6663555F" w14:textId="5CD76A81" w:rsidR="00443663" w:rsidRDefault="00DF141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Checked and updated</w:t>
            </w:r>
            <w:r w:rsidR="003877E8">
              <w:rPr>
                <w:lang w:val="en-US"/>
              </w:rPr>
              <w:t xml:space="preserve"> </w:t>
            </w:r>
            <w:r w:rsidR="00B13187">
              <w:rPr>
                <w:lang w:val="en-US"/>
              </w:rPr>
              <w:t>where needed</w:t>
            </w:r>
          </w:p>
        </w:tc>
        <w:tc>
          <w:tcPr>
            <w:tcW w:w="1134" w:type="dxa"/>
          </w:tcPr>
          <w:p w14:paraId="0BCF112B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32FDC3CB" w14:textId="77777777" w:rsidTr="00FC0B6E">
        <w:tc>
          <w:tcPr>
            <w:tcW w:w="4928" w:type="dxa"/>
          </w:tcPr>
          <w:p w14:paraId="52B31944" w14:textId="47D26522" w:rsidR="00D60AF8" w:rsidRDefault="007C2D8D" w:rsidP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Super Fund Lookup and ABN Lookup (complying)</w:t>
            </w:r>
          </w:p>
        </w:tc>
        <w:tc>
          <w:tcPr>
            <w:tcW w:w="4678" w:type="dxa"/>
          </w:tcPr>
          <w:p w14:paraId="3BDD1FB1" w14:textId="47304A69" w:rsidR="00443663" w:rsidRDefault="00F7110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Print out attached</w:t>
            </w:r>
            <w:r w:rsidR="00931D32">
              <w:rPr>
                <w:lang w:val="en-US"/>
              </w:rPr>
              <w:t xml:space="preserve"> – regulation details removed due to failure to lodge returns</w:t>
            </w:r>
          </w:p>
        </w:tc>
        <w:tc>
          <w:tcPr>
            <w:tcW w:w="1134" w:type="dxa"/>
          </w:tcPr>
          <w:p w14:paraId="2D15A8E9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1E6F02BB" w14:textId="77777777" w:rsidTr="00FC0B6E">
        <w:tc>
          <w:tcPr>
            <w:tcW w:w="4928" w:type="dxa"/>
          </w:tcPr>
          <w:p w14:paraId="43ADAAEB" w14:textId="77801407" w:rsidR="00443663" w:rsidRDefault="007C2D8D" w:rsidP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 xml:space="preserve">ATO Portal (Debts, penalties, </w:t>
            </w:r>
            <w:proofErr w:type="spellStart"/>
            <w:r>
              <w:rPr>
                <w:lang w:val="en-US"/>
              </w:rPr>
              <w:t>lodgement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4678" w:type="dxa"/>
          </w:tcPr>
          <w:p w14:paraId="7882C27F" w14:textId="1D1E35C0" w:rsidR="00443663" w:rsidRDefault="00585D70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No debt</w:t>
            </w:r>
          </w:p>
        </w:tc>
        <w:tc>
          <w:tcPr>
            <w:tcW w:w="1134" w:type="dxa"/>
          </w:tcPr>
          <w:p w14:paraId="4B6C8D21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4297CBE4" w14:textId="77777777" w:rsidTr="00FC0B6E">
        <w:tc>
          <w:tcPr>
            <w:tcW w:w="4928" w:type="dxa"/>
          </w:tcPr>
          <w:p w14:paraId="23C88E50" w14:textId="57A2165C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Trustee (corporate or individuals)</w:t>
            </w:r>
          </w:p>
          <w:p w14:paraId="60084663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38812E10" w14:textId="6E42EAFB" w:rsidR="00443663" w:rsidRDefault="0097340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Corporate</w:t>
            </w:r>
            <w:r w:rsidR="001F30C8">
              <w:rPr>
                <w:lang w:val="en-US"/>
              </w:rPr>
              <w:t xml:space="preserve"> </w:t>
            </w:r>
          </w:p>
        </w:tc>
        <w:tc>
          <w:tcPr>
            <w:tcW w:w="1134" w:type="dxa"/>
          </w:tcPr>
          <w:p w14:paraId="4ED0FD72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5A03C5C4" w14:textId="77777777" w:rsidTr="00FC0B6E">
        <w:tc>
          <w:tcPr>
            <w:tcW w:w="4928" w:type="dxa"/>
          </w:tcPr>
          <w:p w14:paraId="5475BC9F" w14:textId="39A0342D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Trust deed date</w:t>
            </w:r>
          </w:p>
          <w:p w14:paraId="43D214F3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6D7A8B69" w14:textId="7DDAE9E6" w:rsidR="0042183C" w:rsidRPr="000544DF" w:rsidRDefault="00931D32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30/11/2011</w:t>
            </w:r>
          </w:p>
        </w:tc>
        <w:tc>
          <w:tcPr>
            <w:tcW w:w="1134" w:type="dxa"/>
          </w:tcPr>
          <w:p w14:paraId="114332E2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797CD84B" w14:textId="77777777" w:rsidTr="00FC0B6E">
        <w:tc>
          <w:tcPr>
            <w:tcW w:w="4928" w:type="dxa"/>
          </w:tcPr>
          <w:p w14:paraId="5DC6DCD9" w14:textId="7527C675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Minimum pensions paid</w:t>
            </w:r>
          </w:p>
          <w:p w14:paraId="31135935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4E522111" w14:textId="0FAFB3BA" w:rsidR="00443663" w:rsidRDefault="005D4EF1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1134" w:type="dxa"/>
          </w:tcPr>
          <w:p w14:paraId="3FCB68B6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55AC4F94" w14:textId="77777777" w:rsidTr="00FC0B6E">
        <w:tc>
          <w:tcPr>
            <w:tcW w:w="4928" w:type="dxa"/>
          </w:tcPr>
          <w:p w14:paraId="4582AEB4" w14:textId="424C27BC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Contributions and work test</w:t>
            </w:r>
          </w:p>
          <w:p w14:paraId="41751A2A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447990E1" w14:textId="5CB440A6" w:rsidR="00443663" w:rsidRDefault="00BD099F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134" w:type="dxa"/>
          </w:tcPr>
          <w:p w14:paraId="06B7D67E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34F538D7" w14:textId="77777777" w:rsidTr="00FC0B6E">
        <w:tc>
          <w:tcPr>
            <w:tcW w:w="4928" w:type="dxa"/>
          </w:tcPr>
          <w:p w14:paraId="4E75B642" w14:textId="6986BD27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Data Feed</w:t>
            </w:r>
            <w:r w:rsidR="00855357">
              <w:rPr>
                <w:lang w:val="en-US"/>
              </w:rPr>
              <w:t>, check if we have access to CSV then save money by cancelling the data feed</w:t>
            </w:r>
          </w:p>
          <w:p w14:paraId="14DDE57C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1FB981EB" w14:textId="32FCA9C6" w:rsidR="00443663" w:rsidRDefault="000544DF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Received paper bank statements</w:t>
            </w:r>
          </w:p>
        </w:tc>
        <w:tc>
          <w:tcPr>
            <w:tcW w:w="1134" w:type="dxa"/>
          </w:tcPr>
          <w:p w14:paraId="2AB9CCDE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408326C9" w14:textId="77777777" w:rsidTr="00FC0B6E">
        <w:tc>
          <w:tcPr>
            <w:tcW w:w="4928" w:type="dxa"/>
          </w:tcPr>
          <w:p w14:paraId="10C3A86D" w14:textId="647C4536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Valuations</w:t>
            </w:r>
          </w:p>
        </w:tc>
        <w:tc>
          <w:tcPr>
            <w:tcW w:w="4678" w:type="dxa"/>
          </w:tcPr>
          <w:p w14:paraId="3D212395" w14:textId="77CE58AE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1134" w:type="dxa"/>
          </w:tcPr>
          <w:p w14:paraId="3B5ED7A2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15FDC145" w14:textId="77777777" w:rsidTr="00FC0B6E">
        <w:tc>
          <w:tcPr>
            <w:tcW w:w="4928" w:type="dxa"/>
          </w:tcPr>
          <w:p w14:paraId="0273CB0F" w14:textId="6150391F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Practice manager code</w:t>
            </w:r>
            <w:r w:rsidR="00551D6E">
              <w:rPr>
                <w:lang w:val="en-US"/>
              </w:rPr>
              <w:t xml:space="preserve">, Non-current, </w:t>
            </w:r>
            <w:r w:rsidR="00C80EB6">
              <w:rPr>
                <w:lang w:val="en-US"/>
              </w:rPr>
              <w:t xml:space="preserve">Manager </w:t>
            </w:r>
            <w:proofErr w:type="spellStart"/>
            <w:r w:rsidR="00C80EB6">
              <w:rPr>
                <w:lang w:val="en-US"/>
              </w:rPr>
              <w:t>etc</w:t>
            </w:r>
            <w:proofErr w:type="spellEnd"/>
          </w:p>
          <w:p w14:paraId="2F41B05A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0617457E" w14:textId="537903FF" w:rsidR="00443663" w:rsidRDefault="006E653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134" w:type="dxa"/>
          </w:tcPr>
          <w:p w14:paraId="45D1A041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3D271803" w14:textId="77777777" w:rsidTr="00FC0B6E">
        <w:tc>
          <w:tcPr>
            <w:tcW w:w="4928" w:type="dxa"/>
          </w:tcPr>
          <w:p w14:paraId="42EC3DDF" w14:textId="5A2532AD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Workflow max</w:t>
            </w:r>
          </w:p>
          <w:p w14:paraId="7C0E6AA0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501D7B6D" w14:textId="179E6A00" w:rsidR="00443663" w:rsidRDefault="00F80B5F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134" w:type="dxa"/>
          </w:tcPr>
          <w:p w14:paraId="1614F5D1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1A11F160" w14:textId="77777777" w:rsidTr="00FC0B6E">
        <w:tc>
          <w:tcPr>
            <w:tcW w:w="4928" w:type="dxa"/>
          </w:tcPr>
          <w:p w14:paraId="1FD0F0B3" w14:textId="123138BC" w:rsidR="00443663" w:rsidRDefault="007C2D8D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Check address is up to date</w:t>
            </w:r>
          </w:p>
          <w:p w14:paraId="2DAED30D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26E37344" w14:textId="2B1B9B52" w:rsidR="00443663" w:rsidRDefault="0008217E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Yes</w:t>
            </w:r>
          </w:p>
        </w:tc>
        <w:tc>
          <w:tcPr>
            <w:tcW w:w="1134" w:type="dxa"/>
          </w:tcPr>
          <w:p w14:paraId="7EC9AD80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6DA452E5" w14:textId="77777777" w:rsidTr="00FC0B6E">
        <w:tc>
          <w:tcPr>
            <w:tcW w:w="4928" w:type="dxa"/>
          </w:tcPr>
          <w:p w14:paraId="3D65BCAD" w14:textId="5EB5B821" w:rsidR="00443663" w:rsidRDefault="00D46861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Death benefit nominations</w:t>
            </w:r>
          </w:p>
          <w:p w14:paraId="030419A9" w14:textId="77777777" w:rsidR="00443663" w:rsidRDefault="00443663">
            <w:pPr>
              <w:pStyle w:val="Tabletext"/>
              <w:rPr>
                <w:lang w:val="en-US"/>
              </w:rPr>
            </w:pPr>
          </w:p>
        </w:tc>
        <w:tc>
          <w:tcPr>
            <w:tcW w:w="4678" w:type="dxa"/>
          </w:tcPr>
          <w:p w14:paraId="4F590F95" w14:textId="40A2F97B" w:rsidR="000544DF" w:rsidRDefault="005D4EF1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Need to ask client</w:t>
            </w:r>
            <w:r w:rsidR="003E0D4A">
              <w:rPr>
                <w:lang w:val="en-US"/>
              </w:rPr>
              <w:t>. None on file.</w:t>
            </w:r>
          </w:p>
        </w:tc>
        <w:tc>
          <w:tcPr>
            <w:tcW w:w="1134" w:type="dxa"/>
          </w:tcPr>
          <w:p w14:paraId="26B7A0E6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443663" w14:paraId="423D0CCA" w14:textId="77777777" w:rsidTr="00FC0B6E">
        <w:tc>
          <w:tcPr>
            <w:tcW w:w="4928" w:type="dxa"/>
          </w:tcPr>
          <w:p w14:paraId="540D15FF" w14:textId="77777777" w:rsidR="00443663" w:rsidRDefault="00443663">
            <w:pPr>
              <w:pStyle w:val="Tabletext"/>
              <w:rPr>
                <w:lang w:val="en-US"/>
              </w:rPr>
            </w:pPr>
          </w:p>
          <w:p w14:paraId="1511CCC1" w14:textId="05CFEAB4" w:rsidR="00443663" w:rsidRDefault="00D46861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Seniors health card</w:t>
            </w:r>
          </w:p>
        </w:tc>
        <w:tc>
          <w:tcPr>
            <w:tcW w:w="4678" w:type="dxa"/>
          </w:tcPr>
          <w:p w14:paraId="66E8B7EA" w14:textId="6550D1B3" w:rsidR="00443663" w:rsidRDefault="005D4EF1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N/A</w:t>
            </w:r>
          </w:p>
        </w:tc>
        <w:tc>
          <w:tcPr>
            <w:tcW w:w="1134" w:type="dxa"/>
          </w:tcPr>
          <w:p w14:paraId="08E487DE" w14:textId="77777777" w:rsidR="00443663" w:rsidRDefault="00443663">
            <w:pPr>
              <w:pStyle w:val="Tabletext"/>
              <w:rPr>
                <w:lang w:val="en-US"/>
              </w:rPr>
            </w:pPr>
          </w:p>
        </w:tc>
      </w:tr>
      <w:tr w:rsidR="00FF6969" w14:paraId="5ADB9F07" w14:textId="77777777" w:rsidTr="00FC0B6E">
        <w:tc>
          <w:tcPr>
            <w:tcW w:w="4928" w:type="dxa"/>
          </w:tcPr>
          <w:p w14:paraId="362B2484" w14:textId="05CE07F5" w:rsidR="00FF6969" w:rsidRDefault="00FF6969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ESA?</w:t>
            </w:r>
          </w:p>
        </w:tc>
        <w:tc>
          <w:tcPr>
            <w:tcW w:w="4678" w:type="dxa"/>
          </w:tcPr>
          <w:p w14:paraId="30249DF7" w14:textId="77777777" w:rsidR="00FF6969" w:rsidRDefault="00FF6969">
            <w:pPr>
              <w:pStyle w:val="Tabletext"/>
              <w:rPr>
                <w:lang w:val="en-US"/>
              </w:rPr>
            </w:pPr>
          </w:p>
        </w:tc>
        <w:tc>
          <w:tcPr>
            <w:tcW w:w="1134" w:type="dxa"/>
          </w:tcPr>
          <w:p w14:paraId="07CCE78C" w14:textId="77777777" w:rsidR="00FF6969" w:rsidRDefault="00FF6969">
            <w:pPr>
              <w:pStyle w:val="Tabletext"/>
              <w:rPr>
                <w:lang w:val="en-US"/>
              </w:rPr>
            </w:pPr>
          </w:p>
        </w:tc>
      </w:tr>
      <w:tr w:rsidR="005F293C" w14:paraId="50B468C0" w14:textId="77777777" w:rsidTr="00FC0B6E">
        <w:tc>
          <w:tcPr>
            <w:tcW w:w="4928" w:type="dxa"/>
          </w:tcPr>
          <w:p w14:paraId="1FE5D897" w14:textId="6583C691" w:rsidR="005F293C" w:rsidRDefault="005F293C">
            <w:pPr>
              <w:pStyle w:val="Tabletext"/>
              <w:rPr>
                <w:lang w:val="en-US"/>
              </w:rPr>
            </w:pPr>
            <w:r>
              <w:rPr>
                <w:lang w:val="en-US"/>
              </w:rPr>
              <w:t>Payment summary to confirm employer contributions</w:t>
            </w:r>
          </w:p>
        </w:tc>
        <w:tc>
          <w:tcPr>
            <w:tcW w:w="4678" w:type="dxa"/>
          </w:tcPr>
          <w:p w14:paraId="4FB2E4E8" w14:textId="77777777" w:rsidR="005F293C" w:rsidRDefault="005F293C">
            <w:pPr>
              <w:pStyle w:val="Tabletext"/>
              <w:rPr>
                <w:lang w:val="en-US"/>
              </w:rPr>
            </w:pPr>
          </w:p>
        </w:tc>
        <w:tc>
          <w:tcPr>
            <w:tcW w:w="1134" w:type="dxa"/>
          </w:tcPr>
          <w:p w14:paraId="1D048022" w14:textId="77777777" w:rsidR="005F293C" w:rsidRDefault="005F293C">
            <w:pPr>
              <w:pStyle w:val="Tabletext"/>
              <w:rPr>
                <w:lang w:val="en-US"/>
              </w:rPr>
            </w:pPr>
          </w:p>
        </w:tc>
      </w:tr>
    </w:tbl>
    <w:p w14:paraId="3B20839D" w14:textId="77777777" w:rsidR="00A01184" w:rsidRDefault="00A01184">
      <w:pPr>
        <w:pStyle w:val="BodyText"/>
      </w:pPr>
    </w:p>
    <w:p w14:paraId="6965FCE4" w14:textId="77777777" w:rsidR="00A01184" w:rsidRDefault="00A01184">
      <w:pPr>
        <w:pStyle w:val="BodyText"/>
      </w:pPr>
    </w:p>
    <w:sectPr w:rsidR="00A0118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389" w:right="1985" w:bottom="851" w:left="851" w:header="851" w:footer="527" w:gutter="0"/>
      <w:pgNumType w:start="1"/>
      <w:cols w:space="454"/>
      <w:titlePg/>
      <w:docGrid w:linePitch="364" w:charSpace="373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A9E128" w14:textId="77777777" w:rsidR="005D7599" w:rsidRDefault="005D7599">
      <w:r>
        <w:separator/>
      </w:r>
    </w:p>
  </w:endnote>
  <w:endnote w:type="continuationSeparator" w:id="0">
    <w:p w14:paraId="6DE0DF67" w14:textId="77777777" w:rsidR="005D7599" w:rsidRDefault="005D75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C4BB8C" w14:textId="2A53DB59" w:rsidR="00A01184" w:rsidRDefault="008426D1">
    <w:pPr>
      <w:pStyle w:val="Footer"/>
      <w:rPr>
        <w:color w:val="8C8E8E"/>
        <w:sz w:val="16"/>
      </w:rPr>
    </w:pPr>
    <w:r>
      <w:rPr>
        <w:noProof/>
        <w:szCs w:val="20"/>
        <w:lang w:eastAsia="en-AU"/>
      </w:rPr>
      <w:drawing>
        <wp:anchor distT="0" distB="0" distL="114300" distR="114300" simplePos="0" relativeHeight="251657728" behindDoc="0" locked="0" layoutInCell="1" allowOverlap="1" wp14:anchorId="035B80C9" wp14:editId="52413324">
          <wp:simplePos x="0" y="0"/>
          <wp:positionH relativeFrom="column">
            <wp:posOffset>5338445</wp:posOffset>
          </wp:positionH>
          <wp:positionV relativeFrom="paragraph">
            <wp:posOffset>51435</wp:posOffset>
          </wp:positionV>
          <wp:extent cx="1319530" cy="315595"/>
          <wp:effectExtent l="0" t="0" r="0" b="0"/>
          <wp:wrapNone/>
          <wp:docPr id="53" name="Picture 53" descr="ICAA_Logo_Aust_Small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3" descr="ICAA_Logo_Aust_Small_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9530" cy="315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1184">
      <w:rPr>
        <w:color w:val="8C8E8E"/>
        <w:sz w:val="16"/>
      </w:rPr>
      <w:t>The Institute of Chartered Accountants in Australia</w:t>
    </w:r>
  </w:p>
  <w:p w14:paraId="455BD95A" w14:textId="77777777" w:rsidR="00A01184" w:rsidRDefault="00A0118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FF177" w14:textId="77777777" w:rsidR="00A01184" w:rsidRDefault="00A01184" w:rsidP="003830C2">
    <w:pPr>
      <w:pStyle w:val="Footer"/>
      <w:rPr>
        <w:color w:val="8C8E8E"/>
        <w:sz w:val="16"/>
      </w:rPr>
    </w:pPr>
    <w:r>
      <w:rPr>
        <w:color w:val="8C8E8E"/>
        <w:sz w:val="16"/>
      </w:rPr>
      <w:tab/>
    </w:r>
    <w:r>
      <w:rPr>
        <w:color w:val="8C8E8E"/>
        <w:sz w:val="16"/>
      </w:rPr>
      <w:tab/>
    </w:r>
  </w:p>
  <w:p w14:paraId="49CF21C5" w14:textId="77777777" w:rsidR="00A01184" w:rsidRDefault="00A01184">
    <w:r>
      <w:tab/>
    </w:r>
    <w:r>
      <w:tab/>
    </w:r>
    <w:r>
      <w:tab/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328A94" w14:textId="77777777" w:rsidR="005D7599" w:rsidRDefault="005D7599">
      <w:r>
        <w:separator/>
      </w:r>
    </w:p>
  </w:footnote>
  <w:footnote w:type="continuationSeparator" w:id="0">
    <w:p w14:paraId="338F46F8" w14:textId="77777777" w:rsidR="005D7599" w:rsidRDefault="005D75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C02A3" w14:textId="77777777" w:rsidR="00A01184" w:rsidRDefault="00A01184">
    <w:pPr>
      <w:pStyle w:val="Header"/>
      <w:framePr w:wrap="around" w:vAnchor="text" w:hAnchor="page" w:x="11302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17ADF85D" w14:textId="77777777" w:rsidR="00A01184" w:rsidRDefault="00A01184">
    <w:pPr>
      <w:pStyle w:val="Header"/>
    </w:pPr>
    <w:r>
      <w:t>Report Title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6E5D2" w14:textId="77777777" w:rsidR="00A01184" w:rsidRDefault="00A01184">
    <w:pPr>
      <w:pStyle w:val="Header"/>
      <w:framePr w:wrap="around" w:vAnchor="text" w:hAnchor="page" w:x="11302" w:y="-2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C59AC">
      <w:rPr>
        <w:rStyle w:val="PageNumber"/>
        <w:noProof/>
      </w:rPr>
      <w:t>1</w:t>
    </w:r>
    <w:r>
      <w:rPr>
        <w:rStyle w:val="PageNumber"/>
      </w:rPr>
      <w:fldChar w:fldCharType="end"/>
    </w:r>
  </w:p>
  <w:p w14:paraId="4B8B70D8" w14:textId="77777777" w:rsidR="00A01184" w:rsidRDefault="00A01184">
    <w:pPr>
      <w:pStyle w:val="Header"/>
      <w:ind w:right="360"/>
    </w:pPr>
    <w:proofErr w:type="spellStart"/>
    <w:r>
      <w:t>gpl</w:t>
    </w:r>
    <w:proofErr w:type="spellEnd"/>
    <w:r>
      <w:t xml:space="preserve"> Solutions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73D64350"/>
    <w:lvl w:ilvl="0">
      <w:start w:val="1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FFFFFF7D"/>
    <w:multiLevelType w:val="singleLevel"/>
    <w:tmpl w:val="AF0AB7B0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FFFFFF7E"/>
    <w:multiLevelType w:val="singleLevel"/>
    <w:tmpl w:val="4B708BC8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 w15:restartNumberingAfterBreak="0">
    <w:nsid w:val="FFFFFF7F"/>
    <w:multiLevelType w:val="singleLevel"/>
    <w:tmpl w:val="456804F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FFFFFF80"/>
    <w:multiLevelType w:val="singleLevel"/>
    <w:tmpl w:val="18C0E15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DAC4492E"/>
    <w:lvl w:ilvl="0">
      <w:start w:val="1"/>
      <w:numFmt w:val="bullet"/>
      <w:lvlText w:val="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F3048A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92880AD2"/>
    <w:lvl w:ilvl="0">
      <w:start w:val="1"/>
      <w:numFmt w:val="bullet"/>
      <w:lvlText w:val="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auto"/>
      </w:rPr>
    </w:lvl>
  </w:abstractNum>
  <w:abstractNum w:abstractNumId="8" w15:restartNumberingAfterBreak="0">
    <w:nsid w:val="FFFFFF88"/>
    <w:multiLevelType w:val="singleLevel"/>
    <w:tmpl w:val="D5DCDC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59D80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10" w15:restartNumberingAfterBreak="0">
    <w:nsid w:val="2AD8613D"/>
    <w:multiLevelType w:val="hybridMultilevel"/>
    <w:tmpl w:val="3F6C9A38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ED4ADE"/>
    <w:multiLevelType w:val="multilevel"/>
    <w:tmpl w:val="EC2C1998"/>
    <w:name w:val="HeadingLevels"/>
    <w:lvl w:ilvl="0">
      <w:start w:val="1"/>
      <w:numFmt w:val="none"/>
      <w:suff w:val="nothing"/>
      <w:lvlText w:val=""/>
      <w:lvlJc w:val="left"/>
      <w:pPr>
        <w:tabs>
          <w:tab w:val="num" w:pos="360"/>
        </w:tabs>
        <w:ind w:left="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4">
      <w:start w:val="1"/>
      <w:numFmt w:val="lowerRoman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5">
      <w:start w:val="1"/>
      <w:numFmt w:val="upperLetter"/>
      <w:lvlText w:val="(%6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6">
      <w:start w:val="1"/>
      <w:numFmt w:val="upperRoman"/>
      <w:lvlText w:val="(%7)"/>
      <w:lvlJc w:val="left"/>
      <w:pPr>
        <w:tabs>
          <w:tab w:val="num" w:pos="3560"/>
        </w:tabs>
        <w:ind w:left="3560" w:hanging="68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7">
      <w:start w:val="1"/>
      <w:numFmt w:val="lowerLetter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8">
      <w:start w:val="1"/>
      <w:numFmt w:val="lowerRoman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2" w15:restartNumberingAfterBreak="0">
    <w:nsid w:val="2F1C7CD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42B44831"/>
    <w:multiLevelType w:val="hybridMultilevel"/>
    <w:tmpl w:val="3A08D08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C61B1"/>
    <w:multiLevelType w:val="hybridMultilevel"/>
    <w:tmpl w:val="1CAEAD52"/>
    <w:lvl w:ilvl="0" w:tplc="C2363288">
      <w:start w:val="1"/>
      <w:numFmt w:val="bullet"/>
      <w:pStyle w:val="Indent"/>
      <w:lvlText w:val="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b/>
        <w:i w:val="0"/>
        <w:color w:val="9E0927"/>
        <w:sz w:val="18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8379AB"/>
    <w:multiLevelType w:val="multilevel"/>
    <w:tmpl w:val="1CAEA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  <w:color w:val="9E0927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6E14C69"/>
    <w:multiLevelType w:val="hybridMultilevel"/>
    <w:tmpl w:val="757C8026"/>
    <w:lvl w:ilvl="0" w:tplc="91862920">
      <w:start w:val="1"/>
      <w:numFmt w:val="bullet"/>
      <w:pStyle w:val="Indent2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b w:val="0"/>
        <w:i w:val="0"/>
        <w:color w:val="auto"/>
        <w:sz w:val="16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6573D0"/>
    <w:multiLevelType w:val="multilevel"/>
    <w:tmpl w:val="1B9A30EA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4">
      <w:start w:val="1"/>
      <w:numFmt w:val="lowerRoman"/>
      <w:pStyle w:val="Heading5"/>
      <w:lvlText w:val="(%5)"/>
      <w:lvlJc w:val="left"/>
      <w:pPr>
        <w:tabs>
          <w:tab w:val="num" w:pos="2160"/>
        </w:tabs>
        <w:ind w:left="2160" w:hanging="720"/>
      </w:pPr>
      <w:rPr>
        <w:rFonts w:hint="default"/>
        <w:b w:val="0"/>
        <w:i w:val="0"/>
      </w:rPr>
    </w:lvl>
    <w:lvl w:ilvl="5">
      <w:start w:val="1"/>
      <w:numFmt w:val="upperLetter"/>
      <w:pStyle w:val="Heading6"/>
      <w:lvlText w:val="(%6)"/>
      <w:lvlJc w:val="left"/>
      <w:pPr>
        <w:tabs>
          <w:tab w:val="num" w:pos="2880"/>
        </w:tabs>
        <w:ind w:left="2880" w:hanging="720"/>
      </w:pPr>
      <w:rPr>
        <w:rFonts w:hint="default"/>
        <w:b w:val="0"/>
        <w:i w:val="0"/>
      </w:rPr>
    </w:lvl>
    <w:lvl w:ilvl="6">
      <w:start w:val="1"/>
      <w:numFmt w:val="upperRoman"/>
      <w:pStyle w:val="Heading7"/>
      <w:lvlText w:val="(%7)"/>
      <w:lvlJc w:val="left"/>
      <w:pPr>
        <w:tabs>
          <w:tab w:val="num" w:pos="3600"/>
        </w:tabs>
        <w:ind w:left="3600" w:hanging="720"/>
      </w:pPr>
      <w:rPr>
        <w:rFonts w:hint="default"/>
        <w:b w:val="0"/>
        <w:i w:val="0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8" w15:restartNumberingAfterBreak="0">
    <w:nsid w:val="67DC30AF"/>
    <w:multiLevelType w:val="multilevel"/>
    <w:tmpl w:val="291C7D74"/>
    <w:name w:val="BDWLevels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3">
      <w:start w:val="1"/>
      <w:numFmt w:val="lowerRoman"/>
      <w:lvlText w:val="(%4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4">
      <w:start w:val="1"/>
      <w:numFmt w:val="upperLetter"/>
      <w:lvlText w:val="(%5)"/>
      <w:lvlJc w:val="left"/>
      <w:pPr>
        <w:tabs>
          <w:tab w:val="num" w:pos="2880"/>
        </w:tabs>
        <w:ind w:left="2880" w:hanging="72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5">
      <w:start w:val="1"/>
      <w:numFmt w:val="upperRoman"/>
      <w:lvlText w:val="(%6)"/>
      <w:lvlJc w:val="left"/>
      <w:pPr>
        <w:tabs>
          <w:tab w:val="num" w:pos="3560"/>
        </w:tabs>
        <w:ind w:left="3560" w:hanging="68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6">
      <w:start w:val="1"/>
      <w:numFmt w:val="decimal"/>
      <w:suff w:val="nothing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7">
      <w:start w:val="1"/>
      <w:numFmt w:val="lowerLetter"/>
      <w:suff w:val="nothing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sz w:val="24"/>
        <w:u w:val="none"/>
      </w:rPr>
    </w:lvl>
    <w:lvl w:ilvl="8">
      <w:start w:val="1"/>
      <w:numFmt w:val="lowerRoman"/>
      <w:suff w:val="nothing"/>
      <w:lvlText w:val=""/>
      <w:lvlJc w:val="left"/>
      <w:pPr>
        <w:tabs>
          <w:tab w:val="num" w:pos="720"/>
        </w:tabs>
        <w:ind w:left="0" w:firstLine="0"/>
      </w:pPr>
      <w:rPr>
        <w:rFonts w:ascii="Times New Roman" w:hAnsi="Times New Roman" w:cs="Times New Roman"/>
        <w:b w:val="0"/>
        <w:i w:val="0"/>
        <w:sz w:val="24"/>
        <w:u w:val="none"/>
      </w:rPr>
    </w:lvl>
  </w:abstractNum>
  <w:abstractNum w:abstractNumId="19" w15:restartNumberingAfterBreak="0">
    <w:nsid w:val="6F1D7536"/>
    <w:multiLevelType w:val="hybridMultilevel"/>
    <w:tmpl w:val="A404BA0A"/>
    <w:lvl w:ilvl="0" w:tplc="BABAE1CE">
      <w:start w:val="1"/>
      <w:numFmt w:val="bullet"/>
      <w:pStyle w:val="Tablebullet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  <w:color w:val="9E0927"/>
        <w:sz w:val="22"/>
        <w:szCs w:val="22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1"/>
  </w:num>
  <w:num w:numId="12">
    <w:abstractNumId w:val="18"/>
  </w:num>
  <w:num w:numId="13">
    <w:abstractNumId w:val="17"/>
  </w:num>
  <w:num w:numId="14">
    <w:abstractNumId w:val="17"/>
  </w:num>
  <w:num w:numId="15">
    <w:abstractNumId w:val="17"/>
  </w:num>
  <w:num w:numId="16">
    <w:abstractNumId w:val="17"/>
  </w:num>
  <w:num w:numId="17">
    <w:abstractNumId w:val="17"/>
  </w:num>
  <w:num w:numId="18">
    <w:abstractNumId w:val="17"/>
  </w:num>
  <w:num w:numId="19">
    <w:abstractNumId w:val="17"/>
  </w:num>
  <w:num w:numId="20">
    <w:abstractNumId w:val="9"/>
  </w:num>
  <w:num w:numId="21">
    <w:abstractNumId w:val="7"/>
  </w:num>
  <w:num w:numId="22">
    <w:abstractNumId w:val="6"/>
  </w:num>
  <w:num w:numId="23">
    <w:abstractNumId w:val="5"/>
  </w:num>
  <w:num w:numId="24">
    <w:abstractNumId w:val="4"/>
  </w:num>
  <w:num w:numId="25">
    <w:abstractNumId w:val="8"/>
  </w:num>
  <w:num w:numId="26">
    <w:abstractNumId w:val="3"/>
  </w:num>
  <w:num w:numId="27">
    <w:abstractNumId w:val="2"/>
  </w:num>
  <w:num w:numId="28">
    <w:abstractNumId w:val="1"/>
  </w:num>
  <w:num w:numId="29">
    <w:abstractNumId w:val="0"/>
  </w:num>
  <w:num w:numId="30">
    <w:abstractNumId w:val="14"/>
  </w:num>
  <w:num w:numId="31">
    <w:abstractNumId w:val="16"/>
  </w:num>
  <w:num w:numId="32">
    <w:abstractNumId w:val="19"/>
  </w:num>
  <w:num w:numId="33">
    <w:abstractNumId w:val="17"/>
  </w:num>
  <w:num w:numId="34">
    <w:abstractNumId w:val="12"/>
  </w:num>
  <w:num w:numId="35">
    <w:abstractNumId w:val="15"/>
  </w:num>
  <w:num w:numId="36">
    <w:abstractNumId w:val="13"/>
  </w:num>
  <w:num w:numId="3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drawingGridHorizontalSpacing w:val="95"/>
  <w:displayHorizontalDrawingGridEvery w:val="2"/>
  <w:characterSpacingControl w:val="doNotCompress"/>
  <w:hdrShapeDefaults>
    <o:shapedefaults v:ext="edit" spidmax="18433">
      <o:colormru v:ext="edit" colors="#284579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0C2"/>
    <w:rsid w:val="000544DF"/>
    <w:rsid w:val="0008217E"/>
    <w:rsid w:val="00082287"/>
    <w:rsid w:val="000B6569"/>
    <w:rsid w:val="00144C0A"/>
    <w:rsid w:val="00163920"/>
    <w:rsid w:val="00184B9B"/>
    <w:rsid w:val="00193B62"/>
    <w:rsid w:val="001B62F2"/>
    <w:rsid w:val="001E6C45"/>
    <w:rsid w:val="001F30C8"/>
    <w:rsid w:val="00236B52"/>
    <w:rsid w:val="002C7A96"/>
    <w:rsid w:val="00343709"/>
    <w:rsid w:val="00343898"/>
    <w:rsid w:val="00363781"/>
    <w:rsid w:val="00367A08"/>
    <w:rsid w:val="003830C2"/>
    <w:rsid w:val="003877E8"/>
    <w:rsid w:val="003E0D4A"/>
    <w:rsid w:val="0042183C"/>
    <w:rsid w:val="004305D5"/>
    <w:rsid w:val="00443663"/>
    <w:rsid w:val="004613A0"/>
    <w:rsid w:val="004615DA"/>
    <w:rsid w:val="004714ED"/>
    <w:rsid w:val="004B1253"/>
    <w:rsid w:val="004B5A33"/>
    <w:rsid w:val="00502C4A"/>
    <w:rsid w:val="00526195"/>
    <w:rsid w:val="0053662D"/>
    <w:rsid w:val="00551D6E"/>
    <w:rsid w:val="00570A94"/>
    <w:rsid w:val="00585D70"/>
    <w:rsid w:val="005C59AC"/>
    <w:rsid w:val="005D045B"/>
    <w:rsid w:val="005D3E06"/>
    <w:rsid w:val="005D4EF1"/>
    <w:rsid w:val="005D7599"/>
    <w:rsid w:val="005E0BE0"/>
    <w:rsid w:val="005F293C"/>
    <w:rsid w:val="006335BB"/>
    <w:rsid w:val="00673E1C"/>
    <w:rsid w:val="006C2739"/>
    <w:rsid w:val="006C7433"/>
    <w:rsid w:val="006D456C"/>
    <w:rsid w:val="006D7A2A"/>
    <w:rsid w:val="006E653D"/>
    <w:rsid w:val="00707CC9"/>
    <w:rsid w:val="00712FDB"/>
    <w:rsid w:val="00713207"/>
    <w:rsid w:val="00747BD4"/>
    <w:rsid w:val="007C2D8D"/>
    <w:rsid w:val="00834EFE"/>
    <w:rsid w:val="00837B5E"/>
    <w:rsid w:val="00841400"/>
    <w:rsid w:val="0084262B"/>
    <w:rsid w:val="008426D1"/>
    <w:rsid w:val="00855357"/>
    <w:rsid w:val="00857709"/>
    <w:rsid w:val="008B3C90"/>
    <w:rsid w:val="008D21D4"/>
    <w:rsid w:val="00901ADC"/>
    <w:rsid w:val="009048D3"/>
    <w:rsid w:val="00910982"/>
    <w:rsid w:val="00931D32"/>
    <w:rsid w:val="00931FB2"/>
    <w:rsid w:val="009713F3"/>
    <w:rsid w:val="00973402"/>
    <w:rsid w:val="00983000"/>
    <w:rsid w:val="009C7033"/>
    <w:rsid w:val="00A01184"/>
    <w:rsid w:val="00A12F6D"/>
    <w:rsid w:val="00A14548"/>
    <w:rsid w:val="00A9363E"/>
    <w:rsid w:val="00B13187"/>
    <w:rsid w:val="00B45D1C"/>
    <w:rsid w:val="00B9446B"/>
    <w:rsid w:val="00BD099F"/>
    <w:rsid w:val="00BF3F84"/>
    <w:rsid w:val="00C417DE"/>
    <w:rsid w:val="00C4256F"/>
    <w:rsid w:val="00C80EB6"/>
    <w:rsid w:val="00CA4B28"/>
    <w:rsid w:val="00CE19B3"/>
    <w:rsid w:val="00CE4F4B"/>
    <w:rsid w:val="00D155D2"/>
    <w:rsid w:val="00D46861"/>
    <w:rsid w:val="00D51637"/>
    <w:rsid w:val="00D60AF8"/>
    <w:rsid w:val="00D87F60"/>
    <w:rsid w:val="00DA7524"/>
    <w:rsid w:val="00DE0E07"/>
    <w:rsid w:val="00DF141D"/>
    <w:rsid w:val="00E13418"/>
    <w:rsid w:val="00F15DBF"/>
    <w:rsid w:val="00F243A9"/>
    <w:rsid w:val="00F602BC"/>
    <w:rsid w:val="00F7110E"/>
    <w:rsid w:val="00F80B5F"/>
    <w:rsid w:val="00F869B2"/>
    <w:rsid w:val="00FA564C"/>
    <w:rsid w:val="00FB19CB"/>
    <w:rsid w:val="00FB5633"/>
    <w:rsid w:val="00FB6536"/>
    <w:rsid w:val="00FC0B6E"/>
    <w:rsid w:val="00FF6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o:colormru v:ext="edit" colors="#284579"/>
    </o:shapedefaults>
    <o:shapelayout v:ext="edit">
      <o:idmap v:ext="edit" data="1"/>
    </o:shapelayout>
  </w:shapeDefaults>
  <w:decimalSymbol w:val="."/>
  <w:listSeparator w:val=","/>
  <w14:docId w14:val="045A0D83"/>
  <w15:chartTrackingRefBased/>
  <w15:docId w15:val="{0FE209D2-3083-455F-A1D6-590E6CA52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120" w:line="240" w:lineRule="atLeast"/>
    </w:pPr>
    <w:rPr>
      <w:rFonts w:ascii="Arial" w:hAnsi="Arial"/>
      <w:sz w:val="18"/>
      <w:szCs w:val="24"/>
      <w:lang w:eastAsia="zh-CN"/>
    </w:rPr>
  </w:style>
  <w:style w:type="paragraph" w:styleId="Heading1">
    <w:name w:val="heading 1"/>
    <w:basedOn w:val="Normal"/>
    <w:next w:val="Normal"/>
    <w:qFormat/>
    <w:pPr>
      <w:keepNext/>
      <w:numPr>
        <w:numId w:val="33"/>
      </w:numPr>
      <w:tabs>
        <w:tab w:val="num" w:pos="360"/>
      </w:tabs>
      <w:snapToGrid w:val="0"/>
      <w:spacing w:before="120" w:after="60"/>
      <w:outlineLvl w:val="0"/>
    </w:pPr>
    <w:rPr>
      <w:rFonts w:cs="Arial"/>
      <w:bCs/>
      <w:color w:val="9E0927"/>
      <w:sz w:val="38"/>
      <w:szCs w:val="38"/>
    </w:rPr>
  </w:style>
  <w:style w:type="paragraph" w:styleId="Heading2">
    <w:name w:val="heading 2"/>
    <w:basedOn w:val="Normal"/>
    <w:next w:val="Normal"/>
    <w:qFormat/>
    <w:pPr>
      <w:keepNext/>
      <w:snapToGrid w:val="0"/>
      <w:spacing w:before="120" w:after="60"/>
      <w:outlineLvl w:val="1"/>
    </w:pPr>
    <w:rPr>
      <w:rFonts w:cs="Arial"/>
      <w:bCs/>
      <w:iCs/>
      <w:color w:val="9E0927"/>
      <w:sz w:val="26"/>
      <w:szCs w:val="26"/>
    </w:rPr>
  </w:style>
  <w:style w:type="paragraph" w:styleId="Heading3">
    <w:name w:val="heading 3"/>
    <w:basedOn w:val="Normal"/>
    <w:next w:val="Normal"/>
    <w:qFormat/>
    <w:pPr>
      <w:keepNext/>
      <w:snapToGrid w:val="0"/>
      <w:spacing w:before="120" w:after="60"/>
      <w:outlineLvl w:val="2"/>
    </w:pPr>
    <w:rPr>
      <w:rFonts w:cs="Arial"/>
      <w:bCs/>
      <w:color w:val="9E0927"/>
      <w:sz w:val="22"/>
      <w:szCs w:val="22"/>
    </w:rPr>
  </w:style>
  <w:style w:type="paragraph" w:styleId="Heading4">
    <w:name w:val="heading 4"/>
    <w:basedOn w:val="Normal"/>
    <w:next w:val="Normal"/>
    <w:qFormat/>
    <w:pPr>
      <w:snapToGrid w:val="0"/>
      <w:spacing w:before="120" w:after="60"/>
      <w:outlineLvl w:val="3"/>
    </w:pPr>
    <w:rPr>
      <w:b/>
      <w:bCs/>
      <w:color w:val="9E0927"/>
      <w:sz w:val="20"/>
      <w:szCs w:val="20"/>
    </w:rPr>
  </w:style>
  <w:style w:type="paragraph" w:styleId="Heading5">
    <w:name w:val="heading 5"/>
    <w:basedOn w:val="Normal"/>
    <w:next w:val="Normal"/>
    <w:qFormat/>
    <w:pPr>
      <w:numPr>
        <w:ilvl w:val="4"/>
        <w:numId w:val="33"/>
      </w:numPr>
      <w:tabs>
        <w:tab w:val="clear" w:pos="2160"/>
        <w:tab w:val="num" w:pos="360"/>
      </w:tabs>
      <w:ind w:left="0" w:firstLine="0"/>
      <w:outlineLvl w:val="4"/>
    </w:pPr>
    <w:rPr>
      <w:bCs/>
      <w:iCs/>
      <w:szCs w:val="26"/>
    </w:rPr>
  </w:style>
  <w:style w:type="paragraph" w:styleId="Heading6">
    <w:name w:val="heading 6"/>
    <w:basedOn w:val="Normal"/>
    <w:next w:val="Normal"/>
    <w:qFormat/>
    <w:pPr>
      <w:numPr>
        <w:ilvl w:val="5"/>
        <w:numId w:val="33"/>
      </w:numPr>
      <w:tabs>
        <w:tab w:val="clear" w:pos="2880"/>
        <w:tab w:val="num" w:pos="360"/>
      </w:tabs>
      <w:ind w:left="0" w:firstLine="0"/>
      <w:outlineLvl w:val="5"/>
    </w:pPr>
    <w:rPr>
      <w:bCs/>
      <w:szCs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33"/>
      </w:numPr>
      <w:tabs>
        <w:tab w:val="clear" w:pos="3600"/>
        <w:tab w:val="num" w:pos="360"/>
      </w:tabs>
      <w:ind w:left="0" w:firstLine="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33"/>
      </w:numPr>
      <w:tabs>
        <w:tab w:val="num" w:pos="360"/>
      </w:tabs>
      <w:outlineLvl w:val="7"/>
    </w:pPr>
    <w:rPr>
      <w:iCs/>
    </w:rPr>
  </w:style>
  <w:style w:type="paragraph" w:styleId="Heading9">
    <w:name w:val="heading 9"/>
    <w:basedOn w:val="Normal"/>
    <w:next w:val="Normal"/>
    <w:qFormat/>
    <w:pPr>
      <w:numPr>
        <w:ilvl w:val="8"/>
        <w:numId w:val="33"/>
      </w:numPr>
      <w:tabs>
        <w:tab w:val="num" w:pos="360"/>
      </w:tabs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">
    <w:name w:val="•Body Text"/>
    <w:basedOn w:val="Normal"/>
    <w:rPr>
      <w:szCs w:val="20"/>
    </w:r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Indent">
    <w:name w:val="•Indent"/>
    <w:basedOn w:val="Normal"/>
    <w:pPr>
      <w:numPr>
        <w:numId w:val="30"/>
      </w:numPr>
      <w:tabs>
        <w:tab w:val="clear" w:pos="360"/>
        <w:tab w:val="left" w:pos="284"/>
        <w:tab w:val="left" w:pos="567"/>
      </w:tabs>
    </w:pPr>
    <w:rPr>
      <w:szCs w:val="20"/>
    </w:rPr>
  </w:style>
  <w:style w:type="paragraph" w:styleId="BlockText">
    <w:name w:val="Block Text"/>
    <w:basedOn w:val="Normal"/>
    <w:semiHidden/>
    <w:pPr>
      <w:tabs>
        <w:tab w:val="left" w:pos="567"/>
        <w:tab w:val="right" w:pos="8647"/>
      </w:tabs>
      <w:suppressAutoHyphens w:val="0"/>
      <w:spacing w:after="0" w:line="240" w:lineRule="auto"/>
      <w:ind w:left="567" w:right="566" w:hanging="283"/>
    </w:pPr>
    <w:rPr>
      <w:rFonts w:eastAsia="Times New Roman"/>
      <w:sz w:val="20"/>
      <w:szCs w:val="20"/>
      <w:lang w:val="en-US" w:eastAsia="en-US"/>
    </w:rPr>
  </w:style>
  <w:style w:type="paragraph" w:customStyle="1" w:styleId="Intropara">
    <w:name w:val="•Intro para"/>
    <w:basedOn w:val="Normal"/>
    <w:pPr>
      <w:spacing w:before="120" w:after="180" w:line="280" w:lineRule="atLeast"/>
    </w:pPr>
    <w:rPr>
      <w:color w:val="9E0927"/>
      <w:sz w:val="20"/>
      <w:szCs w:val="20"/>
    </w:rPr>
  </w:style>
  <w:style w:type="paragraph" w:customStyle="1" w:styleId="Tablebullet">
    <w:name w:val="•Table bullet"/>
    <w:basedOn w:val="Normal"/>
    <w:pPr>
      <w:numPr>
        <w:numId w:val="32"/>
      </w:numPr>
      <w:tabs>
        <w:tab w:val="clear" w:pos="360"/>
        <w:tab w:val="left" w:pos="227"/>
        <w:tab w:val="left" w:pos="454"/>
      </w:tabs>
      <w:spacing w:before="40" w:after="40" w:line="200" w:lineRule="atLeast"/>
      <w:ind w:left="227" w:hanging="227"/>
    </w:pPr>
    <w:rPr>
      <w:sz w:val="16"/>
      <w:szCs w:val="19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semiHidden/>
    <w:rPr>
      <w:rFonts w:ascii="Arial" w:hAnsi="Arial"/>
      <w:sz w:val="16"/>
    </w:rPr>
  </w:style>
  <w:style w:type="paragraph" w:customStyle="1" w:styleId="Heading">
    <w:name w:val="Heading"/>
    <w:basedOn w:val="Heading1"/>
    <w:autoRedefine/>
    <w:pPr>
      <w:tabs>
        <w:tab w:val="clear" w:pos="360"/>
      </w:tabs>
      <w:spacing w:line="360" w:lineRule="auto"/>
    </w:pPr>
    <w:rPr>
      <w:rFonts w:ascii="Arial Black" w:hAnsi="Arial Black"/>
      <w:sz w:val="40"/>
    </w:rPr>
  </w:style>
  <w:style w:type="paragraph" w:customStyle="1" w:styleId="Indent2">
    <w:name w:val="•Indent 2"/>
    <w:basedOn w:val="Normal"/>
    <w:next w:val="Normal"/>
    <w:pPr>
      <w:numPr>
        <w:numId w:val="31"/>
      </w:numPr>
      <w:tabs>
        <w:tab w:val="left" w:pos="284"/>
        <w:tab w:val="left" w:pos="567"/>
      </w:tabs>
    </w:pPr>
    <w:rPr>
      <w:szCs w:val="19"/>
    </w:rPr>
  </w:style>
  <w:style w:type="paragraph" w:customStyle="1" w:styleId="Tablebulletnarrow">
    <w:name w:val="•Table bullet narrow"/>
    <w:basedOn w:val="Tablebullet"/>
    <w:rPr>
      <w:rFonts w:ascii="Arial Narrow" w:hAnsi="Arial Narrow"/>
    </w:rPr>
  </w:style>
  <w:style w:type="paragraph" w:customStyle="1" w:styleId="Tabletext">
    <w:name w:val="•Table text"/>
    <w:basedOn w:val="Tablebullet"/>
    <w:pPr>
      <w:numPr>
        <w:numId w:val="0"/>
      </w:numPr>
    </w:pPr>
  </w:style>
  <w:style w:type="paragraph" w:customStyle="1" w:styleId="Tabletextnarrow">
    <w:name w:val="•Table text narrow"/>
    <w:basedOn w:val="Tablebulletnarrow"/>
    <w:pPr>
      <w:numPr>
        <w:numId w:val="0"/>
      </w:numPr>
    </w:pPr>
  </w:style>
  <w:style w:type="paragraph" w:customStyle="1" w:styleId="Tableheading1">
    <w:name w:val="•Table heading 1"/>
    <w:basedOn w:val="Tabletext"/>
    <w:pPr>
      <w:spacing w:before="120" w:after="60" w:line="220" w:lineRule="atLeast"/>
    </w:pPr>
    <w:rPr>
      <w:b/>
      <w:color w:val="FFFFFF"/>
      <w:sz w:val="18"/>
      <w:szCs w:val="20"/>
    </w:rPr>
  </w:style>
  <w:style w:type="paragraph" w:styleId="BodyText0">
    <w:name w:val="Body Text"/>
    <w:basedOn w:val="Normal"/>
    <w:semiHidden/>
    <w:pPr>
      <w:suppressAutoHyphens w:val="0"/>
      <w:spacing w:after="0" w:line="240" w:lineRule="auto"/>
    </w:pPr>
    <w:rPr>
      <w:rFonts w:eastAsia="Times New Roman" w:cs="Arial"/>
      <w:sz w:val="20"/>
      <w:lang w:val="en-US" w:eastAsia="en-US"/>
    </w:rPr>
  </w:style>
  <w:style w:type="paragraph" w:styleId="Title">
    <w:name w:val="Title"/>
    <w:basedOn w:val="Normal"/>
    <w:qFormat/>
    <w:pPr>
      <w:suppressAutoHyphens w:val="0"/>
      <w:spacing w:after="0" w:line="240" w:lineRule="auto"/>
      <w:jc w:val="center"/>
    </w:pPr>
    <w:rPr>
      <w:rFonts w:ascii="Times New Roman" w:eastAsia="Times New Roman" w:hAnsi="Times New Roman"/>
      <w:b/>
      <w:bCs/>
      <w:sz w:val="24"/>
      <w:u w:val="single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65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B6569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Quality%20Control%20Guide\Word%20Template%208%20September\Word%20Reports%20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3408D-1828-42DC-8543-682BBFDE2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Word Reports Template</Template>
  <TotalTime>1</TotalTime>
  <Pages>1</Pages>
  <Words>129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Blake Dawson Waldron</Company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andy</dc:creator>
  <cp:keywords/>
  <cp:lastModifiedBy>Peter Vervitas</cp:lastModifiedBy>
  <cp:revision>2</cp:revision>
  <cp:lastPrinted>2019-04-29T07:16:00Z</cp:lastPrinted>
  <dcterms:created xsi:type="dcterms:W3CDTF">2021-10-07T03:48:00Z</dcterms:created>
  <dcterms:modified xsi:type="dcterms:W3CDTF">2021-10-07T03:48:00Z</dcterms:modified>
</cp:coreProperties>
</file>