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0" w:rsidRDefault="00A818F0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7A6A8F" w:rsidRPr="002C7071" w:rsidRDefault="005C6CF2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MA</w:t>
      </w:r>
      <w:bookmarkEnd w:id="0"/>
      <w:proofErr w:type="gramStart"/>
      <w:r w:rsidR="006128B1" w:rsidRPr="002C7071">
        <w:rPr>
          <w:sz w:val="20"/>
          <w:szCs w:val="20"/>
        </w:rPr>
        <w:t>:</w:t>
      </w:r>
      <w:bookmarkStart w:id="1" w:name="ClientCode"/>
      <w:proofErr w:type="gramEnd"/>
      <w:r w:rsidR="00096AAD" w:rsidRPr="002C7071">
        <w:rPr>
          <w:sz w:val="20"/>
          <w:szCs w:val="20"/>
        </w:rPr>
        <w:fldChar w:fldCharType="begin"/>
      </w:r>
      <w:r w:rsidR="00096AAD" w:rsidRPr="002C7071">
        <w:rPr>
          <w:sz w:val="20"/>
          <w:szCs w:val="20"/>
        </w:rPr>
        <w:instrText xml:space="preserve"> USERINITIALS  \* Upper  \* MERGEFORMAT </w:instrText>
      </w:r>
      <w:r w:rsidR="00096AAD" w:rsidRPr="002C7071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</w:t>
      </w:r>
      <w:r w:rsidR="00096AAD" w:rsidRPr="002C7071">
        <w:rPr>
          <w:sz w:val="20"/>
          <w:szCs w:val="20"/>
        </w:rPr>
        <w:fldChar w:fldCharType="end"/>
      </w:r>
      <w:r w:rsidR="00C17573">
        <w:rPr>
          <w:sz w:val="20"/>
          <w:szCs w:val="20"/>
        </w:rPr>
        <w:t>AK</w:t>
      </w:r>
      <w:r w:rsidR="00096AAD" w:rsidRPr="002C7071">
        <w:rPr>
          <w:sz w:val="20"/>
          <w:szCs w:val="20"/>
        </w:rPr>
        <w:t>:</w:t>
      </w:r>
      <w:r>
        <w:rPr>
          <w:sz w:val="20"/>
          <w:szCs w:val="20"/>
        </w:rPr>
        <w:t>CEN01S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385AC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fldChar w:fldCharType="begin"/>
      </w:r>
      <w:r w:rsidRPr="002C7071">
        <w:rPr>
          <w:sz w:val="20"/>
          <w:szCs w:val="20"/>
        </w:rPr>
        <w:instrText xml:space="preserve"> CREATEDATE  \@ "d MMMM yyyy" </w:instrText>
      </w:r>
      <w:r w:rsidRPr="002C7071">
        <w:rPr>
          <w:sz w:val="20"/>
          <w:szCs w:val="20"/>
        </w:rPr>
        <w:fldChar w:fldCharType="separate"/>
      </w:r>
      <w:r w:rsidR="005C6CF2">
        <w:rPr>
          <w:noProof/>
          <w:sz w:val="20"/>
          <w:szCs w:val="20"/>
        </w:rPr>
        <w:t>22 February 2018</w:t>
      </w:r>
      <w:r w:rsidRPr="002C7071">
        <w:rPr>
          <w:sz w:val="20"/>
          <w:szCs w:val="20"/>
        </w:rPr>
        <w:fldChar w:fldCharType="end"/>
      </w: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Default="00A818F0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096AA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 Directors</w:t>
      </w:r>
    </w:p>
    <w:p w:rsidR="00995E61" w:rsidRPr="002C7071" w:rsidRDefault="005C6CF2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proofErr w:type="spellStart"/>
      <w:r>
        <w:rPr>
          <w:sz w:val="20"/>
          <w:szCs w:val="20"/>
        </w:rPr>
        <w:t>Burrabrook</w:t>
      </w:r>
      <w:proofErr w:type="spellEnd"/>
      <w:r>
        <w:rPr>
          <w:sz w:val="20"/>
          <w:szCs w:val="20"/>
        </w:rPr>
        <w:t xml:space="preserve"> Pty Ltd</w:t>
      </w:r>
      <w:bookmarkEnd w:id="3"/>
      <w:r>
        <w:rPr>
          <w:sz w:val="20"/>
          <w:szCs w:val="20"/>
        </w:rPr>
        <w:t xml:space="preserve">     </w:t>
      </w:r>
      <w:bookmarkEnd w:id="2"/>
    </w:p>
    <w:p w:rsidR="00995E61" w:rsidRPr="002C7071" w:rsidRDefault="005C6CF2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 xml:space="preserve">3 </w:t>
      </w:r>
      <w:proofErr w:type="spellStart"/>
      <w:r>
        <w:rPr>
          <w:sz w:val="20"/>
          <w:szCs w:val="20"/>
        </w:rPr>
        <w:t>Gullane</w:t>
      </w:r>
      <w:proofErr w:type="spellEnd"/>
      <w:r>
        <w:rPr>
          <w:sz w:val="20"/>
          <w:szCs w:val="20"/>
        </w:rPr>
        <w:t xml:space="preserve"> Street</w:t>
      </w:r>
      <w:r>
        <w:rPr>
          <w:sz w:val="20"/>
          <w:szCs w:val="20"/>
        </w:rPr>
        <w:cr/>
        <w:t>MACGREGOR QLD 4109</w:t>
      </w:r>
      <w:bookmarkEnd w:id="4"/>
    </w:p>
    <w:p w:rsidR="00995E61" w:rsidRPr="002C7071" w:rsidRDefault="00995E61" w:rsidP="00B76FF9">
      <w:pPr>
        <w:pStyle w:val="AssessmentLetter"/>
        <w:jc w:val="both"/>
        <w:rPr>
          <w:sz w:val="20"/>
          <w:szCs w:val="20"/>
        </w:rPr>
      </w:pPr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A818F0" w:rsidRPr="002C7071" w:rsidRDefault="00A818F0" w:rsidP="00B76FF9">
      <w:pPr>
        <w:pStyle w:val="AssessmentLetter"/>
        <w:jc w:val="both"/>
        <w:rPr>
          <w:sz w:val="20"/>
          <w:szCs w:val="20"/>
        </w:rPr>
      </w:pPr>
    </w:p>
    <w:p w:rsidR="00995E61" w:rsidRPr="002C7071" w:rsidRDefault="007A6A8F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Good Morning</w:t>
      </w:r>
      <w:r w:rsidR="00995E61" w:rsidRPr="002C7071">
        <w:rPr>
          <w:sz w:val="20"/>
          <w:szCs w:val="20"/>
        </w:rPr>
        <w:t xml:space="preserve"> </w:t>
      </w:r>
      <w:bookmarkStart w:id="5" w:name="Salutation"/>
      <w:r w:rsidR="005C6CF2">
        <w:rPr>
          <w:sz w:val="20"/>
          <w:szCs w:val="20"/>
        </w:rPr>
        <w:t>Ray &amp; Margaret</w:t>
      </w:r>
      <w:bookmarkEnd w:id="5"/>
    </w:p>
    <w:p w:rsidR="00217D18" w:rsidRPr="002C7071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>RE:</w:t>
      </w:r>
      <w:r w:rsidR="000A61D3" w:rsidRPr="002C7071">
        <w:rPr>
          <w:b/>
          <w:sz w:val="20"/>
          <w:szCs w:val="20"/>
        </w:rPr>
        <w:tab/>
      </w:r>
      <w:bookmarkStart w:id="6" w:name="EntityName"/>
      <w:r w:rsidR="005C6CF2">
        <w:rPr>
          <w:b/>
          <w:sz w:val="20"/>
          <w:szCs w:val="20"/>
        </w:rPr>
        <w:t>BURRABROOK PTY LTD</w:t>
      </w:r>
      <w:bookmarkEnd w:id="6"/>
    </w:p>
    <w:p w:rsidR="00DA044A" w:rsidRPr="002C7071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2C7071">
        <w:rPr>
          <w:b/>
          <w:sz w:val="20"/>
          <w:szCs w:val="20"/>
        </w:rPr>
        <w:tab/>
      </w:r>
      <w:r w:rsidR="000A61D3" w:rsidRPr="002C7071">
        <w:rPr>
          <w:b/>
          <w:sz w:val="20"/>
          <w:szCs w:val="20"/>
        </w:rPr>
        <w:t xml:space="preserve">COMPANY ANNUAL STATEMENT - </w:t>
      </w:r>
      <w:bookmarkStart w:id="7" w:name="FinYear"/>
      <w:r w:rsidR="005C6CF2">
        <w:rPr>
          <w:b/>
          <w:sz w:val="20"/>
          <w:szCs w:val="20"/>
        </w:rPr>
        <w:t>2018</w:t>
      </w:r>
      <w:bookmarkEnd w:id="7"/>
      <w:r w:rsidR="00071953" w:rsidRPr="002C7071">
        <w:rPr>
          <w:b/>
          <w:sz w:val="20"/>
          <w:szCs w:val="20"/>
        </w:rPr>
        <w:t xml:space="preserve"> </w:t>
      </w:r>
      <w:r w:rsidR="000A61D3" w:rsidRPr="002C7071">
        <w:rPr>
          <w:b/>
          <w:sz w:val="20"/>
          <w:szCs w:val="20"/>
        </w:rPr>
        <w:t>YEAR</w:t>
      </w:r>
    </w:p>
    <w:p w:rsidR="00DA4FFE" w:rsidRPr="002C7071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2C7071">
        <w:rPr>
          <w:rFonts w:ascii="Arial" w:hAnsi="Arial" w:cs="Arial"/>
          <w:sz w:val="20"/>
        </w:rPr>
        <w:t>.</w:t>
      </w:r>
      <w:proofErr w:type="gramEnd"/>
      <w:r w:rsidRPr="002C7071">
        <w:rPr>
          <w:rFonts w:ascii="Arial" w:hAnsi="Arial" w:cs="Arial"/>
          <w:sz w:val="20"/>
        </w:rPr>
        <w:t xml:space="preserve"> Kindly return </w:t>
      </w:r>
      <w:r w:rsidR="002C2CFB">
        <w:rPr>
          <w:rFonts w:ascii="Arial" w:hAnsi="Arial" w:cs="Arial"/>
          <w:sz w:val="20"/>
        </w:rPr>
        <w:t xml:space="preserve">either </w:t>
      </w:r>
      <w:r w:rsidRPr="002C7071">
        <w:rPr>
          <w:rFonts w:ascii="Arial" w:hAnsi="Arial" w:cs="Arial"/>
          <w:sz w:val="20"/>
        </w:rPr>
        <w:t xml:space="preserve">the </w:t>
      </w:r>
      <w:r w:rsidR="002C2CFB">
        <w:rPr>
          <w:rFonts w:ascii="Arial" w:hAnsi="Arial" w:cs="Arial"/>
          <w:sz w:val="20"/>
        </w:rPr>
        <w:t xml:space="preserve">original or email a copy of the </w:t>
      </w:r>
      <w:r w:rsidRPr="002C7071">
        <w:rPr>
          <w:rFonts w:ascii="Arial" w:hAnsi="Arial" w:cs="Arial"/>
          <w:sz w:val="20"/>
        </w:rPr>
        <w:t>signed Checklist</w:t>
      </w:r>
      <w:r w:rsidR="00D341FA">
        <w:rPr>
          <w:rFonts w:ascii="Arial" w:hAnsi="Arial" w:cs="Arial"/>
          <w:sz w:val="20"/>
        </w:rPr>
        <w:t xml:space="preserve"> and Trust Account Authority</w:t>
      </w:r>
      <w:r w:rsidRPr="002C7071">
        <w:rPr>
          <w:rFonts w:ascii="Arial" w:hAnsi="Arial" w:cs="Arial"/>
          <w:sz w:val="20"/>
        </w:rPr>
        <w:t>, tog</w:t>
      </w:r>
      <w:r w:rsidR="008D230E">
        <w:rPr>
          <w:rFonts w:ascii="Arial" w:hAnsi="Arial" w:cs="Arial"/>
          <w:sz w:val="20"/>
        </w:rPr>
        <w:t>ether with your payment for $</w:t>
      </w:r>
      <w:r w:rsidR="00F56123">
        <w:rPr>
          <w:rFonts w:ascii="Arial" w:hAnsi="Arial" w:cs="Arial"/>
          <w:sz w:val="20"/>
        </w:rPr>
        <w:t>3</w:t>
      </w:r>
      <w:r w:rsidR="00F562F8">
        <w:rPr>
          <w:rFonts w:ascii="Arial" w:hAnsi="Arial" w:cs="Arial"/>
          <w:sz w:val="20"/>
        </w:rPr>
        <w:t>45.00</w:t>
      </w:r>
      <w:r w:rsidRPr="002C7071">
        <w:rPr>
          <w:rFonts w:ascii="Arial" w:hAnsi="Arial" w:cs="Arial"/>
          <w:sz w:val="20"/>
        </w:rPr>
        <w:t>, to our office by</w:t>
      </w:r>
      <w:r w:rsidR="00C17573">
        <w:rPr>
          <w:rFonts w:ascii="Arial" w:hAnsi="Arial" w:cs="Arial"/>
          <w:b/>
          <w:sz w:val="20"/>
        </w:rPr>
        <w:t xml:space="preserve"> 12 March 2018</w:t>
      </w:r>
      <w:r w:rsidRPr="002C7071">
        <w:rPr>
          <w:rFonts w:ascii="Arial" w:hAnsi="Arial" w:cs="Arial"/>
          <w:b/>
          <w:sz w:val="20"/>
        </w:rPr>
        <w:t xml:space="preserve"> </w:t>
      </w:r>
      <w:r w:rsidRPr="002C7071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2C7071">
        <w:rPr>
          <w:rFonts w:ascii="Arial" w:hAnsi="Arial" w:cs="Arial"/>
          <w:b/>
          <w:sz w:val="20"/>
        </w:rPr>
        <w:t xml:space="preserve">Please keep the </w:t>
      </w:r>
      <w:r w:rsidR="00385ACF" w:rsidRPr="002C7071">
        <w:rPr>
          <w:rFonts w:ascii="Arial" w:hAnsi="Arial" w:cs="Arial"/>
          <w:b/>
          <w:sz w:val="20"/>
        </w:rPr>
        <w:t>signed</w:t>
      </w:r>
      <w:r w:rsidRPr="002C7071">
        <w:rPr>
          <w:rFonts w:ascii="Arial" w:hAnsi="Arial" w:cs="Arial"/>
          <w:b/>
          <w:sz w:val="20"/>
        </w:rPr>
        <w:t xml:space="preserve"> Annual Company Statement and the Solvency Resolution/Minute for your records.</w:t>
      </w:r>
      <w:proofErr w:type="gramEnd"/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</w:t>
      </w:r>
      <w:r w:rsidR="00040ED7">
        <w:rPr>
          <w:rFonts w:ascii="Arial" w:hAnsi="Arial" w:cs="Arial"/>
          <w:sz w:val="20"/>
        </w:rPr>
        <w:t>stments Commission of up to $3</w:t>
      </w:r>
      <w:r w:rsidR="00F562F8">
        <w:rPr>
          <w:rFonts w:ascii="Arial" w:hAnsi="Arial" w:cs="Arial"/>
          <w:sz w:val="20"/>
        </w:rPr>
        <w:t>23</w:t>
      </w:r>
      <w:r w:rsidRPr="002C7071">
        <w:rPr>
          <w:rFonts w:ascii="Arial" w:hAnsi="Arial" w:cs="Arial"/>
          <w:sz w:val="20"/>
        </w:rPr>
        <w:t>.00.</w:t>
      </w:r>
    </w:p>
    <w:p w:rsidR="000A61D3" w:rsidRPr="002C7071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2C7071" w:rsidRDefault="000A61D3" w:rsidP="000A61D3">
      <w:pPr>
        <w:jc w:val="both"/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2C7071" w:rsidRDefault="004832B8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 xml:space="preserve"> </w:t>
      </w:r>
    </w:p>
    <w:p w:rsidR="00617ACD" w:rsidRPr="002C7071" w:rsidRDefault="00617ACD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Kind Regards</w:t>
      </w:r>
    </w:p>
    <w:p w:rsidR="00617ACD" w:rsidRPr="002C7071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2C7071" w:rsidRPr="002C7071" w:rsidRDefault="002C7071" w:rsidP="00B76FF9">
      <w:pPr>
        <w:pStyle w:val="AssessmentLetter"/>
        <w:jc w:val="both"/>
        <w:rPr>
          <w:sz w:val="20"/>
          <w:szCs w:val="20"/>
        </w:rPr>
      </w:pPr>
    </w:p>
    <w:p w:rsidR="00290E5C" w:rsidRPr="002C7071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2C7071">
        <w:rPr>
          <w:sz w:val="20"/>
          <w:szCs w:val="20"/>
        </w:rPr>
        <w:t>Corporate Affairs Administrator</w:t>
      </w:r>
    </w:p>
    <w:p w:rsidR="00240885" w:rsidRDefault="00240885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341ADB">
          <w:rPr>
            <w:rStyle w:val="Hyperlink"/>
            <w:sz w:val="20"/>
            <w:szCs w:val="20"/>
          </w:rPr>
          <w:t>theresek@mtaccountants.com.au</w:t>
        </w:r>
      </w:hyperlink>
    </w:p>
    <w:p w:rsidR="00112BEC" w:rsidRPr="001613EE" w:rsidRDefault="00112BEC" w:rsidP="00112BEC">
      <w:pPr>
        <w:jc w:val="both"/>
        <w:rPr>
          <w:rFonts w:ascii="Arial" w:hAnsi="Arial" w:cs="Arial"/>
          <w:sz w:val="20"/>
        </w:rPr>
      </w:pPr>
    </w:p>
    <w:p w:rsidR="00112BEC" w:rsidRPr="001613EE" w:rsidRDefault="00112BEC" w:rsidP="00112BEC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7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112BEC" w:rsidRPr="001613EE" w:rsidRDefault="00112BEC" w:rsidP="00112BEC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</w:t>
      </w:r>
      <w:proofErr w:type="spellStart"/>
      <w:r w:rsidRPr="001613EE">
        <w:rPr>
          <w:rFonts w:ascii="Arial" w:hAnsi="Arial" w:cs="Arial"/>
          <w:spacing w:val="-2"/>
          <w:sz w:val="20"/>
        </w:rPr>
        <w:t>Tincknell</w:t>
      </w:r>
      <w:proofErr w:type="spellEnd"/>
      <w:r w:rsidRPr="001613EE">
        <w:rPr>
          <w:rFonts w:ascii="Arial" w:hAnsi="Arial" w:cs="Arial"/>
          <w:spacing w:val="-2"/>
          <w:sz w:val="20"/>
        </w:rPr>
        <w:t xml:space="preserve"> Pty Ltd       </w:t>
      </w:r>
      <w:r w:rsidR="007B7C2E">
        <w:rPr>
          <w:rFonts w:ascii="Arial" w:hAnsi="Arial" w:cs="Arial"/>
          <w:spacing w:val="-2"/>
          <w:sz w:val="20"/>
        </w:rPr>
        <w:t xml:space="preserve">  ACN 137 316 815          ABN 58 616 576 454</w:t>
      </w:r>
      <w:r w:rsidRPr="001613EE">
        <w:rPr>
          <w:rFonts w:ascii="Arial" w:hAnsi="Arial" w:cs="Arial"/>
          <w:spacing w:val="-2"/>
          <w:sz w:val="20"/>
        </w:rPr>
        <w:t xml:space="preserve">         Date: </w:t>
      </w:r>
      <w:r w:rsidRPr="001613EE">
        <w:rPr>
          <w:rFonts w:ascii="Arial" w:hAnsi="Arial" w:cs="Arial"/>
          <w:spacing w:val="-2"/>
          <w:sz w:val="20"/>
        </w:rPr>
        <w:fldChar w:fldCharType="begin"/>
      </w:r>
      <w:r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Pr="001613EE">
        <w:rPr>
          <w:rFonts w:ascii="Arial" w:hAnsi="Arial" w:cs="Arial"/>
          <w:spacing w:val="-2"/>
          <w:sz w:val="20"/>
        </w:rPr>
        <w:fldChar w:fldCharType="separate"/>
      </w:r>
      <w:r w:rsidR="005C6CF2">
        <w:rPr>
          <w:rFonts w:ascii="Arial" w:hAnsi="Arial" w:cs="Arial"/>
          <w:noProof/>
          <w:spacing w:val="-2"/>
          <w:sz w:val="20"/>
        </w:rPr>
        <w:t>22 February 2018</w:t>
      </w:r>
      <w:r w:rsidRPr="001613EE">
        <w:rPr>
          <w:rFonts w:ascii="Arial" w:hAnsi="Arial" w:cs="Arial"/>
          <w:spacing w:val="-2"/>
          <w:sz w:val="20"/>
        </w:rPr>
        <w:fldChar w:fldCharType="end"/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</w:t>
      </w:r>
      <w:r w:rsidR="00D341FA">
        <w:rPr>
          <w:rFonts w:ascii="Arial" w:hAnsi="Arial" w:cs="Arial"/>
          <w:spacing w:val="-2"/>
          <w:sz w:val="20"/>
        </w:rPr>
        <w:t>428 7126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112BEC" w:rsidRPr="001613EE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7D79F9">
        <w:rPr>
          <w:rFonts w:ascii="Arial" w:hAnsi="Arial" w:cs="Arial"/>
          <w:spacing w:val="-2"/>
          <w:sz w:val="20"/>
        </w:rPr>
        <w:t>$3</w:t>
      </w:r>
      <w:r w:rsidR="00F562F8">
        <w:rPr>
          <w:rFonts w:ascii="Arial" w:hAnsi="Arial" w:cs="Arial"/>
          <w:spacing w:val="-2"/>
          <w:sz w:val="20"/>
        </w:rPr>
        <w:t>45.00</w:t>
      </w:r>
    </w:p>
    <w:p w:rsidR="00B21D70" w:rsidRPr="00586FC0" w:rsidRDefault="00112BEC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</w:rPr>
      </w:pPr>
      <w:r w:rsidRPr="001613EE">
        <w:rPr>
          <w:rFonts w:ascii="Arial" w:hAnsi="Arial" w:cs="Arial"/>
          <w:spacing w:val="-2"/>
          <w:sz w:val="20"/>
        </w:rPr>
        <w:t xml:space="preserve">* Includes GST of                                                                                                  </w:t>
      </w:r>
      <w:r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</w:t>
      </w:r>
      <w:r w:rsidR="0036455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36455F">
        <w:rPr>
          <w:rFonts w:ascii="Arial" w:hAnsi="Arial" w:cs="Arial"/>
          <w:spacing w:val="-2"/>
          <w:sz w:val="20"/>
        </w:rPr>
        <w:t>$  2</w:t>
      </w:r>
      <w:r w:rsidR="00F562F8">
        <w:rPr>
          <w:rFonts w:ascii="Arial" w:hAnsi="Arial" w:cs="Arial"/>
          <w:spacing w:val="-2"/>
          <w:sz w:val="20"/>
        </w:rPr>
        <w:t>7.00</w:t>
      </w:r>
      <w:proofErr w:type="gramEnd"/>
      <w:r w:rsidRPr="001613EE">
        <w:rPr>
          <w:sz w:val="20"/>
        </w:rPr>
        <w:t xml:space="preserve">   </w:t>
      </w:r>
      <w:r>
        <w:br w:type="page"/>
      </w:r>
    </w:p>
    <w:p w:rsidR="003E4694" w:rsidRPr="00C5130B" w:rsidRDefault="000A61D3" w:rsidP="00112BEC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center"/>
        <w:rPr>
          <w:rFonts w:ascii="Arial" w:hAnsi="Arial" w:cs="Arial"/>
          <w:b/>
          <w:sz w:val="28"/>
          <w:szCs w:val="28"/>
        </w:rPr>
      </w:pPr>
      <w:r w:rsidRPr="00C5130B">
        <w:rPr>
          <w:rFonts w:ascii="Arial" w:hAnsi="Arial" w:cs="Arial"/>
          <w:b/>
        </w:rPr>
        <w:t xml:space="preserve">   </w:t>
      </w:r>
      <w:bookmarkStart w:id="8" w:name="EntityNameExt"/>
      <w:r w:rsidR="005C6CF2">
        <w:rPr>
          <w:rFonts w:ascii="Arial" w:hAnsi="Arial" w:cs="Arial"/>
          <w:b/>
          <w:sz w:val="28"/>
          <w:szCs w:val="28"/>
        </w:rPr>
        <w:t>BURRABROOK PTY LTD</w:t>
      </w:r>
      <w:bookmarkEnd w:id="8"/>
    </w:p>
    <w:p w:rsidR="003E4694" w:rsidRPr="00586FC0" w:rsidRDefault="003E4694" w:rsidP="003E4694">
      <w:pPr>
        <w:rPr>
          <w:rFonts w:ascii="Arial" w:hAnsi="Arial" w:cs="Arial"/>
          <w:b/>
          <w:sz w:val="28"/>
          <w:szCs w:val="28"/>
        </w:rPr>
      </w:pPr>
    </w:p>
    <w:p w:rsidR="003E4694" w:rsidRPr="00586FC0" w:rsidRDefault="003E4694" w:rsidP="00112BEC">
      <w:pPr>
        <w:pStyle w:val="Heading1"/>
        <w:jc w:val="center"/>
        <w:rPr>
          <w:rFonts w:cs="Arial"/>
          <w:b/>
          <w:sz w:val="28"/>
          <w:szCs w:val="28"/>
        </w:rPr>
      </w:pPr>
      <w:r w:rsidRPr="00586FC0">
        <w:rPr>
          <w:rFonts w:cs="Arial"/>
          <w:b/>
          <w:sz w:val="28"/>
          <w:szCs w:val="28"/>
        </w:rPr>
        <w:t>PROCEDURES &amp; CHECKLIST</w:t>
      </w:r>
    </w:p>
    <w:p w:rsidR="003E4694" w:rsidRPr="00586FC0" w:rsidRDefault="003E4694" w:rsidP="003E4694">
      <w:pPr>
        <w:rPr>
          <w:rFonts w:ascii="Arial" w:hAnsi="Arial" w:cs="Arial"/>
          <w:sz w:val="20"/>
        </w:rPr>
      </w:pPr>
    </w:p>
    <w:p w:rsidR="003E4694" w:rsidRPr="00C256ED" w:rsidRDefault="003E4694" w:rsidP="003E4694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C256ED">
        <w:rPr>
          <w:rFonts w:ascii="Arial" w:hAnsi="Arial" w:cs="Arial"/>
          <w:sz w:val="20"/>
        </w:rPr>
        <w:tab/>
      </w:r>
    </w:p>
    <w:p w:rsidR="003E4694" w:rsidRPr="002C7071" w:rsidRDefault="003E4694" w:rsidP="003E4694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sz w:val="20"/>
        </w:rPr>
        <w:tab/>
      </w:r>
      <w:r w:rsidRPr="002C7071">
        <w:rPr>
          <w:rFonts w:ascii="Arial" w:hAnsi="Arial" w:cs="Arial"/>
          <w:b/>
          <w:sz w:val="20"/>
        </w:rPr>
        <w:t>Attended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To</w:t>
      </w:r>
    </w:p>
    <w:p w:rsidR="003E4694" w:rsidRPr="002C7071" w:rsidRDefault="003E4694" w:rsidP="003E4694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2C7071">
        <w:rPr>
          <w:rFonts w:ascii="Arial" w:hAnsi="Arial" w:cs="Arial"/>
          <w:b/>
          <w:sz w:val="20"/>
        </w:rPr>
        <w:tab/>
        <w:t>“</w:t>
      </w:r>
      <w:r w:rsidRPr="002C7071">
        <w:rPr>
          <w:rFonts w:ascii="Arial" w:hAnsi="Arial" w:cs="Arial"/>
          <w:b/>
          <w:sz w:val="20"/>
        </w:rPr>
        <w:sym w:font="Symbol" w:char="F0D6"/>
      </w:r>
      <w:r w:rsidRPr="002C7071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>Solvency Resolution by Company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2C7071">
              <w:rPr>
                <w:rFonts w:ascii="Arial" w:hAnsi="Arial" w:cs="Arial"/>
                <w:sz w:val="20"/>
              </w:rPr>
              <w:t>there</w:t>
            </w:r>
            <w:proofErr w:type="gramEnd"/>
            <w:r w:rsidRPr="002C7071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A “</w:t>
            </w:r>
            <w:r w:rsidRPr="002C7071">
              <w:rPr>
                <w:rFonts w:ascii="Arial" w:hAnsi="Arial" w:cs="Arial"/>
                <w:sz w:val="20"/>
              </w:rPr>
              <w:sym w:font="Symbol" w:char="F0D6"/>
            </w:r>
            <w:r w:rsidRPr="002C7071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3E4694" w:rsidRPr="002C7071" w:rsidRDefault="003E4694" w:rsidP="000A0EA0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2C7071">
              <w:rPr>
                <w:rFonts w:ascii="Arial" w:hAnsi="Arial" w:cs="Arial"/>
                <w:b/>
                <w:sz w:val="20"/>
              </w:rPr>
              <w:t>not Solvent</w:t>
            </w:r>
            <w:r w:rsidRPr="002C7071">
              <w:rPr>
                <w:rFonts w:ascii="Arial" w:hAnsi="Arial" w:cs="Arial"/>
                <w:sz w:val="20"/>
              </w:rPr>
              <w:t xml:space="preserve"> please advise us </w:t>
            </w:r>
            <w:r w:rsidRPr="002C7071">
              <w:rPr>
                <w:rFonts w:ascii="Arial" w:hAnsi="Arial" w:cs="Arial"/>
                <w:b/>
                <w:sz w:val="20"/>
              </w:rPr>
              <w:t>as soon as possible</w:t>
            </w:r>
            <w:r w:rsidRPr="002C7071">
              <w:rPr>
                <w:rFonts w:ascii="Arial" w:hAnsi="Arial" w:cs="Arial"/>
                <w:sz w:val="20"/>
              </w:rPr>
              <w:t xml:space="preserve">  </w:t>
            </w:r>
          </w:p>
          <w:p w:rsidR="003E4694" w:rsidRPr="002C7071" w:rsidRDefault="002C7071" w:rsidP="00F60DE1">
            <w:pPr>
              <w:tabs>
                <w:tab w:val="left" w:pos="318"/>
              </w:tabs>
              <w:ind w:left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that </w:t>
            </w:r>
            <w:r w:rsidR="003E4694" w:rsidRPr="002C7071">
              <w:rPr>
                <w:rFonts w:ascii="Arial" w:hAnsi="Arial" w:cs="Arial"/>
                <w:sz w:val="20"/>
              </w:rPr>
              <w:t xml:space="preserve">we can forward the necessary documentation to you for completion and lodgement  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2C7071" w:rsidP="00F60DE1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F60DE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</w:rPr>
              <w:t>with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ASIC.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3E4694" w:rsidRPr="002C7071" w:rsidRDefault="003E4694" w:rsidP="000A0EA0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sym w:font="Symbol" w:char="F0A8"/>
            </w:r>
            <w:r w:rsidRPr="002C7071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3E4694" w:rsidRPr="002C7071" w:rsidRDefault="003E4694" w:rsidP="000A0EA0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2C707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E4694" w:rsidRPr="002C7071" w:rsidTr="000A0EA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3E4694" w:rsidRPr="002C7071" w:rsidRDefault="003E4694" w:rsidP="000A0EA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Sign this page below AND the enclosed Trust Account Authority and return either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 copy of each form to our office. 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PLEASE NOTE:  We are unable to pay the Company’s Annual Fee to ASIC until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i/>
                <w:sz w:val="20"/>
              </w:rPr>
              <w:t xml:space="preserve"> signed Trust Account Authority has been returned to our office.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</w:t>
            </w:r>
            <w:r w:rsidR="00F56123">
              <w:rPr>
                <w:rFonts w:ascii="Arial" w:hAnsi="Arial" w:cs="Arial"/>
                <w:sz w:val="20"/>
              </w:rPr>
              <w:t>ndly arrange for payment of $3</w:t>
            </w:r>
            <w:r w:rsidR="00F562F8">
              <w:rPr>
                <w:rFonts w:ascii="Arial" w:hAnsi="Arial" w:cs="Arial"/>
                <w:sz w:val="20"/>
              </w:rPr>
              <w:t>45.00</w:t>
            </w:r>
            <w:r w:rsidR="007D79F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by either </w:t>
            </w:r>
            <w:r>
              <w:rPr>
                <w:rFonts w:ascii="Arial" w:hAnsi="Arial" w:cs="Arial"/>
                <w:b/>
                <w:sz w:val="20"/>
              </w:rPr>
              <w:t xml:space="preserve">cheque </w:t>
            </w:r>
            <w:r>
              <w:rPr>
                <w:rFonts w:ascii="Arial" w:hAnsi="Arial" w:cs="Arial"/>
                <w:sz w:val="20"/>
              </w:rPr>
              <w:t xml:space="preserve">(made payable to Marsh </w:t>
            </w:r>
            <w:proofErr w:type="spellStart"/>
            <w:r>
              <w:rPr>
                <w:rFonts w:ascii="Arial" w:hAnsi="Arial" w:cs="Arial"/>
                <w:sz w:val="20"/>
              </w:rPr>
              <w:t>Tincknell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Pty Ltd - Trust Account)</w:t>
            </w:r>
            <w:r w:rsidR="00D341FA">
              <w:rPr>
                <w:rFonts w:ascii="Arial" w:hAnsi="Arial" w:cs="Arial"/>
                <w:b/>
                <w:sz w:val="20"/>
              </w:rPr>
              <w:t xml:space="preserve"> OR direct deposit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(to cover the costs of the review of the 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company’s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affairs and ASIC Annual Fees)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by </w:t>
            </w:r>
            <w:r w:rsidR="00C17573">
              <w:rPr>
                <w:rFonts w:ascii="Arial" w:hAnsi="Arial" w:cs="Arial"/>
                <w:b/>
                <w:sz w:val="20"/>
              </w:rPr>
              <w:t>12 Marsh 2018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C65B3" w:rsidRDefault="006C65B3" w:rsidP="006C65B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Please keep the enclosed copy of the Annual Company Statement and Solvency</w:t>
            </w:r>
          </w:p>
          <w:p w:rsidR="006C65B3" w:rsidRDefault="006C65B3" w:rsidP="006C65B3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  <w:p w:rsidR="003E4694" w:rsidRPr="002C7071" w:rsidRDefault="003E4694" w:rsidP="005803A5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3E4694" w:rsidRPr="002C7071" w:rsidRDefault="003E4694" w:rsidP="003E4694">
      <w:pPr>
        <w:tabs>
          <w:tab w:val="left" w:pos="4140"/>
        </w:tabs>
        <w:rPr>
          <w:rFonts w:ascii="Arial" w:hAnsi="Arial" w:cs="Arial"/>
          <w:sz w:val="20"/>
        </w:rPr>
      </w:pPr>
    </w:p>
    <w:p w:rsidR="002464D5" w:rsidRDefault="003E4694" w:rsidP="002464D5">
      <w:pPr>
        <w:tabs>
          <w:tab w:val="left" w:pos="4140"/>
        </w:tabs>
        <w:rPr>
          <w:rFonts w:ascii="Arial" w:hAnsi="Arial" w:cs="Arial"/>
          <w:sz w:val="20"/>
        </w:rPr>
      </w:pPr>
      <w:r w:rsidRPr="002C7071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2C7071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243F98" w:rsidRDefault="00243F98" w:rsidP="00243F98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C17573">
        <w:rPr>
          <w:rFonts w:ascii="Arial" w:hAnsi="Arial" w:cs="Arial"/>
          <w:b/>
          <w:smallCaps/>
          <w:szCs w:val="24"/>
          <w:u w:val="single"/>
        </w:rPr>
        <w:t>CEN01S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243F98" w:rsidRDefault="00243F98" w:rsidP="00243F98">
      <w:pPr>
        <w:rPr>
          <w:rFonts w:ascii="Arial" w:hAnsi="Arial" w:cs="Arial"/>
          <w:smallCaps/>
          <w:szCs w:val="24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243F98" w:rsidRDefault="00243F98" w:rsidP="00243F98">
      <w:pPr>
        <w:jc w:val="center"/>
        <w:rPr>
          <w:rFonts w:ascii="Arial" w:hAnsi="Arial" w:cs="Arial"/>
          <w:smallCaps/>
          <w:szCs w:val="24"/>
        </w:rPr>
      </w:pPr>
    </w:p>
    <w:p w:rsidR="00243F98" w:rsidRPr="00C76C46" w:rsidRDefault="00243F98" w:rsidP="00243F98">
      <w:pPr>
        <w:jc w:val="both"/>
        <w:rPr>
          <w:rFonts w:ascii="Arial" w:hAnsi="Arial" w:cs="Arial"/>
          <w:szCs w:val="24"/>
        </w:rPr>
      </w:pPr>
      <w:r w:rsidRPr="00C76C46"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proofErr w:type="spellStart"/>
      <w:r w:rsidR="005C6CF2">
        <w:rPr>
          <w:rFonts w:ascii="Arial" w:hAnsi="Arial" w:cs="Arial"/>
          <w:szCs w:val="24"/>
        </w:rPr>
        <w:t>Burrabrook</w:t>
      </w:r>
      <w:proofErr w:type="spellEnd"/>
      <w:r w:rsidR="005C6CF2">
        <w:rPr>
          <w:rFonts w:ascii="Arial" w:hAnsi="Arial" w:cs="Arial"/>
          <w:szCs w:val="24"/>
        </w:rPr>
        <w:t xml:space="preserve"> Pty Ltd</w:t>
      </w:r>
      <w:bookmarkEnd w:id="9"/>
      <w:r w:rsidRPr="00C76C46">
        <w:rPr>
          <w:rFonts w:ascii="Arial" w:hAnsi="Arial" w:cs="Arial"/>
          <w:szCs w:val="24"/>
          <w:lang w:val="en-US"/>
        </w:rPr>
        <w:t xml:space="preserve">, hereby </w:t>
      </w:r>
      <w:r w:rsidRPr="00C76C46">
        <w:rPr>
          <w:rFonts w:ascii="Arial" w:hAnsi="Arial" w:cs="Arial"/>
          <w:szCs w:val="24"/>
        </w:rPr>
        <w:t xml:space="preserve">authorise Marsh </w:t>
      </w:r>
      <w:proofErr w:type="spellStart"/>
      <w:r w:rsidRPr="00C76C46">
        <w:rPr>
          <w:rFonts w:ascii="Arial" w:hAnsi="Arial" w:cs="Arial"/>
          <w:szCs w:val="24"/>
        </w:rPr>
        <w:t>Tincknell</w:t>
      </w:r>
      <w:proofErr w:type="spellEnd"/>
      <w:r w:rsidRPr="00C76C46">
        <w:rPr>
          <w:rFonts w:ascii="Arial" w:hAnsi="Arial" w:cs="Arial"/>
          <w:szCs w:val="24"/>
        </w:rPr>
        <w:t xml:space="preserve"> Pty Ltd to negotiate the payment for $</w:t>
      </w:r>
      <w:r w:rsidR="00F56123">
        <w:rPr>
          <w:rFonts w:ascii="Arial" w:hAnsi="Arial" w:cs="Arial"/>
          <w:szCs w:val="24"/>
        </w:rPr>
        <w:t>3</w:t>
      </w:r>
      <w:r w:rsidR="00F562F8">
        <w:rPr>
          <w:rFonts w:ascii="Arial" w:hAnsi="Arial" w:cs="Arial"/>
          <w:szCs w:val="24"/>
        </w:rPr>
        <w:t>45.00</w:t>
      </w:r>
      <w:r w:rsidRPr="00C76C46">
        <w:rPr>
          <w:rFonts w:ascii="Arial" w:hAnsi="Arial" w:cs="Arial"/>
          <w:szCs w:val="24"/>
        </w:rPr>
        <w:t xml:space="preserve"> in order to meet applicable costs and professional fees with respect to Corporate Affairs matters pertaining to the company.</w:t>
      </w: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</w:p>
    <w:p w:rsidR="00243F98" w:rsidRDefault="00243F98" w:rsidP="00243F9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rPr>
          <w:rFonts w:ascii="Arial" w:hAnsi="Arial" w:cs="Arial"/>
          <w:szCs w:val="24"/>
        </w:rPr>
      </w:pPr>
    </w:p>
    <w:p w:rsidR="00243F98" w:rsidRDefault="00243F98" w:rsidP="00243F98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rPr>
          <w:rFonts w:ascii="Arial" w:hAnsi="Arial" w:cs="Arial"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243F98" w:rsidRDefault="00243F98" w:rsidP="00243F98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243F98" w:rsidRPr="002C7071" w:rsidRDefault="00243F98" w:rsidP="002464D5">
      <w:pPr>
        <w:tabs>
          <w:tab w:val="left" w:pos="4140"/>
        </w:tabs>
        <w:rPr>
          <w:rFonts w:ascii="Arial" w:hAnsi="Arial" w:cs="Arial"/>
          <w:sz w:val="20"/>
        </w:rPr>
      </w:pPr>
    </w:p>
    <w:sectPr w:rsidR="00243F98" w:rsidRPr="002C7071" w:rsidSect="00A818F0">
      <w:pgSz w:w="11907" w:h="16840" w:code="9"/>
      <w:pgMar w:top="1871" w:right="1134" w:bottom="1701" w:left="1134" w:header="1440" w:footer="4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73" w:rsidRDefault="00C17573">
      <w:r>
        <w:separator/>
      </w:r>
    </w:p>
  </w:endnote>
  <w:endnote w:type="continuationSeparator" w:id="0">
    <w:p w:rsidR="00C17573" w:rsidRDefault="00C17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73" w:rsidRDefault="00C17573">
      <w:r>
        <w:separator/>
      </w:r>
    </w:p>
  </w:footnote>
  <w:footnote w:type="continuationSeparator" w:id="0">
    <w:p w:rsidR="00C17573" w:rsidRDefault="00C17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573"/>
    <w:rsid w:val="00006A51"/>
    <w:rsid w:val="00007479"/>
    <w:rsid w:val="00011103"/>
    <w:rsid w:val="00021F0D"/>
    <w:rsid w:val="0002303F"/>
    <w:rsid w:val="00032D86"/>
    <w:rsid w:val="0003394E"/>
    <w:rsid w:val="00034204"/>
    <w:rsid w:val="000369D4"/>
    <w:rsid w:val="00040ED7"/>
    <w:rsid w:val="00050788"/>
    <w:rsid w:val="00053380"/>
    <w:rsid w:val="000539EC"/>
    <w:rsid w:val="00066D19"/>
    <w:rsid w:val="00071953"/>
    <w:rsid w:val="00075CC1"/>
    <w:rsid w:val="00087014"/>
    <w:rsid w:val="00091854"/>
    <w:rsid w:val="00096AAD"/>
    <w:rsid w:val="0009768D"/>
    <w:rsid w:val="000A0E9D"/>
    <w:rsid w:val="000A0EA0"/>
    <w:rsid w:val="000A61D3"/>
    <w:rsid w:val="000A70F6"/>
    <w:rsid w:val="000A7268"/>
    <w:rsid w:val="000B2E2B"/>
    <w:rsid w:val="000B4DE5"/>
    <w:rsid w:val="000C1491"/>
    <w:rsid w:val="000C5232"/>
    <w:rsid w:val="000C5DC7"/>
    <w:rsid w:val="000C788C"/>
    <w:rsid w:val="000D028B"/>
    <w:rsid w:val="000D4B93"/>
    <w:rsid w:val="000D6B46"/>
    <w:rsid w:val="000E02F8"/>
    <w:rsid w:val="000F2872"/>
    <w:rsid w:val="000F3BE5"/>
    <w:rsid w:val="000F606D"/>
    <w:rsid w:val="0010399A"/>
    <w:rsid w:val="00105734"/>
    <w:rsid w:val="00107898"/>
    <w:rsid w:val="00111911"/>
    <w:rsid w:val="001120FB"/>
    <w:rsid w:val="00112BEC"/>
    <w:rsid w:val="0011414D"/>
    <w:rsid w:val="0012217C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0DE"/>
    <w:rsid w:val="001D0C7B"/>
    <w:rsid w:val="001D21C6"/>
    <w:rsid w:val="001D4203"/>
    <w:rsid w:val="001E0024"/>
    <w:rsid w:val="001E09C9"/>
    <w:rsid w:val="001E3295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6252"/>
    <w:rsid w:val="00217CC8"/>
    <w:rsid w:val="00217D18"/>
    <w:rsid w:val="002218D4"/>
    <w:rsid w:val="00221F5A"/>
    <w:rsid w:val="0022411C"/>
    <w:rsid w:val="00224457"/>
    <w:rsid w:val="00231E16"/>
    <w:rsid w:val="00234607"/>
    <w:rsid w:val="002360CD"/>
    <w:rsid w:val="00240885"/>
    <w:rsid w:val="00242798"/>
    <w:rsid w:val="002427E2"/>
    <w:rsid w:val="00243F98"/>
    <w:rsid w:val="0024411E"/>
    <w:rsid w:val="002443DB"/>
    <w:rsid w:val="002464D5"/>
    <w:rsid w:val="00246C5D"/>
    <w:rsid w:val="002511E7"/>
    <w:rsid w:val="0025153D"/>
    <w:rsid w:val="002533DB"/>
    <w:rsid w:val="002549D5"/>
    <w:rsid w:val="00257D22"/>
    <w:rsid w:val="00262C43"/>
    <w:rsid w:val="00264F5A"/>
    <w:rsid w:val="0027126D"/>
    <w:rsid w:val="002725B8"/>
    <w:rsid w:val="00275991"/>
    <w:rsid w:val="00275D83"/>
    <w:rsid w:val="00284301"/>
    <w:rsid w:val="00285317"/>
    <w:rsid w:val="00286270"/>
    <w:rsid w:val="00287762"/>
    <w:rsid w:val="00290E5C"/>
    <w:rsid w:val="00291310"/>
    <w:rsid w:val="00291F4D"/>
    <w:rsid w:val="0029465C"/>
    <w:rsid w:val="0029566E"/>
    <w:rsid w:val="002A057F"/>
    <w:rsid w:val="002A0FBD"/>
    <w:rsid w:val="002A27C4"/>
    <w:rsid w:val="002A3332"/>
    <w:rsid w:val="002A7FEC"/>
    <w:rsid w:val="002B0BD4"/>
    <w:rsid w:val="002C2B60"/>
    <w:rsid w:val="002C2CFB"/>
    <w:rsid w:val="002C5EE0"/>
    <w:rsid w:val="002C7071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219DC"/>
    <w:rsid w:val="00322387"/>
    <w:rsid w:val="00324D76"/>
    <w:rsid w:val="00325299"/>
    <w:rsid w:val="00325A6E"/>
    <w:rsid w:val="0032625F"/>
    <w:rsid w:val="00334A4D"/>
    <w:rsid w:val="00336849"/>
    <w:rsid w:val="003420A6"/>
    <w:rsid w:val="00344663"/>
    <w:rsid w:val="00350C59"/>
    <w:rsid w:val="0035636D"/>
    <w:rsid w:val="00356696"/>
    <w:rsid w:val="00360A49"/>
    <w:rsid w:val="0036251A"/>
    <w:rsid w:val="0036455F"/>
    <w:rsid w:val="0037161D"/>
    <w:rsid w:val="003716AE"/>
    <w:rsid w:val="00385ACF"/>
    <w:rsid w:val="003B01F7"/>
    <w:rsid w:val="003B4AB7"/>
    <w:rsid w:val="003C4922"/>
    <w:rsid w:val="003C76D4"/>
    <w:rsid w:val="003D28D7"/>
    <w:rsid w:val="003D74D1"/>
    <w:rsid w:val="003E4694"/>
    <w:rsid w:val="003E568D"/>
    <w:rsid w:val="003F092D"/>
    <w:rsid w:val="003F55EE"/>
    <w:rsid w:val="00400745"/>
    <w:rsid w:val="00402380"/>
    <w:rsid w:val="00402D5B"/>
    <w:rsid w:val="00402E76"/>
    <w:rsid w:val="00403068"/>
    <w:rsid w:val="00405B9B"/>
    <w:rsid w:val="004104D4"/>
    <w:rsid w:val="00410AD3"/>
    <w:rsid w:val="00412E03"/>
    <w:rsid w:val="00413310"/>
    <w:rsid w:val="00415208"/>
    <w:rsid w:val="004179BA"/>
    <w:rsid w:val="00431288"/>
    <w:rsid w:val="00435546"/>
    <w:rsid w:val="00437042"/>
    <w:rsid w:val="0044051C"/>
    <w:rsid w:val="00462820"/>
    <w:rsid w:val="004715DA"/>
    <w:rsid w:val="00476B67"/>
    <w:rsid w:val="004832B8"/>
    <w:rsid w:val="004845B7"/>
    <w:rsid w:val="00490D81"/>
    <w:rsid w:val="0049188E"/>
    <w:rsid w:val="0049363A"/>
    <w:rsid w:val="004A424E"/>
    <w:rsid w:val="004A4BBC"/>
    <w:rsid w:val="004B1C3C"/>
    <w:rsid w:val="004B2CFB"/>
    <w:rsid w:val="004C1F68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71842"/>
    <w:rsid w:val="00572554"/>
    <w:rsid w:val="00576367"/>
    <w:rsid w:val="005803A5"/>
    <w:rsid w:val="00582976"/>
    <w:rsid w:val="00585CA1"/>
    <w:rsid w:val="005863FC"/>
    <w:rsid w:val="00586FC0"/>
    <w:rsid w:val="0059097A"/>
    <w:rsid w:val="005970E1"/>
    <w:rsid w:val="005A0C5F"/>
    <w:rsid w:val="005A7060"/>
    <w:rsid w:val="005B1F76"/>
    <w:rsid w:val="005C1560"/>
    <w:rsid w:val="005C69D3"/>
    <w:rsid w:val="005C6CF2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33CA"/>
    <w:rsid w:val="006360CE"/>
    <w:rsid w:val="0064335E"/>
    <w:rsid w:val="006451B7"/>
    <w:rsid w:val="00646311"/>
    <w:rsid w:val="006463E9"/>
    <w:rsid w:val="00652D38"/>
    <w:rsid w:val="006616DF"/>
    <w:rsid w:val="00662BD0"/>
    <w:rsid w:val="006638C0"/>
    <w:rsid w:val="006671D8"/>
    <w:rsid w:val="006743F0"/>
    <w:rsid w:val="00675785"/>
    <w:rsid w:val="006866FE"/>
    <w:rsid w:val="006873BA"/>
    <w:rsid w:val="00695671"/>
    <w:rsid w:val="00695A70"/>
    <w:rsid w:val="006A5149"/>
    <w:rsid w:val="006A6E93"/>
    <w:rsid w:val="006A74B2"/>
    <w:rsid w:val="006B00E9"/>
    <w:rsid w:val="006B1F27"/>
    <w:rsid w:val="006C0AA9"/>
    <w:rsid w:val="006C1861"/>
    <w:rsid w:val="006C591A"/>
    <w:rsid w:val="006C65B3"/>
    <w:rsid w:val="006D5435"/>
    <w:rsid w:val="006E19CF"/>
    <w:rsid w:val="006F640C"/>
    <w:rsid w:val="006F6B2F"/>
    <w:rsid w:val="00701758"/>
    <w:rsid w:val="007022B0"/>
    <w:rsid w:val="0071070A"/>
    <w:rsid w:val="00721C6A"/>
    <w:rsid w:val="00732E8B"/>
    <w:rsid w:val="007342ED"/>
    <w:rsid w:val="00741A67"/>
    <w:rsid w:val="00743549"/>
    <w:rsid w:val="007437AB"/>
    <w:rsid w:val="00744485"/>
    <w:rsid w:val="007511BE"/>
    <w:rsid w:val="007518C5"/>
    <w:rsid w:val="00751C8B"/>
    <w:rsid w:val="007527BC"/>
    <w:rsid w:val="00752A15"/>
    <w:rsid w:val="00755513"/>
    <w:rsid w:val="00757356"/>
    <w:rsid w:val="0075758C"/>
    <w:rsid w:val="0076002D"/>
    <w:rsid w:val="00761B74"/>
    <w:rsid w:val="00764BD3"/>
    <w:rsid w:val="00764E61"/>
    <w:rsid w:val="00766797"/>
    <w:rsid w:val="00771ACB"/>
    <w:rsid w:val="00771F9D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BC5"/>
    <w:rsid w:val="007B7C2E"/>
    <w:rsid w:val="007C100B"/>
    <w:rsid w:val="007C4D76"/>
    <w:rsid w:val="007C640C"/>
    <w:rsid w:val="007C680C"/>
    <w:rsid w:val="007D09A0"/>
    <w:rsid w:val="007D6F68"/>
    <w:rsid w:val="007D79F9"/>
    <w:rsid w:val="007E0E08"/>
    <w:rsid w:val="007E252A"/>
    <w:rsid w:val="007F4280"/>
    <w:rsid w:val="007F4A05"/>
    <w:rsid w:val="007F6A75"/>
    <w:rsid w:val="00802A73"/>
    <w:rsid w:val="00811BDA"/>
    <w:rsid w:val="008127DE"/>
    <w:rsid w:val="00813258"/>
    <w:rsid w:val="00816267"/>
    <w:rsid w:val="0082121C"/>
    <w:rsid w:val="008236EE"/>
    <w:rsid w:val="00830019"/>
    <w:rsid w:val="00831F90"/>
    <w:rsid w:val="0083556B"/>
    <w:rsid w:val="00835617"/>
    <w:rsid w:val="00836918"/>
    <w:rsid w:val="0084167A"/>
    <w:rsid w:val="008429DD"/>
    <w:rsid w:val="00845391"/>
    <w:rsid w:val="00846064"/>
    <w:rsid w:val="00850BFF"/>
    <w:rsid w:val="00857D02"/>
    <w:rsid w:val="0087064A"/>
    <w:rsid w:val="00873528"/>
    <w:rsid w:val="00874B50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230E"/>
    <w:rsid w:val="008D4BFB"/>
    <w:rsid w:val="008D6C64"/>
    <w:rsid w:val="008E0DCA"/>
    <w:rsid w:val="008E2D27"/>
    <w:rsid w:val="008E4793"/>
    <w:rsid w:val="008F3722"/>
    <w:rsid w:val="008F681C"/>
    <w:rsid w:val="00900944"/>
    <w:rsid w:val="00910C38"/>
    <w:rsid w:val="00911F19"/>
    <w:rsid w:val="00913331"/>
    <w:rsid w:val="00914323"/>
    <w:rsid w:val="009209FF"/>
    <w:rsid w:val="00930880"/>
    <w:rsid w:val="009355EF"/>
    <w:rsid w:val="00936326"/>
    <w:rsid w:val="00937244"/>
    <w:rsid w:val="00941827"/>
    <w:rsid w:val="00942CDC"/>
    <w:rsid w:val="00942E29"/>
    <w:rsid w:val="00945854"/>
    <w:rsid w:val="009537EE"/>
    <w:rsid w:val="00963A21"/>
    <w:rsid w:val="00964278"/>
    <w:rsid w:val="009667A9"/>
    <w:rsid w:val="009758EF"/>
    <w:rsid w:val="00975C03"/>
    <w:rsid w:val="00976995"/>
    <w:rsid w:val="00981A64"/>
    <w:rsid w:val="00982DC3"/>
    <w:rsid w:val="00983DAE"/>
    <w:rsid w:val="009848A7"/>
    <w:rsid w:val="00985361"/>
    <w:rsid w:val="009878F7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3A25"/>
    <w:rsid w:val="009C5D57"/>
    <w:rsid w:val="009D0B20"/>
    <w:rsid w:val="009D1563"/>
    <w:rsid w:val="009D54D1"/>
    <w:rsid w:val="009D7E3D"/>
    <w:rsid w:val="009E3ACD"/>
    <w:rsid w:val="009E5004"/>
    <w:rsid w:val="009F5667"/>
    <w:rsid w:val="00A01237"/>
    <w:rsid w:val="00A038CC"/>
    <w:rsid w:val="00A12451"/>
    <w:rsid w:val="00A20D23"/>
    <w:rsid w:val="00A43585"/>
    <w:rsid w:val="00A442BE"/>
    <w:rsid w:val="00A442EE"/>
    <w:rsid w:val="00A47C9A"/>
    <w:rsid w:val="00A5696E"/>
    <w:rsid w:val="00A62BBD"/>
    <w:rsid w:val="00A818F0"/>
    <w:rsid w:val="00A84C6C"/>
    <w:rsid w:val="00A862B8"/>
    <w:rsid w:val="00A90553"/>
    <w:rsid w:val="00A9156F"/>
    <w:rsid w:val="00A96F8A"/>
    <w:rsid w:val="00A97E09"/>
    <w:rsid w:val="00AA176E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4013"/>
    <w:rsid w:val="00B05E85"/>
    <w:rsid w:val="00B1427C"/>
    <w:rsid w:val="00B21D70"/>
    <w:rsid w:val="00B248E2"/>
    <w:rsid w:val="00B2508D"/>
    <w:rsid w:val="00B27F3C"/>
    <w:rsid w:val="00B30AA9"/>
    <w:rsid w:val="00B30C4E"/>
    <w:rsid w:val="00B3155C"/>
    <w:rsid w:val="00B3497C"/>
    <w:rsid w:val="00B36A16"/>
    <w:rsid w:val="00B47C5E"/>
    <w:rsid w:val="00B54F79"/>
    <w:rsid w:val="00B554D5"/>
    <w:rsid w:val="00B578D3"/>
    <w:rsid w:val="00B620ED"/>
    <w:rsid w:val="00B74826"/>
    <w:rsid w:val="00B74891"/>
    <w:rsid w:val="00B76FF9"/>
    <w:rsid w:val="00B826DD"/>
    <w:rsid w:val="00B87388"/>
    <w:rsid w:val="00B915FC"/>
    <w:rsid w:val="00B94AE7"/>
    <w:rsid w:val="00BA032C"/>
    <w:rsid w:val="00BA7031"/>
    <w:rsid w:val="00BA7194"/>
    <w:rsid w:val="00BB0895"/>
    <w:rsid w:val="00BB1441"/>
    <w:rsid w:val="00BB6B4B"/>
    <w:rsid w:val="00BC50A6"/>
    <w:rsid w:val="00BC625C"/>
    <w:rsid w:val="00BD0DC1"/>
    <w:rsid w:val="00BD6A99"/>
    <w:rsid w:val="00BD743F"/>
    <w:rsid w:val="00BE0E18"/>
    <w:rsid w:val="00BE3825"/>
    <w:rsid w:val="00BE3C27"/>
    <w:rsid w:val="00BE3D14"/>
    <w:rsid w:val="00BE4F87"/>
    <w:rsid w:val="00BE5D52"/>
    <w:rsid w:val="00BE64F4"/>
    <w:rsid w:val="00BF4AF4"/>
    <w:rsid w:val="00BF533B"/>
    <w:rsid w:val="00C12C12"/>
    <w:rsid w:val="00C1647D"/>
    <w:rsid w:val="00C16D79"/>
    <w:rsid w:val="00C17573"/>
    <w:rsid w:val="00C200B5"/>
    <w:rsid w:val="00C22450"/>
    <w:rsid w:val="00C2269F"/>
    <w:rsid w:val="00C236E6"/>
    <w:rsid w:val="00C256ED"/>
    <w:rsid w:val="00C27DEC"/>
    <w:rsid w:val="00C32FCC"/>
    <w:rsid w:val="00C42B99"/>
    <w:rsid w:val="00C5130B"/>
    <w:rsid w:val="00C51979"/>
    <w:rsid w:val="00C52D7B"/>
    <w:rsid w:val="00C61485"/>
    <w:rsid w:val="00C62BB2"/>
    <w:rsid w:val="00C66F6D"/>
    <w:rsid w:val="00C7609F"/>
    <w:rsid w:val="00C76C46"/>
    <w:rsid w:val="00C84414"/>
    <w:rsid w:val="00C906FD"/>
    <w:rsid w:val="00C96CF9"/>
    <w:rsid w:val="00CA0B66"/>
    <w:rsid w:val="00CA2BDF"/>
    <w:rsid w:val="00CA575D"/>
    <w:rsid w:val="00CA5C37"/>
    <w:rsid w:val="00CB0E3A"/>
    <w:rsid w:val="00CB62D4"/>
    <w:rsid w:val="00CC395B"/>
    <w:rsid w:val="00CE43BA"/>
    <w:rsid w:val="00CE4612"/>
    <w:rsid w:val="00CE55B6"/>
    <w:rsid w:val="00CF4D8B"/>
    <w:rsid w:val="00D02BC5"/>
    <w:rsid w:val="00D042DD"/>
    <w:rsid w:val="00D066E7"/>
    <w:rsid w:val="00D073B9"/>
    <w:rsid w:val="00D11102"/>
    <w:rsid w:val="00D1471D"/>
    <w:rsid w:val="00D21A8C"/>
    <w:rsid w:val="00D3386B"/>
    <w:rsid w:val="00D341FA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3265"/>
    <w:rsid w:val="00D644AA"/>
    <w:rsid w:val="00D737E4"/>
    <w:rsid w:val="00D774C6"/>
    <w:rsid w:val="00D83B02"/>
    <w:rsid w:val="00D84001"/>
    <w:rsid w:val="00D84BA5"/>
    <w:rsid w:val="00D86F3D"/>
    <w:rsid w:val="00D91609"/>
    <w:rsid w:val="00DA044A"/>
    <w:rsid w:val="00DA3442"/>
    <w:rsid w:val="00DA4FFE"/>
    <w:rsid w:val="00DB224B"/>
    <w:rsid w:val="00DB2D05"/>
    <w:rsid w:val="00DC1743"/>
    <w:rsid w:val="00DC5FB9"/>
    <w:rsid w:val="00DC63A8"/>
    <w:rsid w:val="00DD723E"/>
    <w:rsid w:val="00DE5C31"/>
    <w:rsid w:val="00E10AC7"/>
    <w:rsid w:val="00E15F2C"/>
    <w:rsid w:val="00E2350E"/>
    <w:rsid w:val="00E27BF2"/>
    <w:rsid w:val="00E35C2F"/>
    <w:rsid w:val="00E3676C"/>
    <w:rsid w:val="00E369A5"/>
    <w:rsid w:val="00E37741"/>
    <w:rsid w:val="00E41793"/>
    <w:rsid w:val="00E543D9"/>
    <w:rsid w:val="00E57076"/>
    <w:rsid w:val="00E63FF7"/>
    <w:rsid w:val="00E71264"/>
    <w:rsid w:val="00E71670"/>
    <w:rsid w:val="00E7465C"/>
    <w:rsid w:val="00E7521A"/>
    <w:rsid w:val="00E85857"/>
    <w:rsid w:val="00E9561F"/>
    <w:rsid w:val="00EA0030"/>
    <w:rsid w:val="00EA5EF1"/>
    <w:rsid w:val="00EB1D1A"/>
    <w:rsid w:val="00EB3FAF"/>
    <w:rsid w:val="00EB77D7"/>
    <w:rsid w:val="00EB7B98"/>
    <w:rsid w:val="00EB7DBB"/>
    <w:rsid w:val="00EC6AF0"/>
    <w:rsid w:val="00ED3AC5"/>
    <w:rsid w:val="00ED3CAC"/>
    <w:rsid w:val="00ED5911"/>
    <w:rsid w:val="00ED7E77"/>
    <w:rsid w:val="00EE28DD"/>
    <w:rsid w:val="00EE5F33"/>
    <w:rsid w:val="00EF34A2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21DA"/>
    <w:rsid w:val="00F44B58"/>
    <w:rsid w:val="00F508C9"/>
    <w:rsid w:val="00F536EE"/>
    <w:rsid w:val="00F55EDB"/>
    <w:rsid w:val="00F56123"/>
    <w:rsid w:val="00F562F8"/>
    <w:rsid w:val="00F60DE1"/>
    <w:rsid w:val="00F62CFC"/>
    <w:rsid w:val="00F7002C"/>
    <w:rsid w:val="00F81715"/>
    <w:rsid w:val="00F821A3"/>
    <w:rsid w:val="00F85626"/>
    <w:rsid w:val="00F8623A"/>
    <w:rsid w:val="00F9254E"/>
    <w:rsid w:val="00FA49E3"/>
    <w:rsid w:val="00FA6CDA"/>
    <w:rsid w:val="00FB2ECF"/>
    <w:rsid w:val="00FB38CC"/>
    <w:rsid w:val="00FC4A95"/>
    <w:rsid w:val="00FC61B1"/>
    <w:rsid w:val="00FD1E9F"/>
    <w:rsid w:val="00FD694F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41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rsid w:val="00DB224B"/>
    <w:rPr>
      <w:color w:val="0000FF"/>
      <w:u w:val="single"/>
    </w:rPr>
  </w:style>
  <w:style w:type="character" w:customStyle="1" w:styleId="Heading3Char">
    <w:name w:val="Heading 3 Char"/>
    <w:link w:val="Heading3"/>
    <w:semiHidden/>
    <w:rsid w:val="00D341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rsid w:val="00D341FA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%20-%20Super%20C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 - Super Co.dot</Template>
  <TotalTime>253</TotalTime>
  <Pages>3</Pages>
  <Words>601</Words>
  <Characters>3893</Characters>
  <Application>Microsoft Office Word</Application>
  <DocSecurity>0</DocSecurity>
  <Lines>243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4410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ACS Package CEN01SC1 Letter</dc:title>
  <dc:subject>2018 ACS Package CEN01SC1 Letter</dc:subject>
  <dc:creator>THERESEK</dc:creator>
  <cp:keywords> pbDocID: pb50281</cp:keywords>
  <dc:description>Created by ASIC Paper Buster_x000d_
Original Ref: H:\CEN01S\Permanent\Trust Deeds &amp; Corporate\Burrabrook Pty Ltd\ASIC Documents\2018 ACS Package CEN01SC1 Letter.docx_x000d_
Email: _x000d_
CC Email: _x000d_
BCC Email: _x000d_
</dc:description>
  <cp:lastModifiedBy>theresek</cp:lastModifiedBy>
  <cp:revision>3</cp:revision>
  <cp:lastPrinted>2018-02-22T00:13:00Z</cp:lastPrinted>
  <dcterms:created xsi:type="dcterms:W3CDTF">2018-02-22T00:04:00Z</dcterms:created>
  <dcterms:modified xsi:type="dcterms:W3CDTF">2018-02-22T04:24:00Z</dcterms:modified>
  <cp:category>Company Stmt-Super Co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  <property fmtid="{D5CDD505-2E9C-101B-9397-08002B2CF9AE}" pid="7" name="Original Ref">
    <vt:lpwstr>H:\CEN01S\Permanent\Trust Deeds &amp; Corporate\Burrabrook Pty Ltd\ASIC Documents\2018 ACS Package CEN01SC1 Letter.docx</vt:lpwstr>
  </property>
  <property fmtid="{D5CDD505-2E9C-101B-9397-08002B2CF9AE}" pid="8" name="Email">
    <vt:lpwstr/>
  </property>
  <property fmtid="{D5CDD505-2E9C-101B-9397-08002B2CF9AE}" pid="9" name="CC Email">
    <vt:lpwstr/>
  </property>
  <property fmtid="{D5CDD505-2E9C-101B-9397-08002B2CF9AE}" pid="10" name="BCC Email">
    <vt:lpwstr/>
  </property>
</Properties>
</file>