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75" w:rsidRDefault="00E26975" w:rsidP="00B76FF9">
      <w:pPr>
        <w:pStyle w:val="AssessmentLetter"/>
        <w:jc w:val="both"/>
        <w:rPr>
          <w:sz w:val="20"/>
          <w:szCs w:val="20"/>
        </w:rPr>
      </w:pPr>
      <w:bookmarkStart w:id="0" w:name="PartnerInitials"/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7A6A8F" w:rsidRPr="001613EE" w:rsidRDefault="00D425B2" w:rsidP="00B76FF9">
      <w:pPr>
        <w:pStyle w:val="AssessmentLetter"/>
        <w:jc w:val="both"/>
        <w:rPr>
          <w:sz w:val="20"/>
          <w:szCs w:val="20"/>
        </w:rPr>
      </w:pPr>
      <w:r>
        <w:rPr>
          <w:sz w:val="20"/>
          <w:szCs w:val="20"/>
        </w:rPr>
        <w:t>MA</w:t>
      </w:r>
      <w:bookmarkEnd w:id="0"/>
      <w:proofErr w:type="gramStart"/>
      <w:r w:rsidR="004A375B" w:rsidRPr="001613EE">
        <w:rPr>
          <w:sz w:val="20"/>
          <w:szCs w:val="20"/>
        </w:rPr>
        <w:t>:</w:t>
      </w:r>
      <w:proofErr w:type="gramEnd"/>
      <w:r w:rsidR="004A375B" w:rsidRPr="001613EE">
        <w:rPr>
          <w:sz w:val="20"/>
          <w:szCs w:val="20"/>
        </w:rPr>
        <w:fldChar w:fldCharType="begin"/>
      </w:r>
      <w:r w:rsidR="004A375B" w:rsidRPr="001613EE">
        <w:rPr>
          <w:sz w:val="20"/>
          <w:szCs w:val="20"/>
        </w:rPr>
        <w:instrText xml:space="preserve"> USERINITIALS  \* Upper  \* MERGEFORMAT </w:instrText>
      </w:r>
      <w:r w:rsidR="004A375B" w:rsidRPr="001613EE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TAK</w:t>
      </w:r>
      <w:r w:rsidR="004A375B" w:rsidRPr="001613EE">
        <w:rPr>
          <w:sz w:val="20"/>
          <w:szCs w:val="20"/>
        </w:rPr>
        <w:fldChar w:fldCharType="end"/>
      </w:r>
      <w:r w:rsidR="006128B1" w:rsidRPr="001613EE">
        <w:rPr>
          <w:sz w:val="20"/>
          <w:szCs w:val="20"/>
        </w:rPr>
        <w:t>:</w:t>
      </w:r>
      <w:bookmarkStart w:id="1" w:name="ClientCode"/>
      <w:r>
        <w:rPr>
          <w:sz w:val="20"/>
          <w:szCs w:val="20"/>
        </w:rPr>
        <w:t>DOL01S</w:t>
      </w:r>
      <w:bookmarkEnd w:id="1"/>
    </w:p>
    <w:p w:rsidR="007A6A8F" w:rsidRDefault="007A6A8F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995E61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fldChar w:fldCharType="begin"/>
      </w:r>
      <w:r w:rsidRPr="001613EE">
        <w:rPr>
          <w:sz w:val="20"/>
          <w:szCs w:val="20"/>
        </w:rPr>
        <w:instrText xml:space="preserve">CREATEDATE \@ "d MMMM yyyy" </w:instrText>
      </w:r>
      <w:r w:rsidRPr="001613EE">
        <w:rPr>
          <w:sz w:val="20"/>
          <w:szCs w:val="20"/>
        </w:rPr>
        <w:fldChar w:fldCharType="separate"/>
      </w:r>
      <w:r w:rsidR="00D425B2">
        <w:rPr>
          <w:noProof/>
          <w:sz w:val="20"/>
          <w:szCs w:val="20"/>
        </w:rPr>
        <w:t>9 May 2013</w:t>
      </w:r>
      <w:r w:rsidRPr="001613EE">
        <w:rPr>
          <w:sz w:val="20"/>
          <w:szCs w:val="20"/>
        </w:rPr>
        <w:fldChar w:fldCharType="end"/>
      </w:r>
    </w:p>
    <w:p w:rsidR="00290E5C" w:rsidRDefault="00290E5C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EB43C6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The Directors</w:t>
      </w:r>
    </w:p>
    <w:p w:rsidR="00995E61" w:rsidRPr="001613EE" w:rsidRDefault="00D425B2" w:rsidP="00B76FF9">
      <w:pPr>
        <w:pStyle w:val="AssessmentLetter"/>
        <w:jc w:val="both"/>
        <w:rPr>
          <w:sz w:val="20"/>
          <w:szCs w:val="20"/>
        </w:rPr>
      </w:pPr>
      <w:bookmarkStart w:id="2" w:name="OtherEntityName"/>
      <w:bookmarkStart w:id="3" w:name="CompanyName"/>
      <w:r>
        <w:rPr>
          <w:sz w:val="20"/>
          <w:szCs w:val="20"/>
        </w:rPr>
        <w:t>Hartman Super Properties Pty Ltd</w:t>
      </w:r>
      <w:bookmarkEnd w:id="3"/>
      <w:r>
        <w:rPr>
          <w:sz w:val="20"/>
          <w:szCs w:val="20"/>
        </w:rPr>
        <w:t xml:space="preserve">     </w:t>
      </w:r>
      <w:bookmarkEnd w:id="2"/>
    </w:p>
    <w:p w:rsidR="00995E61" w:rsidRPr="001613EE" w:rsidRDefault="00D425B2" w:rsidP="00B76FF9">
      <w:pPr>
        <w:pStyle w:val="AssessmentLetter"/>
        <w:jc w:val="both"/>
        <w:rPr>
          <w:sz w:val="20"/>
          <w:szCs w:val="20"/>
        </w:rPr>
      </w:pPr>
      <w:bookmarkStart w:id="4" w:name="MailingAddress"/>
      <w:r>
        <w:rPr>
          <w:sz w:val="20"/>
          <w:szCs w:val="20"/>
        </w:rPr>
        <w:t>PO Box 5221</w:t>
      </w:r>
      <w:r>
        <w:rPr>
          <w:sz w:val="20"/>
          <w:szCs w:val="20"/>
        </w:rPr>
        <w:cr/>
        <w:t>MANLY QLD 4179</w:t>
      </w:r>
      <w:bookmarkEnd w:id="4"/>
    </w:p>
    <w:p w:rsidR="00995E61" w:rsidRDefault="00995E61" w:rsidP="00B76FF9">
      <w:pPr>
        <w:pStyle w:val="AssessmentLetter"/>
        <w:jc w:val="both"/>
        <w:rPr>
          <w:sz w:val="20"/>
          <w:szCs w:val="20"/>
        </w:rPr>
      </w:pPr>
    </w:p>
    <w:p w:rsidR="00E26975" w:rsidRDefault="00E26975" w:rsidP="00B76FF9">
      <w:pPr>
        <w:pStyle w:val="AssessmentLetter"/>
        <w:jc w:val="both"/>
        <w:rPr>
          <w:sz w:val="20"/>
          <w:szCs w:val="20"/>
        </w:rPr>
      </w:pPr>
    </w:p>
    <w:p w:rsidR="00E26975" w:rsidRPr="001613EE" w:rsidRDefault="00E26975" w:rsidP="00B76FF9">
      <w:pPr>
        <w:pStyle w:val="AssessmentLetter"/>
        <w:jc w:val="both"/>
        <w:rPr>
          <w:sz w:val="20"/>
          <w:szCs w:val="20"/>
        </w:rPr>
      </w:pPr>
    </w:p>
    <w:p w:rsidR="00995E61" w:rsidRPr="001613EE" w:rsidRDefault="007A6A8F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Good Morning</w:t>
      </w:r>
      <w:r w:rsidR="00995E61" w:rsidRPr="001613EE">
        <w:rPr>
          <w:sz w:val="20"/>
          <w:szCs w:val="20"/>
        </w:rPr>
        <w:t xml:space="preserve"> </w:t>
      </w:r>
      <w:bookmarkStart w:id="5" w:name="Salutation"/>
      <w:r w:rsidR="00D425B2">
        <w:rPr>
          <w:sz w:val="20"/>
          <w:szCs w:val="20"/>
        </w:rPr>
        <w:t>David</w:t>
      </w:r>
      <w:bookmarkEnd w:id="5"/>
      <w:r w:rsidR="009E7F0E">
        <w:rPr>
          <w:sz w:val="20"/>
          <w:szCs w:val="20"/>
        </w:rPr>
        <w:t xml:space="preserve"> &amp; Marie</w:t>
      </w:r>
    </w:p>
    <w:p w:rsidR="00217D18" w:rsidRPr="001613EE" w:rsidRDefault="00217D18" w:rsidP="00B76FF9">
      <w:pPr>
        <w:pStyle w:val="AssessmentLetter"/>
        <w:jc w:val="both"/>
        <w:rPr>
          <w:sz w:val="20"/>
          <w:szCs w:val="20"/>
        </w:rPr>
      </w:pPr>
    </w:p>
    <w:p w:rsidR="000A61D3" w:rsidRPr="001613EE" w:rsidRDefault="00324D76" w:rsidP="00B76FF9">
      <w:pPr>
        <w:pStyle w:val="AssessmentLetter"/>
        <w:jc w:val="both"/>
        <w:rPr>
          <w:b/>
          <w:sz w:val="20"/>
          <w:szCs w:val="20"/>
        </w:rPr>
      </w:pPr>
      <w:r w:rsidRPr="001613EE">
        <w:rPr>
          <w:b/>
          <w:sz w:val="20"/>
          <w:szCs w:val="20"/>
        </w:rPr>
        <w:t>RE:</w:t>
      </w:r>
      <w:r w:rsidR="000A61D3" w:rsidRPr="001613EE">
        <w:rPr>
          <w:b/>
          <w:sz w:val="20"/>
          <w:szCs w:val="20"/>
        </w:rPr>
        <w:tab/>
      </w:r>
      <w:bookmarkStart w:id="6" w:name="EntityName"/>
      <w:r w:rsidR="00D425B2">
        <w:rPr>
          <w:b/>
          <w:sz w:val="20"/>
          <w:szCs w:val="20"/>
        </w:rPr>
        <w:t>HARTMAN SUPER PROPERTIES PTY LTD</w:t>
      </w:r>
      <w:bookmarkEnd w:id="6"/>
    </w:p>
    <w:p w:rsidR="00DA044A" w:rsidRPr="001613EE" w:rsidRDefault="007A6A8F" w:rsidP="00B76FF9">
      <w:pPr>
        <w:pStyle w:val="AssessmentLetter"/>
        <w:jc w:val="both"/>
        <w:rPr>
          <w:b/>
          <w:sz w:val="20"/>
          <w:szCs w:val="20"/>
        </w:rPr>
      </w:pPr>
      <w:r w:rsidRPr="001613EE">
        <w:rPr>
          <w:b/>
          <w:sz w:val="20"/>
          <w:szCs w:val="20"/>
        </w:rPr>
        <w:tab/>
      </w:r>
      <w:r w:rsidR="000A61D3" w:rsidRPr="001613EE">
        <w:rPr>
          <w:b/>
          <w:sz w:val="20"/>
          <w:szCs w:val="20"/>
        </w:rPr>
        <w:t xml:space="preserve">COMPANY ANNUAL STATEMENT - </w:t>
      </w:r>
      <w:bookmarkStart w:id="7" w:name="FinYear"/>
      <w:r w:rsidR="00D425B2">
        <w:rPr>
          <w:b/>
          <w:sz w:val="20"/>
          <w:szCs w:val="20"/>
        </w:rPr>
        <w:t>2013</w:t>
      </w:r>
      <w:bookmarkEnd w:id="7"/>
      <w:r w:rsidR="00071953" w:rsidRPr="001613EE">
        <w:rPr>
          <w:b/>
          <w:sz w:val="20"/>
          <w:szCs w:val="20"/>
        </w:rPr>
        <w:t xml:space="preserve"> </w:t>
      </w:r>
      <w:r w:rsidR="000A61D3" w:rsidRPr="001613EE">
        <w:rPr>
          <w:b/>
          <w:sz w:val="20"/>
          <w:szCs w:val="20"/>
        </w:rPr>
        <w:t>YEAR</w:t>
      </w:r>
    </w:p>
    <w:p w:rsidR="00DA4FFE" w:rsidRPr="001613EE" w:rsidRDefault="00DA4FFE" w:rsidP="00B76FF9">
      <w:pPr>
        <w:pStyle w:val="AssessmentLetter"/>
        <w:jc w:val="both"/>
        <w:rPr>
          <w:sz w:val="20"/>
          <w:szCs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Please find attached the relevant documents in relation to the annual review of the Company as required by the Australian Securities &amp; Investments Commission.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Would you please attend to the completion of the documents as set out in the attached “Procedures and Checklist”</w:t>
      </w:r>
      <w:proofErr w:type="gramStart"/>
      <w:r w:rsidRPr="001613EE">
        <w:rPr>
          <w:rFonts w:ascii="Arial" w:hAnsi="Arial" w:cs="Arial"/>
          <w:sz w:val="20"/>
        </w:rPr>
        <w:t>.</w:t>
      </w:r>
      <w:proofErr w:type="gramEnd"/>
      <w:r w:rsidRPr="001613EE">
        <w:rPr>
          <w:rFonts w:ascii="Arial" w:hAnsi="Arial" w:cs="Arial"/>
          <w:sz w:val="20"/>
        </w:rPr>
        <w:t xml:space="preserve"> Kindly return the signed Checklist, together with your payment for $494.00, to our office by</w:t>
      </w:r>
      <w:r w:rsidR="009E7F0E">
        <w:rPr>
          <w:rFonts w:ascii="Arial" w:hAnsi="Arial" w:cs="Arial"/>
          <w:b/>
          <w:sz w:val="20"/>
        </w:rPr>
        <w:t xml:space="preserve"> 27 May 2013</w:t>
      </w:r>
      <w:r w:rsidRPr="001613EE">
        <w:rPr>
          <w:rFonts w:ascii="Arial" w:hAnsi="Arial" w:cs="Arial"/>
          <w:b/>
          <w:sz w:val="20"/>
        </w:rPr>
        <w:t xml:space="preserve"> </w:t>
      </w:r>
      <w:r w:rsidRPr="001613EE">
        <w:rPr>
          <w:rFonts w:ascii="Arial" w:hAnsi="Arial" w:cs="Arial"/>
          <w:sz w:val="20"/>
        </w:rPr>
        <w:t xml:space="preserve">to ensure payment of the annual fees by the due date.  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b/>
          <w:sz w:val="20"/>
        </w:rPr>
      </w:pPr>
      <w:proofErr w:type="gramStart"/>
      <w:r w:rsidRPr="001613EE">
        <w:rPr>
          <w:rFonts w:ascii="Arial" w:hAnsi="Arial" w:cs="Arial"/>
          <w:b/>
          <w:sz w:val="20"/>
        </w:rPr>
        <w:t>Please keep the enclosed Annual Company Statement and the Solvency Resolution/Minute for your records.</w:t>
      </w:r>
      <w:proofErr w:type="gramEnd"/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We advise that if your payment is not received by the above date and, as a result the annual fee is paid late, then the company will incur late payment fees from the Australian Securities &amp; Investments Commission of up to $292.00.</w:t>
      </w:r>
    </w:p>
    <w:p w:rsidR="000A61D3" w:rsidRPr="001613EE" w:rsidRDefault="000A61D3" w:rsidP="000A61D3">
      <w:pPr>
        <w:jc w:val="both"/>
        <w:rPr>
          <w:rFonts w:ascii="Arial" w:hAnsi="Arial" w:cs="Arial"/>
          <w:b/>
          <w:sz w:val="20"/>
        </w:rPr>
      </w:pP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  <w:r w:rsidRPr="001613EE">
        <w:rPr>
          <w:rFonts w:ascii="Arial" w:hAnsi="Arial" w:cs="Arial"/>
          <w:sz w:val="20"/>
        </w:rPr>
        <w:t>Should you have any queries or would like to discuss the above, please feel free to call.</w:t>
      </w:r>
    </w:p>
    <w:p w:rsidR="00290E5C" w:rsidRPr="001613EE" w:rsidRDefault="004832B8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 xml:space="preserve"> </w:t>
      </w:r>
    </w:p>
    <w:p w:rsidR="00617ACD" w:rsidRPr="001613EE" w:rsidRDefault="00617ACD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Kind Regards</w:t>
      </w:r>
    </w:p>
    <w:p w:rsidR="00617ACD" w:rsidRPr="001613EE" w:rsidRDefault="00617ACD" w:rsidP="00B76FF9">
      <w:pPr>
        <w:pStyle w:val="AssessmentLetter"/>
        <w:jc w:val="both"/>
        <w:rPr>
          <w:b/>
          <w:sz w:val="20"/>
          <w:szCs w:val="20"/>
        </w:rPr>
      </w:pPr>
    </w:p>
    <w:p w:rsidR="00290E5C" w:rsidRPr="001613EE" w:rsidRDefault="00290E5C" w:rsidP="00B76FF9">
      <w:pPr>
        <w:pStyle w:val="AssessmentLetter"/>
        <w:jc w:val="both"/>
        <w:rPr>
          <w:sz w:val="20"/>
          <w:szCs w:val="20"/>
        </w:rPr>
      </w:pPr>
    </w:p>
    <w:p w:rsidR="00217D18" w:rsidRPr="001613EE" w:rsidRDefault="00217D18" w:rsidP="00B76FF9">
      <w:pPr>
        <w:pStyle w:val="AssessmentLetter"/>
        <w:jc w:val="both"/>
        <w:rPr>
          <w:sz w:val="20"/>
          <w:szCs w:val="20"/>
        </w:rPr>
      </w:pPr>
    </w:p>
    <w:p w:rsidR="00290E5C" w:rsidRPr="001613EE" w:rsidRDefault="000A61D3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Therese Kreutzer</w:t>
      </w:r>
    </w:p>
    <w:p w:rsidR="009F5667" w:rsidRPr="001613EE" w:rsidRDefault="000A61D3" w:rsidP="00B76FF9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>Corporate Affairs Administrator</w:t>
      </w:r>
    </w:p>
    <w:p w:rsidR="000A61D3" w:rsidRPr="001613EE" w:rsidRDefault="000A61D3" w:rsidP="000A61D3">
      <w:pPr>
        <w:jc w:val="both"/>
        <w:rPr>
          <w:rFonts w:ascii="Arial" w:hAnsi="Arial" w:cs="Arial"/>
          <w:sz w:val="20"/>
        </w:rPr>
      </w:pPr>
    </w:p>
    <w:p w:rsidR="000A61D3" w:rsidRPr="001613EE" w:rsidRDefault="000A61D3" w:rsidP="000A61D3">
      <w:pPr>
        <w:rPr>
          <w:rFonts w:ascii="Arial" w:hAnsi="Arial" w:cs="Arial"/>
          <w:b/>
          <w:spacing w:val="-2"/>
          <w:sz w:val="20"/>
        </w:rPr>
      </w:pPr>
      <w:r w:rsidRPr="001613EE">
        <w:rPr>
          <w:rFonts w:ascii="Arial" w:hAnsi="Arial" w:cs="Arial"/>
          <w:b/>
          <w:noProof/>
          <w:spacing w:val="-2"/>
          <w:sz w:val="20"/>
        </w:rPr>
        <w:pict>
          <v:rect id="_x0000_s1026" style="position:absolute;margin-left:-12.4pt;margin-top:4.1pt;width:511.2pt;height:99.2pt;z-index:251657728" filled="f"/>
        </w:pict>
      </w:r>
      <w:r w:rsidRPr="001613EE">
        <w:rPr>
          <w:rFonts w:ascii="Arial" w:hAnsi="Arial" w:cs="Arial"/>
          <w:sz w:val="20"/>
        </w:rPr>
        <w:t> </w:t>
      </w:r>
    </w:p>
    <w:p w:rsidR="00373BE2" w:rsidRPr="001613EE" w:rsidRDefault="00373BE2" w:rsidP="00373BE2">
      <w:pPr>
        <w:pStyle w:val="Heading1"/>
        <w:jc w:val="center"/>
        <w:rPr>
          <w:rFonts w:cs="Arial"/>
          <w:b/>
          <w:sz w:val="20"/>
        </w:rPr>
      </w:pPr>
      <w:r w:rsidRPr="001613EE">
        <w:rPr>
          <w:rFonts w:cs="Arial"/>
          <w:b/>
          <w:sz w:val="20"/>
        </w:rPr>
        <w:t>TAX INVOICE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Marsh Tincknell Pty Ltd         ACN 137 316 815          ABN 70 106 558 436         Date: </w:t>
      </w:r>
      <w:r w:rsidR="006A7269" w:rsidRPr="001613EE">
        <w:rPr>
          <w:rFonts w:ascii="Arial" w:hAnsi="Arial" w:cs="Arial"/>
          <w:spacing w:val="-2"/>
          <w:sz w:val="20"/>
        </w:rPr>
        <w:fldChar w:fldCharType="begin"/>
      </w:r>
      <w:r w:rsidR="006A7269" w:rsidRPr="001613EE">
        <w:rPr>
          <w:rFonts w:ascii="Arial" w:hAnsi="Arial" w:cs="Arial"/>
          <w:spacing w:val="-2"/>
          <w:sz w:val="20"/>
        </w:rPr>
        <w:instrText xml:space="preserve"> CREATEDATE  \@ "d MMMM yyyy"  \* MERGEFORMAT </w:instrText>
      </w:r>
      <w:r w:rsidR="006A7269" w:rsidRPr="001613EE">
        <w:rPr>
          <w:rFonts w:ascii="Arial" w:hAnsi="Arial" w:cs="Arial"/>
          <w:spacing w:val="-2"/>
          <w:sz w:val="20"/>
        </w:rPr>
        <w:fldChar w:fldCharType="separate"/>
      </w:r>
      <w:r w:rsidR="00D425B2">
        <w:rPr>
          <w:rFonts w:ascii="Arial" w:hAnsi="Arial" w:cs="Arial"/>
          <w:noProof/>
          <w:spacing w:val="-2"/>
          <w:sz w:val="20"/>
        </w:rPr>
        <w:t>9 May 2013</w:t>
      </w:r>
      <w:r w:rsidR="006A7269" w:rsidRPr="001613EE">
        <w:rPr>
          <w:rFonts w:ascii="Arial" w:hAnsi="Arial" w:cs="Arial"/>
          <w:spacing w:val="-2"/>
          <w:sz w:val="20"/>
        </w:rPr>
        <w:fldChar w:fldCharType="end"/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3261"/>
          <w:tab w:val="left" w:pos="5670"/>
          <w:tab w:val="left" w:pos="7938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</w:t>
      </w:r>
      <w:r w:rsidRPr="001613EE">
        <w:rPr>
          <w:rFonts w:ascii="Arial" w:hAnsi="Arial" w:cs="Arial"/>
          <w:spacing w:val="-2"/>
          <w:sz w:val="20"/>
        </w:rPr>
        <w:tab/>
      </w:r>
      <w:r w:rsidRPr="001613EE">
        <w:rPr>
          <w:rFonts w:ascii="Arial" w:hAnsi="Arial" w:cs="Arial"/>
          <w:spacing w:val="-2"/>
          <w:sz w:val="20"/>
        </w:rPr>
        <w:tab/>
        <w:t xml:space="preserve">                       BSB:  084-435               Account No:  89 433 1342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          </w:t>
      </w:r>
    </w:p>
    <w:p w:rsidR="00373BE2" w:rsidRPr="001613EE" w:rsidRDefault="00373BE2" w:rsidP="00373BE2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rFonts w:ascii="Arial" w:hAnsi="Arial" w:cs="Arial"/>
          <w:spacing w:val="-2"/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Fees associated with the review of the company’s affairs and ASIC annual fees                                 </w:t>
      </w:r>
      <w:r w:rsidR="00825D9F">
        <w:rPr>
          <w:rFonts w:ascii="Arial" w:hAnsi="Arial" w:cs="Arial"/>
          <w:spacing w:val="-2"/>
          <w:sz w:val="20"/>
        </w:rPr>
        <w:t>$</w:t>
      </w:r>
      <w:r w:rsidRPr="001613EE">
        <w:rPr>
          <w:rFonts w:ascii="Arial" w:hAnsi="Arial" w:cs="Arial"/>
          <w:spacing w:val="-2"/>
          <w:sz w:val="20"/>
        </w:rPr>
        <w:t>494.00</w:t>
      </w:r>
    </w:p>
    <w:p w:rsidR="006A0F55" w:rsidRPr="001613EE" w:rsidRDefault="00373BE2" w:rsidP="00825D9F">
      <w:pPr>
        <w:tabs>
          <w:tab w:val="left" w:pos="0"/>
          <w:tab w:val="left" w:pos="992"/>
          <w:tab w:val="left" w:pos="1440"/>
          <w:tab w:val="left" w:pos="9072"/>
        </w:tabs>
        <w:suppressAutoHyphens/>
        <w:ind w:left="992" w:hanging="992"/>
        <w:jc w:val="both"/>
        <w:rPr>
          <w:sz w:val="20"/>
        </w:rPr>
      </w:pPr>
      <w:r w:rsidRPr="001613EE">
        <w:rPr>
          <w:rFonts w:ascii="Arial" w:hAnsi="Arial" w:cs="Arial"/>
          <w:spacing w:val="-2"/>
          <w:sz w:val="20"/>
        </w:rPr>
        <w:t xml:space="preserve">   * Includes GST of                                                                                                  </w:t>
      </w:r>
      <w:r w:rsidR="00825D9F">
        <w:rPr>
          <w:rFonts w:ascii="Arial" w:hAnsi="Arial" w:cs="Arial"/>
          <w:spacing w:val="-2"/>
          <w:sz w:val="20"/>
        </w:rPr>
        <w:t xml:space="preserve">   </w:t>
      </w:r>
      <w:r w:rsidRPr="001613EE">
        <w:rPr>
          <w:rFonts w:ascii="Arial" w:hAnsi="Arial" w:cs="Arial"/>
          <w:spacing w:val="-2"/>
          <w:sz w:val="20"/>
        </w:rPr>
        <w:t xml:space="preserve">                           </w:t>
      </w:r>
      <w:r w:rsidR="00825D9F">
        <w:rPr>
          <w:rFonts w:ascii="Arial" w:hAnsi="Arial" w:cs="Arial"/>
          <w:spacing w:val="-2"/>
          <w:sz w:val="20"/>
        </w:rPr>
        <w:t xml:space="preserve">     </w:t>
      </w:r>
      <w:proofErr w:type="gramStart"/>
      <w:r w:rsidR="00825D9F">
        <w:rPr>
          <w:rFonts w:ascii="Arial" w:hAnsi="Arial" w:cs="Arial"/>
          <w:spacing w:val="-2"/>
          <w:sz w:val="20"/>
        </w:rPr>
        <w:t xml:space="preserve">$ </w:t>
      </w:r>
      <w:r w:rsidRPr="001613EE">
        <w:rPr>
          <w:rFonts w:ascii="Arial" w:hAnsi="Arial" w:cs="Arial"/>
          <w:spacing w:val="-2"/>
          <w:sz w:val="20"/>
        </w:rPr>
        <w:t xml:space="preserve"> 24.00</w:t>
      </w:r>
      <w:proofErr w:type="gramEnd"/>
    </w:p>
    <w:p w:rsidR="00782A68" w:rsidRPr="001613EE" w:rsidRDefault="000A61D3" w:rsidP="006A0F55">
      <w:pPr>
        <w:pStyle w:val="AssessmentLetter"/>
        <w:jc w:val="both"/>
        <w:rPr>
          <w:sz w:val="20"/>
          <w:szCs w:val="20"/>
        </w:rPr>
      </w:pPr>
      <w:r w:rsidRPr="001613EE">
        <w:rPr>
          <w:sz w:val="20"/>
          <w:szCs w:val="20"/>
        </w:rPr>
        <w:t xml:space="preserve">         </w:t>
      </w:r>
    </w:p>
    <w:p w:rsidR="00640C35" w:rsidRPr="00B74375" w:rsidRDefault="00782A68" w:rsidP="00782A68">
      <w:pPr>
        <w:pStyle w:val="AssessmentLetter"/>
        <w:jc w:val="center"/>
        <w:rPr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bookmarkStart w:id="8" w:name="EntityNameExt"/>
      <w:r w:rsidR="00D425B2">
        <w:rPr>
          <w:b/>
          <w:sz w:val="28"/>
          <w:szCs w:val="28"/>
        </w:rPr>
        <w:lastRenderedPageBreak/>
        <w:t>HARTMAN SUPER PROPERTIES PTY LTD</w:t>
      </w:r>
      <w:bookmarkEnd w:id="8"/>
    </w:p>
    <w:p w:rsidR="00640C35" w:rsidRPr="00B74375" w:rsidRDefault="00640C35" w:rsidP="00640C35">
      <w:pPr>
        <w:rPr>
          <w:rFonts w:ascii="Arial" w:hAnsi="Arial" w:cs="Arial"/>
          <w:b/>
          <w:sz w:val="28"/>
          <w:szCs w:val="28"/>
        </w:rPr>
      </w:pPr>
    </w:p>
    <w:p w:rsidR="00640C35" w:rsidRPr="00B74375" w:rsidRDefault="00640C35" w:rsidP="00640C35">
      <w:pPr>
        <w:pStyle w:val="Heading1"/>
        <w:jc w:val="center"/>
        <w:rPr>
          <w:rFonts w:cs="Arial"/>
          <w:b/>
          <w:sz w:val="28"/>
          <w:szCs w:val="28"/>
        </w:rPr>
      </w:pPr>
      <w:r w:rsidRPr="00B74375">
        <w:rPr>
          <w:rFonts w:cs="Arial"/>
          <w:b/>
          <w:sz w:val="28"/>
          <w:szCs w:val="28"/>
        </w:rPr>
        <w:t>PROCEDURES &amp; CHECKLIST</w:t>
      </w:r>
    </w:p>
    <w:p w:rsidR="00640C35" w:rsidRPr="00825D9F" w:rsidRDefault="00640C35" w:rsidP="00640C35">
      <w:pPr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center" w:pos="426"/>
        </w:tabs>
        <w:ind w:left="-284"/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ab/>
      </w:r>
    </w:p>
    <w:p w:rsidR="00640C35" w:rsidRPr="00825D9F" w:rsidRDefault="00640C35" w:rsidP="00640C35">
      <w:pPr>
        <w:tabs>
          <w:tab w:val="center" w:pos="426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sz w:val="20"/>
        </w:rPr>
        <w:tab/>
      </w:r>
      <w:r w:rsidRPr="00825D9F">
        <w:rPr>
          <w:rFonts w:ascii="Arial" w:hAnsi="Arial" w:cs="Arial"/>
          <w:b/>
          <w:sz w:val="20"/>
        </w:rPr>
        <w:t>Attended</w:t>
      </w:r>
    </w:p>
    <w:p w:rsidR="00640C35" w:rsidRPr="00825D9F" w:rsidRDefault="00640C35" w:rsidP="00640C35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b/>
          <w:sz w:val="20"/>
        </w:rPr>
        <w:tab/>
        <w:t>To</w:t>
      </w:r>
    </w:p>
    <w:p w:rsidR="00640C35" w:rsidRPr="00825D9F" w:rsidRDefault="00640C35" w:rsidP="00640C35">
      <w:pPr>
        <w:tabs>
          <w:tab w:val="center" w:pos="284"/>
        </w:tabs>
        <w:ind w:left="-284"/>
        <w:rPr>
          <w:rFonts w:ascii="Arial" w:hAnsi="Arial" w:cs="Arial"/>
          <w:b/>
          <w:sz w:val="20"/>
        </w:rPr>
      </w:pPr>
      <w:r w:rsidRPr="00825D9F">
        <w:rPr>
          <w:rFonts w:ascii="Arial" w:hAnsi="Arial" w:cs="Arial"/>
          <w:b/>
          <w:sz w:val="20"/>
        </w:rPr>
        <w:tab/>
        <w:t>“</w:t>
      </w:r>
      <w:r w:rsidRPr="00825D9F">
        <w:rPr>
          <w:rFonts w:ascii="Arial" w:hAnsi="Arial" w:cs="Arial"/>
          <w:b/>
          <w:sz w:val="20"/>
        </w:rPr>
        <w:sym w:font="Symbol" w:char="F0D6"/>
      </w:r>
      <w:r w:rsidRPr="00825D9F">
        <w:rPr>
          <w:rFonts w:ascii="Arial" w:hAnsi="Arial" w:cs="Arial"/>
          <w:b/>
          <w:sz w:val="20"/>
        </w:rPr>
        <w:t>”</w:t>
      </w:r>
    </w:p>
    <w:tbl>
      <w:tblPr>
        <w:tblW w:w="10206" w:type="dxa"/>
        <w:tblInd w:w="108" w:type="dxa"/>
        <w:tblLayout w:type="fixed"/>
        <w:tblLook w:val="0000"/>
      </w:tblPr>
      <w:tblGrid>
        <w:gridCol w:w="567"/>
        <w:gridCol w:w="284"/>
        <w:gridCol w:w="9355"/>
      </w:tblGrid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>Read the attached Information Schedule titled: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             </w:t>
            </w: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numPr>
                <w:ilvl w:val="0"/>
                <w:numId w:val="4"/>
              </w:numPr>
              <w:ind w:left="317" w:firstLine="0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>Solvency Resolution by Company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sym w:font="Symbol" w:char="F0A8"/>
            </w:r>
            <w:r w:rsidRPr="00825D9F">
              <w:rPr>
                <w:rFonts w:ascii="Arial" w:hAnsi="Arial" w:cs="Arial"/>
                <w:sz w:val="20"/>
              </w:rPr>
              <w:tab/>
              <w:t xml:space="preserve">Review the attached Annual Company Statement and ensure the information is correct and that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b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825D9F">
              <w:rPr>
                <w:rFonts w:ascii="Arial" w:hAnsi="Arial" w:cs="Arial"/>
                <w:sz w:val="20"/>
              </w:rPr>
              <w:t>there</w:t>
            </w:r>
            <w:proofErr w:type="gramEnd"/>
            <w:r w:rsidRPr="00825D9F">
              <w:rPr>
                <w:rFonts w:ascii="Arial" w:hAnsi="Arial" w:cs="Arial"/>
                <w:sz w:val="20"/>
              </w:rPr>
              <w:t xml:space="preserve"> have been no changes to the information contained therein. 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A “</w:t>
            </w:r>
            <w:r w:rsidRPr="00825D9F">
              <w:rPr>
                <w:rFonts w:ascii="Arial" w:hAnsi="Arial" w:cs="Arial"/>
                <w:sz w:val="20"/>
              </w:rPr>
              <w:sym w:font="Symbol" w:char="F0D6"/>
            </w:r>
            <w:r w:rsidRPr="00825D9F">
              <w:rPr>
                <w:rFonts w:ascii="Arial" w:hAnsi="Arial" w:cs="Arial"/>
                <w:sz w:val="20"/>
              </w:rPr>
              <w:t xml:space="preserve">” beside each item on this Statement indicates that we have verified this information with our 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Electronic Corporate Records.</w:t>
            </w: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numPr>
                <w:ilvl w:val="0"/>
                <w:numId w:val="3"/>
              </w:num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Advise us if any corrections are required so that we can prepare the forms to lodge with ASIC.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numPr>
                <w:ilvl w:val="0"/>
                <w:numId w:val="2"/>
              </w:numPr>
              <w:tabs>
                <w:tab w:val="clear" w:pos="360"/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If you are of the opinion the Company is </w:t>
            </w:r>
            <w:r w:rsidRPr="00825D9F">
              <w:rPr>
                <w:rFonts w:ascii="Arial" w:hAnsi="Arial" w:cs="Arial"/>
                <w:b/>
                <w:sz w:val="20"/>
              </w:rPr>
              <w:t>not Solvent</w:t>
            </w:r>
            <w:r w:rsidRPr="00825D9F">
              <w:rPr>
                <w:rFonts w:ascii="Arial" w:hAnsi="Arial" w:cs="Arial"/>
                <w:sz w:val="20"/>
              </w:rPr>
              <w:t xml:space="preserve"> please advise us </w:t>
            </w:r>
            <w:r w:rsidRPr="00825D9F">
              <w:rPr>
                <w:rFonts w:ascii="Arial" w:hAnsi="Arial" w:cs="Arial"/>
                <w:b/>
                <w:sz w:val="20"/>
              </w:rPr>
              <w:t>as soon as possible</w:t>
            </w:r>
            <w:r w:rsidRPr="00825D9F">
              <w:rPr>
                <w:rFonts w:ascii="Arial" w:hAnsi="Arial" w:cs="Arial"/>
                <w:sz w:val="20"/>
              </w:rPr>
              <w:t xml:space="preserve"> so </w:t>
            </w:r>
          </w:p>
          <w:p w:rsidR="00640C35" w:rsidRPr="00825D9F" w:rsidRDefault="00640C35" w:rsidP="006A0779">
            <w:pPr>
              <w:tabs>
                <w:tab w:val="left" w:pos="318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    </w:t>
            </w:r>
            <w:proofErr w:type="gramStart"/>
            <w:r w:rsidRPr="00825D9F">
              <w:rPr>
                <w:rFonts w:ascii="Arial" w:hAnsi="Arial" w:cs="Arial"/>
                <w:sz w:val="20"/>
              </w:rPr>
              <w:t>that</w:t>
            </w:r>
            <w:proofErr w:type="gramEnd"/>
            <w:r w:rsidRPr="00825D9F">
              <w:rPr>
                <w:rFonts w:ascii="Arial" w:hAnsi="Arial" w:cs="Arial"/>
                <w:sz w:val="20"/>
              </w:rPr>
              <w:t xml:space="preserve"> we can forward the necessary documentation to you for completion and lodgement with ASIC.  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640C35" w:rsidRPr="00825D9F" w:rsidRDefault="00640C35" w:rsidP="006A0779">
            <w:pPr>
              <w:ind w:left="317" w:hanging="317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  <w:tcBorders>
              <w:left w:val="nil"/>
            </w:tcBorders>
          </w:tcPr>
          <w:p w:rsidR="00640C35" w:rsidRPr="00825D9F" w:rsidRDefault="00640C35" w:rsidP="006A0779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sym w:font="Symbol" w:char="F0A8"/>
            </w:r>
            <w:r w:rsidRPr="00825D9F">
              <w:rPr>
                <w:rFonts w:ascii="Arial" w:hAnsi="Arial" w:cs="Arial"/>
                <w:sz w:val="20"/>
              </w:rPr>
              <w:tab/>
              <w:t>If you are of the opinion the Company is solvent:</w:t>
            </w:r>
          </w:p>
          <w:p w:rsidR="00640C35" w:rsidRPr="00825D9F" w:rsidRDefault="00640C35" w:rsidP="006A0779">
            <w:pPr>
              <w:tabs>
                <w:tab w:val="left" w:pos="317"/>
              </w:tabs>
              <w:ind w:left="317" w:hanging="317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40C35" w:rsidRPr="00825D9F" w:rsidTr="006A0779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</w:tcPr>
          <w:p w:rsidR="00640C35" w:rsidRPr="00825D9F" w:rsidRDefault="00640C35" w:rsidP="006A07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55" w:type="dxa"/>
          </w:tcPr>
          <w:p w:rsidR="00E835DD" w:rsidRPr="00E835DD" w:rsidRDefault="00640C35" w:rsidP="00B906B8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 w:rsidRPr="009F411E">
              <w:rPr>
                <w:rFonts w:ascii="Arial" w:hAnsi="Arial" w:cs="Arial"/>
                <w:b/>
                <w:sz w:val="20"/>
              </w:rPr>
              <w:t>Sign this page below and return it to our office</w:t>
            </w:r>
            <w:r w:rsidRPr="000F1B52">
              <w:rPr>
                <w:rFonts w:ascii="Arial" w:hAnsi="Arial" w:cs="Arial"/>
                <w:b/>
                <w:sz w:val="20"/>
              </w:rPr>
              <w:t>, together with your cheque</w:t>
            </w:r>
            <w:r w:rsidR="00F94FC5">
              <w:rPr>
                <w:rFonts w:ascii="Arial" w:hAnsi="Arial" w:cs="Arial"/>
                <w:b/>
                <w:sz w:val="20"/>
              </w:rPr>
              <w:t xml:space="preserve"> m</w:t>
            </w:r>
            <w:r w:rsidR="00792F1A">
              <w:rPr>
                <w:rFonts w:ascii="Arial" w:hAnsi="Arial" w:cs="Arial"/>
                <w:b/>
                <w:sz w:val="20"/>
              </w:rPr>
              <w:t xml:space="preserve">ade </w:t>
            </w:r>
          </w:p>
          <w:p w:rsidR="00E835DD" w:rsidRDefault="00BD1E89" w:rsidP="00792F1A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F94FC5">
              <w:rPr>
                <w:rFonts w:ascii="Arial" w:hAnsi="Arial" w:cs="Arial"/>
                <w:b/>
                <w:sz w:val="20"/>
              </w:rPr>
              <w:t>ayable</w:t>
            </w:r>
            <w:r w:rsidR="00E835DD">
              <w:rPr>
                <w:rFonts w:ascii="Arial" w:hAnsi="Arial" w:cs="Arial"/>
                <w:b/>
                <w:sz w:val="20"/>
              </w:rPr>
              <w:t xml:space="preserve"> </w:t>
            </w:r>
            <w:r w:rsidR="000F1B52" w:rsidRPr="000F1B52">
              <w:rPr>
                <w:rFonts w:ascii="Arial" w:hAnsi="Arial" w:cs="Arial"/>
                <w:b/>
                <w:sz w:val="20"/>
              </w:rPr>
              <w:t xml:space="preserve">to Marsh </w:t>
            </w:r>
            <w:proofErr w:type="spellStart"/>
            <w:r w:rsidR="000F1B52" w:rsidRPr="000F1B52">
              <w:rPr>
                <w:rFonts w:ascii="Arial" w:hAnsi="Arial" w:cs="Arial"/>
                <w:b/>
                <w:sz w:val="20"/>
              </w:rPr>
              <w:t>Tincknell</w:t>
            </w:r>
            <w:proofErr w:type="spellEnd"/>
            <w:r w:rsidR="00213EF9">
              <w:rPr>
                <w:rFonts w:ascii="Arial" w:hAnsi="Arial" w:cs="Arial"/>
                <w:b/>
                <w:sz w:val="20"/>
              </w:rPr>
              <w:t xml:space="preserve"> Pty Ltd</w:t>
            </w:r>
            <w:r w:rsidR="00F94FC5">
              <w:rPr>
                <w:rFonts w:ascii="Arial" w:hAnsi="Arial" w:cs="Arial"/>
                <w:b/>
                <w:sz w:val="20"/>
              </w:rPr>
              <w:t>,</w:t>
            </w:r>
            <w:r w:rsidR="000F1B52" w:rsidRPr="000F1B52">
              <w:rPr>
                <w:rFonts w:ascii="Arial" w:hAnsi="Arial" w:cs="Arial"/>
                <w:b/>
                <w:sz w:val="20"/>
              </w:rPr>
              <w:t xml:space="preserve"> </w:t>
            </w:r>
            <w:r w:rsidR="00640C35" w:rsidRPr="000F1B52">
              <w:rPr>
                <w:rFonts w:ascii="Arial" w:hAnsi="Arial" w:cs="Arial"/>
                <w:b/>
                <w:sz w:val="20"/>
              </w:rPr>
              <w:t xml:space="preserve">or direct deposit for $494 </w:t>
            </w:r>
            <w:r w:rsidR="00640C35" w:rsidRPr="000F1B52">
              <w:rPr>
                <w:rFonts w:ascii="Arial" w:hAnsi="Arial" w:cs="Arial"/>
                <w:sz w:val="20"/>
              </w:rPr>
              <w:t>(to cover the costs of</w:t>
            </w:r>
          </w:p>
          <w:p w:rsidR="00640C35" w:rsidRPr="009F411E" w:rsidRDefault="00792F1A" w:rsidP="00792F1A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the</w:t>
            </w:r>
            <w:proofErr w:type="gramEnd"/>
            <w:r w:rsidR="00F94FC5">
              <w:rPr>
                <w:rFonts w:ascii="Arial" w:hAnsi="Arial" w:cs="Arial"/>
                <w:sz w:val="20"/>
              </w:rPr>
              <w:t xml:space="preserve"> review of</w:t>
            </w:r>
            <w:r w:rsidR="00E835DD">
              <w:rPr>
                <w:rFonts w:ascii="Arial" w:hAnsi="Arial" w:cs="Arial"/>
                <w:sz w:val="20"/>
              </w:rPr>
              <w:t xml:space="preserve"> </w:t>
            </w:r>
            <w:r w:rsidR="00640C35" w:rsidRPr="000F1B52">
              <w:rPr>
                <w:rFonts w:ascii="Arial" w:hAnsi="Arial" w:cs="Arial"/>
                <w:sz w:val="20"/>
              </w:rPr>
              <w:t>the company’s affairs and ASIC Annual Fees)</w:t>
            </w:r>
            <w:r w:rsidR="009F411E">
              <w:rPr>
                <w:rFonts w:ascii="Arial" w:hAnsi="Arial" w:cs="Arial"/>
                <w:b/>
                <w:sz w:val="20"/>
              </w:rPr>
              <w:t xml:space="preserve"> </w:t>
            </w:r>
            <w:r w:rsidR="009F411E">
              <w:rPr>
                <w:rFonts w:ascii="Arial" w:hAnsi="Arial" w:cs="Arial"/>
                <w:sz w:val="20"/>
              </w:rPr>
              <w:t xml:space="preserve">by </w:t>
            </w:r>
            <w:r w:rsidR="009E7F0E">
              <w:rPr>
                <w:rFonts w:ascii="Arial" w:hAnsi="Arial" w:cs="Arial"/>
                <w:b/>
                <w:sz w:val="20"/>
              </w:rPr>
              <w:t>27 May 2013</w:t>
            </w:r>
            <w:r w:rsidR="009F411E">
              <w:rPr>
                <w:rFonts w:ascii="Arial" w:hAnsi="Arial" w:cs="Arial"/>
                <w:sz w:val="20"/>
              </w:rPr>
              <w:t>.</w:t>
            </w:r>
          </w:p>
          <w:p w:rsidR="00640C35" w:rsidRPr="00825D9F" w:rsidRDefault="00640C35" w:rsidP="006A0779">
            <w:pPr>
              <w:ind w:left="72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B906B8" w:rsidRPr="00825D9F" w:rsidRDefault="00640C35" w:rsidP="006A077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b/>
                <w:sz w:val="20"/>
              </w:rPr>
              <w:t>PLEASE</w:t>
            </w:r>
            <w:r w:rsidRPr="00825D9F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Pr="00825D9F">
              <w:rPr>
                <w:rFonts w:ascii="Arial" w:hAnsi="Arial" w:cs="Arial"/>
                <w:b/>
                <w:sz w:val="20"/>
              </w:rPr>
              <w:t xml:space="preserve">KEEP THE ENCLOSED COPY OF THE ANNUAL COMPANY STATEMENT </w:t>
            </w:r>
          </w:p>
          <w:p w:rsidR="00640C35" w:rsidRPr="00825D9F" w:rsidRDefault="00640C35" w:rsidP="00B906B8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 w:rsidRPr="00825D9F">
              <w:rPr>
                <w:rFonts w:ascii="Arial" w:hAnsi="Arial" w:cs="Arial"/>
                <w:b/>
                <w:sz w:val="20"/>
              </w:rPr>
              <w:t>AND SOLVENCY RESOLUTION/MINUTE FOR YOUR RECORDS.</w:t>
            </w:r>
          </w:p>
        </w:tc>
      </w:tr>
    </w:tbl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The director/s of the company declare that the company is solvent</w:t>
      </w: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Signature: …………………………………………………………</w:t>
      </w: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</w:p>
    <w:p w:rsidR="00640C35" w:rsidRPr="00825D9F" w:rsidRDefault="00640C35" w:rsidP="00640C35">
      <w:pPr>
        <w:tabs>
          <w:tab w:val="left" w:pos="4140"/>
        </w:tabs>
        <w:rPr>
          <w:rFonts w:ascii="Arial" w:hAnsi="Arial" w:cs="Arial"/>
          <w:sz w:val="20"/>
        </w:rPr>
      </w:pPr>
      <w:r w:rsidRPr="00825D9F">
        <w:rPr>
          <w:rFonts w:ascii="Arial" w:hAnsi="Arial" w:cs="Arial"/>
          <w:sz w:val="20"/>
        </w:rPr>
        <w:t xml:space="preserve">                                                   Date</w:t>
      </w:r>
      <w:proofErr w:type="gramStart"/>
      <w:r w:rsidRPr="00825D9F">
        <w:rPr>
          <w:rFonts w:ascii="Arial" w:hAnsi="Arial" w:cs="Arial"/>
          <w:sz w:val="20"/>
        </w:rPr>
        <w:t>:         …………………………………………………………</w:t>
      </w:r>
      <w:proofErr w:type="gramEnd"/>
    </w:p>
    <w:p w:rsidR="000207C5" w:rsidRPr="00825D9F" w:rsidRDefault="000207C5" w:rsidP="00B016B2">
      <w:pPr>
        <w:pStyle w:val="Heading1"/>
        <w:tabs>
          <w:tab w:val="left" w:pos="513"/>
          <w:tab w:val="left" w:pos="1026"/>
        </w:tabs>
        <w:jc w:val="center"/>
        <w:rPr>
          <w:rFonts w:cs="Arial"/>
          <w:sz w:val="20"/>
        </w:rPr>
      </w:pPr>
      <w:r w:rsidRPr="00825D9F">
        <w:rPr>
          <w:rFonts w:cs="Arial"/>
          <w:sz w:val="20"/>
        </w:rPr>
        <w:t xml:space="preserve"> </w:t>
      </w:r>
    </w:p>
    <w:p w:rsidR="000207C5" w:rsidRPr="000207C5" w:rsidRDefault="000207C5" w:rsidP="00640C35">
      <w:pPr>
        <w:tabs>
          <w:tab w:val="left" w:pos="4140"/>
        </w:tabs>
        <w:rPr>
          <w:rFonts w:ascii="Arial" w:hAnsi="Arial" w:cs="Arial"/>
          <w:sz w:val="20"/>
        </w:rPr>
      </w:pPr>
    </w:p>
    <w:sectPr w:rsidR="000207C5" w:rsidRPr="000207C5" w:rsidSect="00D425B2">
      <w:pgSz w:w="11907" w:h="16840" w:code="9"/>
      <w:pgMar w:top="1871" w:right="1134" w:bottom="1701" w:left="1134" w:header="1440" w:footer="4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5B2" w:rsidRDefault="00D425B2">
      <w:r>
        <w:separator/>
      </w:r>
    </w:p>
  </w:endnote>
  <w:endnote w:type="continuationSeparator" w:id="0">
    <w:p w:rsidR="00D425B2" w:rsidRDefault="00D42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5B2" w:rsidRDefault="00D425B2">
      <w:r>
        <w:separator/>
      </w:r>
    </w:p>
  </w:footnote>
  <w:footnote w:type="continuationSeparator" w:id="0">
    <w:p w:rsidR="00D425B2" w:rsidRDefault="00D42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C44"/>
    <w:multiLevelType w:val="hybridMultilevel"/>
    <w:tmpl w:val="B64E44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2A"/>
    <w:multiLevelType w:val="hybridMultilevel"/>
    <w:tmpl w:val="FCCEE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D3F3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2AE4FB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65A3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1E600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F0E"/>
    <w:rsid w:val="00006A51"/>
    <w:rsid w:val="00007479"/>
    <w:rsid w:val="00011103"/>
    <w:rsid w:val="000207C5"/>
    <w:rsid w:val="00021F0D"/>
    <w:rsid w:val="0002303F"/>
    <w:rsid w:val="00032D86"/>
    <w:rsid w:val="0003394E"/>
    <w:rsid w:val="00034204"/>
    <w:rsid w:val="000369D4"/>
    <w:rsid w:val="00053380"/>
    <w:rsid w:val="000539EC"/>
    <w:rsid w:val="00066D19"/>
    <w:rsid w:val="00071953"/>
    <w:rsid w:val="00072B73"/>
    <w:rsid w:val="00075CC1"/>
    <w:rsid w:val="00087014"/>
    <w:rsid w:val="00091854"/>
    <w:rsid w:val="000A0E9D"/>
    <w:rsid w:val="000A52E8"/>
    <w:rsid w:val="000A61D3"/>
    <w:rsid w:val="000A70F6"/>
    <w:rsid w:val="000A7268"/>
    <w:rsid w:val="000B2E2B"/>
    <w:rsid w:val="000C1491"/>
    <w:rsid w:val="000C5232"/>
    <w:rsid w:val="000C5DC7"/>
    <w:rsid w:val="000C788C"/>
    <w:rsid w:val="000D028B"/>
    <w:rsid w:val="000D4B93"/>
    <w:rsid w:val="000D6B46"/>
    <w:rsid w:val="000E02F8"/>
    <w:rsid w:val="000F1B52"/>
    <w:rsid w:val="000F2872"/>
    <w:rsid w:val="000F3BE5"/>
    <w:rsid w:val="000F606D"/>
    <w:rsid w:val="0010399A"/>
    <w:rsid w:val="00105734"/>
    <w:rsid w:val="00107898"/>
    <w:rsid w:val="00111911"/>
    <w:rsid w:val="001120FB"/>
    <w:rsid w:val="0011414D"/>
    <w:rsid w:val="0012217C"/>
    <w:rsid w:val="001259C1"/>
    <w:rsid w:val="00127309"/>
    <w:rsid w:val="00127921"/>
    <w:rsid w:val="001328A5"/>
    <w:rsid w:val="00136AE6"/>
    <w:rsid w:val="00136B5E"/>
    <w:rsid w:val="001522DC"/>
    <w:rsid w:val="00155905"/>
    <w:rsid w:val="00157CB7"/>
    <w:rsid w:val="001613EE"/>
    <w:rsid w:val="00166513"/>
    <w:rsid w:val="00177B74"/>
    <w:rsid w:val="001963D0"/>
    <w:rsid w:val="001970F4"/>
    <w:rsid w:val="001974AC"/>
    <w:rsid w:val="001A2C66"/>
    <w:rsid w:val="001B0D8E"/>
    <w:rsid w:val="001B6ABF"/>
    <w:rsid w:val="001B752B"/>
    <w:rsid w:val="001C2F28"/>
    <w:rsid w:val="001D0C7B"/>
    <w:rsid w:val="001D21C6"/>
    <w:rsid w:val="001D4203"/>
    <w:rsid w:val="001E0024"/>
    <w:rsid w:val="001E09C9"/>
    <w:rsid w:val="001E6D40"/>
    <w:rsid w:val="001E71DE"/>
    <w:rsid w:val="001E7652"/>
    <w:rsid w:val="001F0238"/>
    <w:rsid w:val="001F209E"/>
    <w:rsid w:val="001F4474"/>
    <w:rsid w:val="001F6F9F"/>
    <w:rsid w:val="00207CA7"/>
    <w:rsid w:val="002115E3"/>
    <w:rsid w:val="00213DBF"/>
    <w:rsid w:val="00213EF9"/>
    <w:rsid w:val="00216252"/>
    <w:rsid w:val="00217CC8"/>
    <w:rsid w:val="00217D18"/>
    <w:rsid w:val="002215AB"/>
    <w:rsid w:val="002218D4"/>
    <w:rsid w:val="00221F5A"/>
    <w:rsid w:val="00224457"/>
    <w:rsid w:val="00231E16"/>
    <w:rsid w:val="002360CD"/>
    <w:rsid w:val="00242798"/>
    <w:rsid w:val="0024411E"/>
    <w:rsid w:val="002443DB"/>
    <w:rsid w:val="00246C5D"/>
    <w:rsid w:val="002511E7"/>
    <w:rsid w:val="002533DB"/>
    <w:rsid w:val="002549D5"/>
    <w:rsid w:val="00257D22"/>
    <w:rsid w:val="00262C43"/>
    <w:rsid w:val="00264F5A"/>
    <w:rsid w:val="002725B8"/>
    <w:rsid w:val="00273ECD"/>
    <w:rsid w:val="00275991"/>
    <w:rsid w:val="00284301"/>
    <w:rsid w:val="00285317"/>
    <w:rsid w:val="00287762"/>
    <w:rsid w:val="00290E5C"/>
    <w:rsid w:val="00291F4D"/>
    <w:rsid w:val="0029566E"/>
    <w:rsid w:val="002A057F"/>
    <w:rsid w:val="002A3332"/>
    <w:rsid w:val="002A7FEC"/>
    <w:rsid w:val="002B0BD4"/>
    <w:rsid w:val="002C2B60"/>
    <w:rsid w:val="002C5EE0"/>
    <w:rsid w:val="002D6E0A"/>
    <w:rsid w:val="002D74EF"/>
    <w:rsid w:val="002D78D6"/>
    <w:rsid w:val="002D796B"/>
    <w:rsid w:val="002E0CC0"/>
    <w:rsid w:val="002E2486"/>
    <w:rsid w:val="002E4010"/>
    <w:rsid w:val="002E5EF1"/>
    <w:rsid w:val="002E70EC"/>
    <w:rsid w:val="002E7890"/>
    <w:rsid w:val="002F236B"/>
    <w:rsid w:val="00300FD9"/>
    <w:rsid w:val="00303FEC"/>
    <w:rsid w:val="00304D3B"/>
    <w:rsid w:val="00311983"/>
    <w:rsid w:val="00312747"/>
    <w:rsid w:val="00312834"/>
    <w:rsid w:val="003219DC"/>
    <w:rsid w:val="00322387"/>
    <w:rsid w:val="00324D76"/>
    <w:rsid w:val="00325299"/>
    <w:rsid w:val="00325A6E"/>
    <w:rsid w:val="0032625F"/>
    <w:rsid w:val="00334A4D"/>
    <w:rsid w:val="00334DE3"/>
    <w:rsid w:val="00336849"/>
    <w:rsid w:val="003420A6"/>
    <w:rsid w:val="00344663"/>
    <w:rsid w:val="00350C59"/>
    <w:rsid w:val="0035636D"/>
    <w:rsid w:val="00356696"/>
    <w:rsid w:val="00360A49"/>
    <w:rsid w:val="0036251A"/>
    <w:rsid w:val="0037161D"/>
    <w:rsid w:val="003716AE"/>
    <w:rsid w:val="00373BE2"/>
    <w:rsid w:val="003B01F7"/>
    <w:rsid w:val="003B4AB7"/>
    <w:rsid w:val="003C4922"/>
    <w:rsid w:val="003C76D4"/>
    <w:rsid w:val="003D28D7"/>
    <w:rsid w:val="003D74D1"/>
    <w:rsid w:val="003E568D"/>
    <w:rsid w:val="003F092D"/>
    <w:rsid w:val="003F55EE"/>
    <w:rsid w:val="00400745"/>
    <w:rsid w:val="00402380"/>
    <w:rsid w:val="00402D5B"/>
    <w:rsid w:val="00402E76"/>
    <w:rsid w:val="00403068"/>
    <w:rsid w:val="004104D4"/>
    <w:rsid w:val="00410AD3"/>
    <w:rsid w:val="00412E03"/>
    <w:rsid w:val="00413310"/>
    <w:rsid w:val="00415208"/>
    <w:rsid w:val="00417771"/>
    <w:rsid w:val="004179BA"/>
    <w:rsid w:val="00431288"/>
    <w:rsid w:val="00435546"/>
    <w:rsid w:val="00437042"/>
    <w:rsid w:val="0044051C"/>
    <w:rsid w:val="00442390"/>
    <w:rsid w:val="00446D51"/>
    <w:rsid w:val="00476B67"/>
    <w:rsid w:val="004832B8"/>
    <w:rsid w:val="004845B7"/>
    <w:rsid w:val="00490D81"/>
    <w:rsid w:val="0049188E"/>
    <w:rsid w:val="0049363A"/>
    <w:rsid w:val="004A375B"/>
    <w:rsid w:val="004A424E"/>
    <w:rsid w:val="004A4BBC"/>
    <w:rsid w:val="004B1C3C"/>
    <w:rsid w:val="004B2CFB"/>
    <w:rsid w:val="004B59ED"/>
    <w:rsid w:val="004C1F68"/>
    <w:rsid w:val="004D4D5E"/>
    <w:rsid w:val="004E1A08"/>
    <w:rsid w:val="004E50E3"/>
    <w:rsid w:val="004F116B"/>
    <w:rsid w:val="004F1C26"/>
    <w:rsid w:val="004F3A7A"/>
    <w:rsid w:val="00500524"/>
    <w:rsid w:val="00500877"/>
    <w:rsid w:val="005113DC"/>
    <w:rsid w:val="00515984"/>
    <w:rsid w:val="0052291E"/>
    <w:rsid w:val="00527A31"/>
    <w:rsid w:val="005325BE"/>
    <w:rsid w:val="00534D1A"/>
    <w:rsid w:val="005406F4"/>
    <w:rsid w:val="005416B4"/>
    <w:rsid w:val="00546BC4"/>
    <w:rsid w:val="00571842"/>
    <w:rsid w:val="00572554"/>
    <w:rsid w:val="00576367"/>
    <w:rsid w:val="005772F7"/>
    <w:rsid w:val="00581697"/>
    <w:rsid w:val="00581CBE"/>
    <w:rsid w:val="00582976"/>
    <w:rsid w:val="00585CA1"/>
    <w:rsid w:val="005863FC"/>
    <w:rsid w:val="0059097A"/>
    <w:rsid w:val="005932FA"/>
    <w:rsid w:val="005970E1"/>
    <w:rsid w:val="005A0C5F"/>
    <w:rsid w:val="005A7060"/>
    <w:rsid w:val="005B1F76"/>
    <w:rsid w:val="005C1560"/>
    <w:rsid w:val="005C69D3"/>
    <w:rsid w:val="005D16F8"/>
    <w:rsid w:val="005D2FAD"/>
    <w:rsid w:val="005D341D"/>
    <w:rsid w:val="005D4441"/>
    <w:rsid w:val="005E081A"/>
    <w:rsid w:val="005E0DA5"/>
    <w:rsid w:val="005E11DD"/>
    <w:rsid w:val="005E2CBA"/>
    <w:rsid w:val="005F6F35"/>
    <w:rsid w:val="005F7D6F"/>
    <w:rsid w:val="00600F73"/>
    <w:rsid w:val="006034D1"/>
    <w:rsid w:val="006128B1"/>
    <w:rsid w:val="00613147"/>
    <w:rsid w:val="006157DC"/>
    <w:rsid w:val="0061644F"/>
    <w:rsid w:val="00617ACD"/>
    <w:rsid w:val="00621E60"/>
    <w:rsid w:val="00623124"/>
    <w:rsid w:val="006259B7"/>
    <w:rsid w:val="00625BE9"/>
    <w:rsid w:val="00626D55"/>
    <w:rsid w:val="00627AB8"/>
    <w:rsid w:val="00631B6C"/>
    <w:rsid w:val="00631ECF"/>
    <w:rsid w:val="00632E0A"/>
    <w:rsid w:val="006360CE"/>
    <w:rsid w:val="00640C35"/>
    <w:rsid w:val="0064335E"/>
    <w:rsid w:val="006451B7"/>
    <w:rsid w:val="00646311"/>
    <w:rsid w:val="006463E9"/>
    <w:rsid w:val="00652D38"/>
    <w:rsid w:val="006616DF"/>
    <w:rsid w:val="00662BD0"/>
    <w:rsid w:val="006638C0"/>
    <w:rsid w:val="00665831"/>
    <w:rsid w:val="006671D8"/>
    <w:rsid w:val="006743F0"/>
    <w:rsid w:val="00675785"/>
    <w:rsid w:val="006866FE"/>
    <w:rsid w:val="00695671"/>
    <w:rsid w:val="00695A70"/>
    <w:rsid w:val="006A0779"/>
    <w:rsid w:val="006A0F55"/>
    <w:rsid w:val="006A5149"/>
    <w:rsid w:val="006A6E93"/>
    <w:rsid w:val="006A7269"/>
    <w:rsid w:val="006A74B2"/>
    <w:rsid w:val="006B00E9"/>
    <w:rsid w:val="006C0AA9"/>
    <w:rsid w:val="006C1861"/>
    <w:rsid w:val="006C591A"/>
    <w:rsid w:val="006D5435"/>
    <w:rsid w:val="00701758"/>
    <w:rsid w:val="0071070A"/>
    <w:rsid w:val="00721C6A"/>
    <w:rsid w:val="00732E8B"/>
    <w:rsid w:val="007342ED"/>
    <w:rsid w:val="00741A67"/>
    <w:rsid w:val="00743549"/>
    <w:rsid w:val="00744485"/>
    <w:rsid w:val="007511BE"/>
    <w:rsid w:val="007518C5"/>
    <w:rsid w:val="00751C8B"/>
    <w:rsid w:val="007527BC"/>
    <w:rsid w:val="00755513"/>
    <w:rsid w:val="00757356"/>
    <w:rsid w:val="0075758C"/>
    <w:rsid w:val="0076002D"/>
    <w:rsid w:val="00761B74"/>
    <w:rsid w:val="00764E61"/>
    <w:rsid w:val="00766797"/>
    <w:rsid w:val="00771ACB"/>
    <w:rsid w:val="00771F9D"/>
    <w:rsid w:val="00782A68"/>
    <w:rsid w:val="00792F1A"/>
    <w:rsid w:val="007935A7"/>
    <w:rsid w:val="00794718"/>
    <w:rsid w:val="007959BF"/>
    <w:rsid w:val="007A298D"/>
    <w:rsid w:val="007A55AE"/>
    <w:rsid w:val="007A6A8F"/>
    <w:rsid w:val="007A78FE"/>
    <w:rsid w:val="007B0DAE"/>
    <w:rsid w:val="007B19A9"/>
    <w:rsid w:val="007B36F8"/>
    <w:rsid w:val="007B3BC5"/>
    <w:rsid w:val="007C100B"/>
    <w:rsid w:val="007C4D76"/>
    <w:rsid w:val="007C640C"/>
    <w:rsid w:val="007C680C"/>
    <w:rsid w:val="007D09A0"/>
    <w:rsid w:val="007D6F68"/>
    <w:rsid w:val="007E0E08"/>
    <w:rsid w:val="007E252A"/>
    <w:rsid w:val="007E4D56"/>
    <w:rsid w:val="007F4280"/>
    <w:rsid w:val="007F4A05"/>
    <w:rsid w:val="007F6A75"/>
    <w:rsid w:val="00802A73"/>
    <w:rsid w:val="008127DE"/>
    <w:rsid w:val="00813258"/>
    <w:rsid w:val="00816267"/>
    <w:rsid w:val="0082121C"/>
    <w:rsid w:val="008236EE"/>
    <w:rsid w:val="00825D9F"/>
    <w:rsid w:val="00830019"/>
    <w:rsid w:val="00831F90"/>
    <w:rsid w:val="0083556B"/>
    <w:rsid w:val="00835617"/>
    <w:rsid w:val="00836918"/>
    <w:rsid w:val="0084167A"/>
    <w:rsid w:val="008429DD"/>
    <w:rsid w:val="00845391"/>
    <w:rsid w:val="00846064"/>
    <w:rsid w:val="00850BFF"/>
    <w:rsid w:val="00857D02"/>
    <w:rsid w:val="0087064A"/>
    <w:rsid w:val="00873528"/>
    <w:rsid w:val="00874B50"/>
    <w:rsid w:val="00883376"/>
    <w:rsid w:val="00891016"/>
    <w:rsid w:val="00891AD6"/>
    <w:rsid w:val="008973D6"/>
    <w:rsid w:val="008A1073"/>
    <w:rsid w:val="008A11AD"/>
    <w:rsid w:val="008A156C"/>
    <w:rsid w:val="008A7970"/>
    <w:rsid w:val="008B36F2"/>
    <w:rsid w:val="008C0064"/>
    <w:rsid w:val="008C04F4"/>
    <w:rsid w:val="008D4BFB"/>
    <w:rsid w:val="008E0DCA"/>
    <w:rsid w:val="008E4793"/>
    <w:rsid w:val="008F3722"/>
    <w:rsid w:val="008F6154"/>
    <w:rsid w:val="008F681C"/>
    <w:rsid w:val="00900944"/>
    <w:rsid w:val="00910C38"/>
    <w:rsid w:val="00911F19"/>
    <w:rsid w:val="00913331"/>
    <w:rsid w:val="00914323"/>
    <w:rsid w:val="009209FF"/>
    <w:rsid w:val="00930880"/>
    <w:rsid w:val="009355EF"/>
    <w:rsid w:val="00937244"/>
    <w:rsid w:val="00941827"/>
    <w:rsid w:val="00942CDC"/>
    <w:rsid w:val="00942E29"/>
    <w:rsid w:val="00945854"/>
    <w:rsid w:val="009537EE"/>
    <w:rsid w:val="00963A21"/>
    <w:rsid w:val="00964278"/>
    <w:rsid w:val="009758EF"/>
    <w:rsid w:val="00975C03"/>
    <w:rsid w:val="00976995"/>
    <w:rsid w:val="00981A64"/>
    <w:rsid w:val="00982DC3"/>
    <w:rsid w:val="00983CE1"/>
    <w:rsid w:val="00983DAE"/>
    <w:rsid w:val="009848A7"/>
    <w:rsid w:val="00985361"/>
    <w:rsid w:val="0099537B"/>
    <w:rsid w:val="00995E61"/>
    <w:rsid w:val="009A0A6A"/>
    <w:rsid w:val="009A122A"/>
    <w:rsid w:val="009A5A53"/>
    <w:rsid w:val="009A6F04"/>
    <w:rsid w:val="009B4576"/>
    <w:rsid w:val="009B68EE"/>
    <w:rsid w:val="009C36E1"/>
    <w:rsid w:val="009C5D57"/>
    <w:rsid w:val="009D0B20"/>
    <w:rsid w:val="009D1563"/>
    <w:rsid w:val="009D54D1"/>
    <w:rsid w:val="009D7E3D"/>
    <w:rsid w:val="009E3ACD"/>
    <w:rsid w:val="009E5004"/>
    <w:rsid w:val="009E7F0E"/>
    <w:rsid w:val="009F411E"/>
    <w:rsid w:val="009F5667"/>
    <w:rsid w:val="00A01237"/>
    <w:rsid w:val="00A038CC"/>
    <w:rsid w:val="00A12451"/>
    <w:rsid w:val="00A20D23"/>
    <w:rsid w:val="00A43585"/>
    <w:rsid w:val="00A442BE"/>
    <w:rsid w:val="00A442EE"/>
    <w:rsid w:val="00A46ACD"/>
    <w:rsid w:val="00A5696E"/>
    <w:rsid w:val="00A62BBD"/>
    <w:rsid w:val="00A862B8"/>
    <w:rsid w:val="00A90553"/>
    <w:rsid w:val="00A9156F"/>
    <w:rsid w:val="00A96F8A"/>
    <w:rsid w:val="00A97E09"/>
    <w:rsid w:val="00AA07AA"/>
    <w:rsid w:val="00AA1874"/>
    <w:rsid w:val="00AB06C9"/>
    <w:rsid w:val="00AB5364"/>
    <w:rsid w:val="00AB7484"/>
    <w:rsid w:val="00AC03B9"/>
    <w:rsid w:val="00AC5466"/>
    <w:rsid w:val="00AC6B4C"/>
    <w:rsid w:val="00AD13D8"/>
    <w:rsid w:val="00AD7B6D"/>
    <w:rsid w:val="00AE5E86"/>
    <w:rsid w:val="00AE628F"/>
    <w:rsid w:val="00AF4105"/>
    <w:rsid w:val="00AF42DF"/>
    <w:rsid w:val="00B016B2"/>
    <w:rsid w:val="00B04013"/>
    <w:rsid w:val="00B058CA"/>
    <w:rsid w:val="00B05E85"/>
    <w:rsid w:val="00B1427C"/>
    <w:rsid w:val="00B248E2"/>
    <w:rsid w:val="00B2508D"/>
    <w:rsid w:val="00B27F3C"/>
    <w:rsid w:val="00B30AA9"/>
    <w:rsid w:val="00B30C4E"/>
    <w:rsid w:val="00B3155C"/>
    <w:rsid w:val="00B3497C"/>
    <w:rsid w:val="00B36A16"/>
    <w:rsid w:val="00B54F79"/>
    <w:rsid w:val="00B578D3"/>
    <w:rsid w:val="00B620ED"/>
    <w:rsid w:val="00B74375"/>
    <w:rsid w:val="00B74826"/>
    <w:rsid w:val="00B74891"/>
    <w:rsid w:val="00B76FF9"/>
    <w:rsid w:val="00B87388"/>
    <w:rsid w:val="00B906B8"/>
    <w:rsid w:val="00B915FC"/>
    <w:rsid w:val="00B94AE7"/>
    <w:rsid w:val="00BA032C"/>
    <w:rsid w:val="00BA4917"/>
    <w:rsid w:val="00BA7031"/>
    <w:rsid w:val="00BA7194"/>
    <w:rsid w:val="00BB0895"/>
    <w:rsid w:val="00BB1441"/>
    <w:rsid w:val="00BB6B4B"/>
    <w:rsid w:val="00BB789C"/>
    <w:rsid w:val="00BC50A6"/>
    <w:rsid w:val="00BC625C"/>
    <w:rsid w:val="00BD0DC1"/>
    <w:rsid w:val="00BD1E89"/>
    <w:rsid w:val="00BD6A99"/>
    <w:rsid w:val="00BD743F"/>
    <w:rsid w:val="00BE0E18"/>
    <w:rsid w:val="00BE3C27"/>
    <w:rsid w:val="00BE3D14"/>
    <w:rsid w:val="00BE4F87"/>
    <w:rsid w:val="00BE5D52"/>
    <w:rsid w:val="00BE64F4"/>
    <w:rsid w:val="00BF4AF4"/>
    <w:rsid w:val="00BF533B"/>
    <w:rsid w:val="00C12C12"/>
    <w:rsid w:val="00C1647D"/>
    <w:rsid w:val="00C16D79"/>
    <w:rsid w:val="00C200B5"/>
    <w:rsid w:val="00C22450"/>
    <w:rsid w:val="00C2269F"/>
    <w:rsid w:val="00C236E6"/>
    <w:rsid w:val="00C27DEC"/>
    <w:rsid w:val="00C32FCC"/>
    <w:rsid w:val="00C42B99"/>
    <w:rsid w:val="00C51979"/>
    <w:rsid w:val="00C52D7B"/>
    <w:rsid w:val="00C61485"/>
    <w:rsid w:val="00C62BB2"/>
    <w:rsid w:val="00C66F6D"/>
    <w:rsid w:val="00C75BD0"/>
    <w:rsid w:val="00C84414"/>
    <w:rsid w:val="00C906FD"/>
    <w:rsid w:val="00C96CF9"/>
    <w:rsid w:val="00CA2BDF"/>
    <w:rsid w:val="00CA575D"/>
    <w:rsid w:val="00CA5C37"/>
    <w:rsid w:val="00CB0E3A"/>
    <w:rsid w:val="00CB62D4"/>
    <w:rsid w:val="00CB7403"/>
    <w:rsid w:val="00CC395B"/>
    <w:rsid w:val="00CE43BA"/>
    <w:rsid w:val="00CE4612"/>
    <w:rsid w:val="00CE55B6"/>
    <w:rsid w:val="00CF4D8B"/>
    <w:rsid w:val="00D02BC5"/>
    <w:rsid w:val="00D042DD"/>
    <w:rsid w:val="00D066E7"/>
    <w:rsid w:val="00D073B9"/>
    <w:rsid w:val="00D1471D"/>
    <w:rsid w:val="00D21A8C"/>
    <w:rsid w:val="00D3386B"/>
    <w:rsid w:val="00D35EF4"/>
    <w:rsid w:val="00D4146E"/>
    <w:rsid w:val="00D425B2"/>
    <w:rsid w:val="00D435CD"/>
    <w:rsid w:val="00D43C04"/>
    <w:rsid w:val="00D51F6B"/>
    <w:rsid w:val="00D522DE"/>
    <w:rsid w:val="00D53FB5"/>
    <w:rsid w:val="00D55CA9"/>
    <w:rsid w:val="00D56D14"/>
    <w:rsid w:val="00D578FB"/>
    <w:rsid w:val="00D60372"/>
    <w:rsid w:val="00D622B6"/>
    <w:rsid w:val="00D624DB"/>
    <w:rsid w:val="00D644AA"/>
    <w:rsid w:val="00D737E4"/>
    <w:rsid w:val="00D774C6"/>
    <w:rsid w:val="00D83B02"/>
    <w:rsid w:val="00D84001"/>
    <w:rsid w:val="00D84BA5"/>
    <w:rsid w:val="00D86F3D"/>
    <w:rsid w:val="00DA044A"/>
    <w:rsid w:val="00DA3442"/>
    <w:rsid w:val="00DA4FFE"/>
    <w:rsid w:val="00DB224B"/>
    <w:rsid w:val="00DB2D05"/>
    <w:rsid w:val="00DC1743"/>
    <w:rsid w:val="00DD723E"/>
    <w:rsid w:val="00E10AC7"/>
    <w:rsid w:val="00E15F2C"/>
    <w:rsid w:val="00E2350E"/>
    <w:rsid w:val="00E26975"/>
    <w:rsid w:val="00E35C2F"/>
    <w:rsid w:val="00E3676C"/>
    <w:rsid w:val="00E369A5"/>
    <w:rsid w:val="00E37741"/>
    <w:rsid w:val="00E41793"/>
    <w:rsid w:val="00E543D9"/>
    <w:rsid w:val="00E57076"/>
    <w:rsid w:val="00E63FF7"/>
    <w:rsid w:val="00E71670"/>
    <w:rsid w:val="00E7521A"/>
    <w:rsid w:val="00E835DD"/>
    <w:rsid w:val="00E85857"/>
    <w:rsid w:val="00E9561F"/>
    <w:rsid w:val="00EA0030"/>
    <w:rsid w:val="00EA5EF1"/>
    <w:rsid w:val="00EB3FAF"/>
    <w:rsid w:val="00EB43C6"/>
    <w:rsid w:val="00EB77D7"/>
    <w:rsid w:val="00EB7B98"/>
    <w:rsid w:val="00EB7DBB"/>
    <w:rsid w:val="00EC6AF0"/>
    <w:rsid w:val="00ED3AC5"/>
    <w:rsid w:val="00ED3CAC"/>
    <w:rsid w:val="00ED5911"/>
    <w:rsid w:val="00ED7E77"/>
    <w:rsid w:val="00EE28DD"/>
    <w:rsid w:val="00EE5F33"/>
    <w:rsid w:val="00EF34A2"/>
    <w:rsid w:val="00EF384D"/>
    <w:rsid w:val="00F02966"/>
    <w:rsid w:val="00F039BB"/>
    <w:rsid w:val="00F11331"/>
    <w:rsid w:val="00F15B27"/>
    <w:rsid w:val="00F17B7A"/>
    <w:rsid w:val="00F236F8"/>
    <w:rsid w:val="00F24C1F"/>
    <w:rsid w:val="00F3382A"/>
    <w:rsid w:val="00F33F57"/>
    <w:rsid w:val="00F44B58"/>
    <w:rsid w:val="00F508C9"/>
    <w:rsid w:val="00F536EE"/>
    <w:rsid w:val="00F55EDB"/>
    <w:rsid w:val="00F62CFC"/>
    <w:rsid w:val="00F7002C"/>
    <w:rsid w:val="00F821A3"/>
    <w:rsid w:val="00F85626"/>
    <w:rsid w:val="00F8623A"/>
    <w:rsid w:val="00F9254E"/>
    <w:rsid w:val="00F94FC5"/>
    <w:rsid w:val="00FA49E3"/>
    <w:rsid w:val="00FA4C9B"/>
    <w:rsid w:val="00FA6CDA"/>
    <w:rsid w:val="00FB2ECF"/>
    <w:rsid w:val="00FB38CC"/>
    <w:rsid w:val="00FC4A95"/>
    <w:rsid w:val="00FC61B1"/>
    <w:rsid w:val="00FD1E9F"/>
    <w:rsid w:val="00FD694F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9F5667"/>
    <w:pPr>
      <w:keepNext/>
      <w:outlineLvl w:val="0"/>
    </w:pPr>
    <w:rPr>
      <w:rFonts w:ascii="Arial" w:hAnsi="Arial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37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Templates">
    <w:name w:val="Templates"/>
    <w:basedOn w:val="Normal"/>
    <w:rsid w:val="008E0DCA"/>
    <w:rPr>
      <w:color w:val="000000"/>
      <w:szCs w:val="24"/>
    </w:rPr>
  </w:style>
  <w:style w:type="paragraph" w:styleId="Footer">
    <w:name w:val="footer"/>
    <w:basedOn w:val="Normal"/>
    <w:rsid w:val="00613147"/>
    <w:pPr>
      <w:tabs>
        <w:tab w:val="center" w:pos="4320"/>
        <w:tab w:val="right" w:pos="8640"/>
      </w:tabs>
    </w:pPr>
  </w:style>
  <w:style w:type="paragraph" w:customStyle="1" w:styleId="AssessmentLetter">
    <w:name w:val="AssessmentLetter"/>
    <w:basedOn w:val="Templates"/>
    <w:rsid w:val="007D6F68"/>
    <w:rPr>
      <w:rFonts w:ascii="Arial" w:hAnsi="Arial" w:cs="Arial"/>
      <w:sz w:val="22"/>
    </w:rPr>
  </w:style>
  <w:style w:type="paragraph" w:styleId="BodyText">
    <w:name w:val="Body Text"/>
    <w:basedOn w:val="Normal"/>
    <w:rsid w:val="0032625F"/>
    <w:pPr>
      <w:tabs>
        <w:tab w:val="left" w:pos="3600"/>
        <w:tab w:val="left" w:pos="6840"/>
        <w:tab w:val="decimal" w:pos="7920"/>
      </w:tabs>
    </w:pPr>
    <w:rPr>
      <w:rFonts w:ascii="Arial" w:hAnsi="Arial" w:cs="Arial"/>
      <w:b/>
      <w:bCs/>
      <w:sz w:val="22"/>
      <w:lang w:eastAsia="en-US"/>
    </w:rPr>
  </w:style>
  <w:style w:type="paragraph" w:styleId="BodyText2">
    <w:name w:val="Body Text 2"/>
    <w:basedOn w:val="Normal"/>
    <w:rsid w:val="00F821A3"/>
    <w:pPr>
      <w:spacing w:after="120" w:line="480" w:lineRule="auto"/>
    </w:pPr>
  </w:style>
  <w:style w:type="character" w:styleId="Hyperlink">
    <w:name w:val="Hyperlink"/>
    <w:basedOn w:val="DefaultParagraphFont"/>
    <w:rsid w:val="00DB22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lication%20Files\Practice%20Central\ASIC%20Paper%20Buster%20Server\DOTS\Co%20Annual%20Stm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 Annual Stmt</Template>
  <TotalTime>1</TotalTime>
  <Pages>2</Pages>
  <Words>443</Words>
  <Characters>2879</Characters>
  <Application>Microsoft Office Word</Application>
  <DocSecurity>0</DocSecurity>
  <Lines>191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19th September, 1996</vt:lpstr>
    </vt:vector>
  </TitlesOfParts>
  <Company>MOD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ACS Package DOL01SC100 Letter</dc:title>
  <dc:subject>2013 ACS Package DOL01SC100 Letter</dc:subject>
  <dc:creator>THERESEK</dc:creator>
  <cp:keywords> pbDocID: pb4317</cp:keywords>
  <dc:description>Created by ASIC Paper Buster_x000d_
Original Ref: H:\DOL01S\Permanent\Trust Deeds &amp; Corporate\Hartman Super Properties Pty Ltd\ASIC Documents\2013 ACS Package DOL01SC100 Letter.docx_x000d_
Email: _x000d_
CC Email: _x000d_
BCC Email: _x000d_
</dc:description>
  <cp:lastModifiedBy>theresek</cp:lastModifiedBy>
  <cp:revision>3</cp:revision>
  <cp:lastPrinted>2013-05-09T01:15:00Z</cp:lastPrinted>
  <dcterms:created xsi:type="dcterms:W3CDTF">2013-05-09T01:06:00Z</dcterms:created>
  <dcterms:modified xsi:type="dcterms:W3CDTF">2013-05-09T01:15:00Z</dcterms:modified>
  <cp:category>Company Stmt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-1792344495</vt:i4>
  </property>
  <property fmtid="{D5CDD505-2E9C-101B-9397-08002B2CF9AE}" pid="3" name="_EmailSubject">
    <vt:lpwstr>RE: </vt:lpwstr>
  </property>
  <property fmtid="{D5CDD505-2E9C-101B-9397-08002B2CF9AE}" pid="4" name="_AuthorEmail">
    <vt:lpwstr>karen@mcmahonosborne.com.au</vt:lpwstr>
  </property>
  <property fmtid="{D5CDD505-2E9C-101B-9397-08002B2CF9AE}" pid="5" name="_AuthorEmailDisplayName">
    <vt:lpwstr>Karen Griffin</vt:lpwstr>
  </property>
  <property fmtid="{D5CDD505-2E9C-101B-9397-08002B2CF9AE}" pid="6" name="_ReviewingToolsShownOnce">
    <vt:lpwstr/>
  </property>
</Properties>
</file>