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81D3" w14:textId="77777777" w:rsidR="00162956" w:rsidRPr="003D585C" w:rsidRDefault="00162956" w:rsidP="004A562D">
      <w:pPr>
        <w:autoSpaceDE w:val="0"/>
        <w:autoSpaceDN w:val="0"/>
        <w:adjustRightInd w:val="0"/>
        <w:spacing w:after="0" w:line="120" w:lineRule="auto"/>
        <w:rPr>
          <w:rFonts w:asciiTheme="minorHAnsi" w:hAnsiTheme="minorHAnsi"/>
          <w:sz w:val="8"/>
          <w:szCs w:val="8"/>
        </w:rPr>
      </w:pPr>
    </w:p>
    <w:p w14:paraId="00017591" w14:textId="77777777" w:rsidR="00A52207" w:rsidRPr="004255BE" w:rsidRDefault="000046F1" w:rsidP="006911CA">
      <w:pPr>
        <w:autoSpaceDE w:val="0"/>
        <w:autoSpaceDN w:val="0"/>
        <w:adjustRightInd w:val="0"/>
        <w:spacing w:after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Name : </w:t>
      </w:r>
      <w:r w:rsidRPr="000E5512">
        <w:rPr>
          <w:rFonts w:ascii="Helvetica" w:hAnsi="Helvetica" w:cs="Arial"/>
          <w:noProof/>
          <w:sz w:val="20"/>
          <w:szCs w:val="20"/>
        </w:rPr>
        <w:t>Johnson, Peter</w:t>
      </w:r>
    </w:p>
    <w:p w14:paraId="5307DD2B" w14:textId="77777777" w:rsidR="003B279F" w:rsidRDefault="000046F1" w:rsidP="00162956">
      <w:pPr>
        <w:autoSpaceDE w:val="0"/>
        <w:autoSpaceDN w:val="0"/>
        <w:adjustRightInd w:val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Age : </w:t>
      </w:r>
      <w:r w:rsidRPr="000E5512">
        <w:rPr>
          <w:rFonts w:ascii="Helvetica" w:hAnsi="Helvetica"/>
          <w:noProof/>
          <w:sz w:val="20"/>
          <w:szCs w:val="20"/>
        </w:rPr>
        <w:t>67*</w:t>
      </w:r>
      <w:r w:rsidR="00C97DE0">
        <w:t xml:space="preserve"> </w:t>
      </w:r>
      <w:r w:rsidR="00AC61DC" w:rsidRPr="00AC61DC">
        <w:rPr>
          <w:rFonts w:ascii="Helvetica" w:hAnsi="Helvetica"/>
          <w:sz w:val="20"/>
          <w:szCs w:val="20"/>
        </w:rPr>
        <w:t xml:space="preserve">(Date of Birth : </w:t>
      </w:r>
      <w:r w:rsidR="00AC61DC" w:rsidRPr="00AC61DC">
        <w:rPr>
          <w:rFonts w:ascii="Helvetica" w:hAnsi="Helvetica"/>
          <w:noProof/>
          <w:sz w:val="20"/>
          <w:szCs w:val="20"/>
        </w:rPr>
        <w:t>Provided</w:t>
      </w:r>
      <w:r w:rsidR="00AC61DC" w:rsidRPr="00AC61DC">
        <w:rPr>
          <w:rFonts w:ascii="Helvetica" w:hAnsi="Helvetica"/>
          <w:sz w:val="20"/>
          <w:szCs w:val="20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D3132C" w14:paraId="5793D949" w14:textId="77777777" w:rsidTr="00F22069">
        <w:tc>
          <w:tcPr>
            <w:tcW w:w="1134" w:type="dxa"/>
            <w:shd w:val="clear" w:color="auto" w:fill="EEECE1" w:themeFill="background2"/>
          </w:tcPr>
          <w:p w14:paraId="6FBC9BE0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Member Code</w:t>
            </w:r>
          </w:p>
        </w:tc>
        <w:tc>
          <w:tcPr>
            <w:tcW w:w="1276" w:type="dxa"/>
            <w:shd w:val="clear" w:color="auto" w:fill="EEECE1" w:themeFill="background2"/>
          </w:tcPr>
          <w:p w14:paraId="31B4E599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Type</w:t>
            </w:r>
          </w:p>
        </w:tc>
        <w:tc>
          <w:tcPr>
            <w:tcW w:w="1276" w:type="dxa"/>
            <w:shd w:val="clear" w:color="auto" w:fill="EEECE1" w:themeFill="background2"/>
          </w:tcPr>
          <w:p w14:paraId="03D8F6ED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Start Date</w:t>
            </w:r>
          </w:p>
        </w:tc>
        <w:tc>
          <w:tcPr>
            <w:tcW w:w="992" w:type="dxa"/>
            <w:shd w:val="clear" w:color="auto" w:fill="EEECE1" w:themeFill="background2"/>
          </w:tcPr>
          <w:p w14:paraId="35859B7E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Tax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Free</w:t>
            </w:r>
          </w:p>
        </w:tc>
        <w:tc>
          <w:tcPr>
            <w:tcW w:w="992" w:type="dxa"/>
            <w:shd w:val="clear" w:color="auto" w:fill="EEECE1" w:themeFill="background2"/>
          </w:tcPr>
          <w:p w14:paraId="61AB0FDB" w14:textId="77777777" w:rsidR="005E57DE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/ </w:t>
            </w:r>
          </w:p>
          <w:p w14:paraId="7A8C31A7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</w:t>
            </w:r>
            <w:r w:rsidR="003B7716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F </w:t>
            </w:r>
          </w:p>
        </w:tc>
        <w:tc>
          <w:tcPr>
            <w:tcW w:w="1418" w:type="dxa"/>
            <w:shd w:val="clear" w:color="auto" w:fill="EEECE1" w:themeFill="background2"/>
          </w:tcPr>
          <w:p w14:paraId="6F59BF7D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Minimum</w:t>
            </w:r>
          </w:p>
        </w:tc>
        <w:tc>
          <w:tcPr>
            <w:tcW w:w="1276" w:type="dxa"/>
            <w:shd w:val="clear" w:color="auto" w:fill="EEECE1" w:themeFill="background2"/>
          </w:tcPr>
          <w:p w14:paraId="611406EF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Maximum</w:t>
            </w:r>
          </w:p>
        </w:tc>
        <w:tc>
          <w:tcPr>
            <w:tcW w:w="1559" w:type="dxa"/>
            <w:shd w:val="clear" w:color="auto" w:fill="EEECE1" w:themeFill="background2"/>
          </w:tcPr>
          <w:p w14:paraId="585AE7A6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Gross Pension Payments</w:t>
            </w:r>
          </w:p>
        </w:tc>
        <w:tc>
          <w:tcPr>
            <w:tcW w:w="1559" w:type="dxa"/>
            <w:shd w:val="clear" w:color="auto" w:fill="EEECE1" w:themeFill="background2"/>
          </w:tcPr>
          <w:p w14:paraId="3275A991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PAYG</w:t>
            </w:r>
          </w:p>
        </w:tc>
        <w:tc>
          <w:tcPr>
            <w:tcW w:w="1843" w:type="dxa"/>
            <w:shd w:val="clear" w:color="auto" w:fill="EEECE1" w:themeFill="background2"/>
          </w:tcPr>
          <w:p w14:paraId="66F6E67B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Net Pension Payment</w:t>
            </w:r>
          </w:p>
        </w:tc>
        <w:tc>
          <w:tcPr>
            <w:tcW w:w="1701" w:type="dxa"/>
            <w:shd w:val="clear" w:color="auto" w:fill="EEECE1" w:themeFill="background2"/>
          </w:tcPr>
          <w:p w14:paraId="28F4EF7A" w14:textId="77777777" w:rsidR="00954BA0" w:rsidRPr="000E5512" w:rsidRDefault="000046F1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Amount to reach Min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imum</w:t>
            </w:r>
          </w:p>
        </w:tc>
      </w:tr>
    </w:tbl>
    <w:p w14:paraId="5E03A7AD" w14:textId="77777777" w:rsidR="00667EDB" w:rsidRPr="00CD73B8" w:rsidRDefault="00667EDB" w:rsidP="00457FF6">
      <w:pPr>
        <w:autoSpaceDE w:val="0"/>
        <w:autoSpaceDN w:val="0"/>
        <w:adjustRightInd w:val="0"/>
        <w:spacing w:after="0"/>
        <w:rPr>
          <w:sz w:val="2"/>
          <w:szCs w:val="16"/>
        </w:rPr>
      </w:pPr>
    </w:p>
    <w:tbl>
      <w:tblPr>
        <w:tblStyle w:val="TableGrid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D3132C" w14:paraId="3B691799" w14:textId="77777777" w:rsidTr="00AA529D">
        <w:tc>
          <w:tcPr>
            <w:tcW w:w="1134" w:type="dxa"/>
          </w:tcPr>
          <w:p w14:paraId="4D446FBD" w14:textId="77777777" w:rsidR="00954BA0" w:rsidRDefault="000046F1" w:rsidP="00070571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JOHPET00004P</w:t>
            </w:r>
          </w:p>
          <w:p w14:paraId="557F81F9" w14:textId="77777777" w:rsidR="00954BA0" w:rsidRPr="002B1484" w:rsidRDefault="00954BA0" w:rsidP="0007057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A9FEE8" w14:textId="77777777" w:rsidR="00954BA0" w:rsidRPr="006F7751" w:rsidRDefault="000046F1" w:rsidP="00966F1B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Account Based Pension</w:t>
            </w:r>
          </w:p>
        </w:tc>
        <w:tc>
          <w:tcPr>
            <w:tcW w:w="1276" w:type="dxa"/>
          </w:tcPr>
          <w:p w14:paraId="6FA4CEC3" w14:textId="77777777" w:rsidR="00954BA0" w:rsidRPr="006F7751" w:rsidRDefault="000046F1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01/07/2019</w:t>
            </w:r>
          </w:p>
        </w:tc>
        <w:tc>
          <w:tcPr>
            <w:tcW w:w="992" w:type="dxa"/>
          </w:tcPr>
          <w:p w14:paraId="209D0FCB" w14:textId="77777777" w:rsidR="00954BA0" w:rsidRPr="006F7751" w:rsidRDefault="000046F1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57.34%</w:t>
            </w:r>
          </w:p>
        </w:tc>
        <w:tc>
          <w:tcPr>
            <w:tcW w:w="992" w:type="dxa"/>
          </w:tcPr>
          <w:p w14:paraId="4473A973" w14:textId="77777777" w:rsidR="00954BA0" w:rsidRPr="00A80B4C" w:rsidRDefault="00A80B4C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A80B4C">
              <w:rPr>
                <w:rFonts w:ascii="Helvetica" w:hAnsi="Helvetica"/>
                <w:noProof/>
                <w:sz w:val="20"/>
                <w:szCs w:val="20"/>
              </w:rPr>
              <w:t>2.50%</w:t>
            </w:r>
          </w:p>
        </w:tc>
        <w:tc>
          <w:tcPr>
            <w:tcW w:w="1418" w:type="dxa"/>
          </w:tcPr>
          <w:p w14:paraId="24387E4A" w14:textId="10AF008E" w:rsidR="00954BA0" w:rsidRPr="002B1484" w:rsidRDefault="000046F1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$18,</w:t>
            </w:r>
            <w:r>
              <w:rPr>
                <w:rFonts w:ascii="Helvetica" w:hAnsi="Helvetica"/>
                <w:noProof/>
                <w:sz w:val="20"/>
                <w:szCs w:val="20"/>
              </w:rPr>
              <w:t>500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.00*</w:t>
            </w:r>
          </w:p>
          <w:p w14:paraId="2651AABC" w14:textId="77777777" w:rsidR="00954BA0" w:rsidRPr="002B1484" w:rsidRDefault="00954BA0" w:rsidP="006F7751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14:paraId="260FBD93" w14:textId="77777777" w:rsidR="00954BA0" w:rsidRPr="006F7751" w:rsidRDefault="000046F1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N/A</w:t>
            </w:r>
          </w:p>
        </w:tc>
        <w:tc>
          <w:tcPr>
            <w:tcW w:w="1559" w:type="dxa"/>
          </w:tcPr>
          <w:p w14:paraId="44E86A9F" w14:textId="77777777" w:rsidR="00954BA0" w:rsidRPr="006F7751" w:rsidRDefault="000046F1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$17,000.00</w:t>
            </w:r>
          </w:p>
        </w:tc>
        <w:tc>
          <w:tcPr>
            <w:tcW w:w="1559" w:type="dxa"/>
          </w:tcPr>
          <w:p w14:paraId="234F34C6" w14:textId="77777777" w:rsidR="00954BA0" w:rsidRPr="006F7751" w:rsidRDefault="000046F1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843" w:type="dxa"/>
          </w:tcPr>
          <w:p w14:paraId="30A84FB2" w14:textId="77777777" w:rsidR="00954BA0" w:rsidRPr="006F7751" w:rsidRDefault="000046F1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$17,000.00</w:t>
            </w:r>
          </w:p>
        </w:tc>
        <w:tc>
          <w:tcPr>
            <w:tcW w:w="1701" w:type="dxa"/>
          </w:tcPr>
          <w:p w14:paraId="4406293E" w14:textId="32FDA645" w:rsidR="00954BA0" w:rsidRPr="002B1484" w:rsidRDefault="000046F1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$1,</w:t>
            </w:r>
            <w:r>
              <w:rPr>
                <w:rFonts w:ascii="Helvetica" w:hAnsi="Helvetica"/>
                <w:noProof/>
                <w:sz w:val="20"/>
                <w:szCs w:val="20"/>
              </w:rPr>
              <w:t>500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.00</w:t>
            </w:r>
          </w:p>
        </w:tc>
      </w:tr>
    </w:tbl>
    <w:p w14:paraId="49BB2DE3" w14:textId="77777777" w:rsidR="00247C94" w:rsidRPr="00247C94" w:rsidRDefault="000046F1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  <w:r w:rsidRPr="00247C94">
        <w:rPr>
          <w:rFonts w:ascii="Helvetica" w:hAnsi="Helvetica" w:cs="Helvetica"/>
          <w:noProof/>
          <w:sz w:val="16"/>
          <w:szCs w:val="16"/>
        </w:rPr>
        <w:t>*COVID-19 50% reduction has been applied to the minimum pension amount.</w:t>
      </w:r>
    </w:p>
    <w:p w14:paraId="2CDC271F" w14:textId="77777777" w:rsidR="00795566" w:rsidRPr="00FA119A" w:rsidRDefault="00795566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</w:p>
    <w:p w14:paraId="14D598F2" w14:textId="77777777" w:rsidR="00FA119A" w:rsidRPr="00521288" w:rsidRDefault="00FA119A" w:rsidP="00521288">
      <w:pPr>
        <w:autoSpaceDE w:val="0"/>
        <w:autoSpaceDN w:val="0"/>
        <w:adjustRightInd w:val="0"/>
        <w:spacing w:after="0"/>
        <w:rPr>
          <w:sz w:val="4"/>
          <w:szCs w:val="4"/>
        </w:rPr>
      </w:pPr>
    </w:p>
    <w:tbl>
      <w:tblPr>
        <w:tblStyle w:val="TableGrid"/>
        <w:tblW w:w="15026" w:type="dxa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D3132C" w14:paraId="705B3A0C" w14:textId="77777777" w:rsidTr="003B7716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615936BB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36959454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23681FAD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6C93FC6C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0447AD81" w14:textId="77777777" w:rsidR="007A52B2" w:rsidRDefault="007A52B2" w:rsidP="00244036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4CD7E17D" w14:textId="67F94F77" w:rsidR="007A52B2" w:rsidRPr="00AD3EDD" w:rsidRDefault="000046F1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$18,</w:t>
            </w:r>
            <w:r>
              <w:rPr>
                <w:b/>
                <w:noProof/>
              </w:rPr>
              <w:t>500</w:t>
            </w:r>
            <w:r w:rsidRPr="00AD3EDD">
              <w:rPr>
                <w:b/>
                <w:noProof/>
              </w:rPr>
              <w:t>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10F25806" w14:textId="77777777" w:rsidR="007A52B2" w:rsidRPr="00AD3EDD" w:rsidRDefault="000046F1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3C2788F7" w14:textId="77777777" w:rsidR="007A52B2" w:rsidRPr="00AD3EDD" w:rsidRDefault="000046F1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$17,000.00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53BE3AB4" w14:textId="77777777" w:rsidR="007A52B2" w:rsidRPr="00AD3EDD" w:rsidRDefault="000046F1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43DEF677" w14:textId="77777777" w:rsidR="007A52B2" w:rsidRPr="00AD3EDD" w:rsidRDefault="000046F1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$17,000.00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5BA1FC5C" w14:textId="3E34685D" w:rsidR="007A52B2" w:rsidRPr="00AD3EDD" w:rsidRDefault="000046F1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$1,</w:t>
            </w:r>
            <w:r>
              <w:rPr>
                <w:b/>
                <w:noProof/>
              </w:rPr>
              <w:t>500</w:t>
            </w:r>
            <w:r w:rsidRPr="00AD3EDD">
              <w:rPr>
                <w:b/>
                <w:noProof/>
              </w:rPr>
              <w:t>.00</w:t>
            </w:r>
          </w:p>
        </w:tc>
      </w:tr>
    </w:tbl>
    <w:p w14:paraId="76CEDC63" w14:textId="77777777" w:rsidR="00F45154" w:rsidRPr="003D585C" w:rsidRDefault="00F45154" w:rsidP="00B818D8">
      <w:pPr>
        <w:autoSpaceDE w:val="0"/>
        <w:autoSpaceDN w:val="0"/>
        <w:adjustRightInd w:val="0"/>
        <w:spacing w:after="0" w:line="240" w:lineRule="auto"/>
        <w:rPr>
          <w:sz w:val="8"/>
          <w:szCs w:val="8"/>
        </w:rPr>
      </w:pPr>
    </w:p>
    <w:p w14:paraId="78E9AFE2" w14:textId="77777777" w:rsidR="003867A8" w:rsidRPr="000E5512" w:rsidRDefault="000046F1" w:rsidP="00B818D8">
      <w:pPr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/>
          <w:b/>
          <w:sz w:val="20"/>
          <w:szCs w:val="20"/>
          <w:lang w:eastAsia="zh-CN"/>
        </w:rPr>
      </w:pPr>
      <w:r w:rsidRPr="000E5512">
        <w:rPr>
          <w:rFonts w:ascii="Helvetica" w:hAnsi="Helvetica"/>
          <w:b/>
          <w:sz w:val="20"/>
          <w:szCs w:val="20"/>
        </w:rPr>
        <w:t>Total :</w:t>
      </w:r>
    </w:p>
    <w:tbl>
      <w:tblPr>
        <w:tblStyle w:val="TableGrid"/>
        <w:tblW w:w="15026" w:type="dxa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276"/>
        <w:gridCol w:w="992"/>
        <w:gridCol w:w="992"/>
        <w:gridCol w:w="1418"/>
        <w:gridCol w:w="1276"/>
        <w:gridCol w:w="1559"/>
        <w:gridCol w:w="1560"/>
        <w:gridCol w:w="1842"/>
        <w:gridCol w:w="1701"/>
      </w:tblGrid>
      <w:tr w:rsidR="00D3132C" w14:paraId="4A7EDBEE" w14:textId="77777777" w:rsidTr="003B7716">
        <w:tc>
          <w:tcPr>
            <w:tcW w:w="1418" w:type="dxa"/>
            <w:shd w:val="clear" w:color="auto" w:fill="EEECE1" w:themeFill="background2"/>
          </w:tcPr>
          <w:p w14:paraId="380D5CED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73B2B242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14:paraId="296D76BA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67709502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65116CF4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EEECE1" w:themeFill="background2"/>
          </w:tcPr>
          <w:p w14:paraId="688DB6D0" w14:textId="52383A06" w:rsidR="007A52B2" w:rsidRPr="008B1F19" w:rsidRDefault="000046F1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$18,</w:t>
            </w:r>
            <w:r>
              <w:rPr>
                <w:rFonts w:ascii="Helvetica" w:hAnsi="Helvetica"/>
                <w:b/>
                <w:noProof/>
                <w:sz w:val="20"/>
                <w:szCs w:val="20"/>
              </w:rPr>
              <w:t>500</w:t>
            </w: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.00</w:t>
            </w:r>
          </w:p>
        </w:tc>
        <w:tc>
          <w:tcPr>
            <w:tcW w:w="1276" w:type="dxa"/>
            <w:shd w:val="clear" w:color="auto" w:fill="EEECE1" w:themeFill="background2"/>
          </w:tcPr>
          <w:p w14:paraId="1FAB322A" w14:textId="77777777" w:rsidR="007A52B2" w:rsidRPr="008B1F19" w:rsidRDefault="000046F1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559" w:type="dxa"/>
            <w:shd w:val="clear" w:color="auto" w:fill="EEECE1" w:themeFill="background2"/>
          </w:tcPr>
          <w:p w14:paraId="05B03E9E" w14:textId="77777777" w:rsidR="007A52B2" w:rsidRPr="008B1F19" w:rsidRDefault="000046F1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$17,000.00</w:t>
            </w:r>
          </w:p>
        </w:tc>
        <w:tc>
          <w:tcPr>
            <w:tcW w:w="1560" w:type="dxa"/>
            <w:shd w:val="clear" w:color="auto" w:fill="EEECE1" w:themeFill="background2"/>
          </w:tcPr>
          <w:p w14:paraId="555EE034" w14:textId="77777777" w:rsidR="007A52B2" w:rsidRPr="008B1F19" w:rsidRDefault="000046F1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842" w:type="dxa"/>
            <w:shd w:val="clear" w:color="auto" w:fill="EEECE1" w:themeFill="background2"/>
          </w:tcPr>
          <w:p w14:paraId="33CC1C8F" w14:textId="77777777" w:rsidR="007A52B2" w:rsidRPr="008B1F19" w:rsidRDefault="000046F1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$17,000.00</w:t>
            </w:r>
          </w:p>
        </w:tc>
        <w:tc>
          <w:tcPr>
            <w:tcW w:w="1701" w:type="dxa"/>
            <w:shd w:val="clear" w:color="auto" w:fill="EEECE1" w:themeFill="background2"/>
          </w:tcPr>
          <w:p w14:paraId="3870627B" w14:textId="5F82AC89" w:rsidR="007A52B2" w:rsidRPr="008B1F19" w:rsidRDefault="000046F1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$1,</w:t>
            </w:r>
            <w:r>
              <w:rPr>
                <w:rFonts w:ascii="Helvetica" w:hAnsi="Helvetica"/>
                <w:b/>
                <w:noProof/>
                <w:sz w:val="20"/>
                <w:szCs w:val="20"/>
              </w:rPr>
              <w:t>500</w:t>
            </w: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.00</w:t>
            </w:r>
          </w:p>
        </w:tc>
      </w:tr>
    </w:tbl>
    <w:p w14:paraId="7FC80BBB" w14:textId="77777777" w:rsidR="00AA724D" w:rsidRPr="00D91037" w:rsidRDefault="00D91037" w:rsidP="000055A0">
      <w:pPr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 w:cs="Helvetica"/>
          <w:sz w:val="16"/>
          <w:szCs w:val="16"/>
          <w:lang w:eastAsia="zh-CN"/>
        </w:rPr>
      </w:pPr>
      <w:r>
        <w:rPr>
          <w:rFonts w:ascii="Helvetica" w:hAnsi="Helvetica" w:cs="Helvetica"/>
          <w:noProof/>
          <w:sz w:val="16"/>
          <w:szCs w:val="16"/>
        </w:rPr>
        <w:t>*Age as at 01/07/2021 or pension start date for new pensions.</w:t>
      </w:r>
    </w:p>
    <w:p w14:paraId="3876EFB5" w14:textId="77777777" w:rsidR="00E94F05" w:rsidRPr="006138B3" w:rsidRDefault="00E94F05">
      <w:pPr>
        <w:rPr>
          <w:lang w:val="en-US"/>
        </w:rPr>
      </w:pPr>
    </w:p>
    <w:sectPr w:rsidR="00E94F05" w:rsidRPr="006138B3" w:rsidSect="00B4179B">
      <w:headerReference w:type="default" r:id="rId7"/>
      <w:pgSz w:w="16817" w:h="11901" w:orient="landscape"/>
      <w:pgMar w:top="879" w:right="369" w:bottom="992" w:left="73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D828A" w14:textId="77777777" w:rsidR="00000000" w:rsidRDefault="000046F1">
      <w:pPr>
        <w:spacing w:after="0" w:line="240" w:lineRule="auto"/>
      </w:pPr>
      <w:r>
        <w:separator/>
      </w:r>
    </w:p>
  </w:endnote>
  <w:endnote w:type="continuationSeparator" w:id="0">
    <w:p w14:paraId="025AF66E" w14:textId="77777777" w:rsidR="00000000" w:rsidRDefault="0000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6C673" w14:textId="77777777" w:rsidR="00000000" w:rsidRDefault="000046F1">
      <w:pPr>
        <w:spacing w:after="0" w:line="240" w:lineRule="auto"/>
      </w:pPr>
      <w:r>
        <w:separator/>
      </w:r>
    </w:p>
  </w:footnote>
  <w:footnote w:type="continuationSeparator" w:id="0">
    <w:p w14:paraId="0B617D30" w14:textId="77777777" w:rsidR="00000000" w:rsidRDefault="00004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81499" w14:textId="77777777" w:rsidR="00F218F3" w:rsidRPr="006138B3" w:rsidRDefault="00F218F3" w:rsidP="00F218F3">
    <w:pPr>
      <w:autoSpaceDE w:val="0"/>
      <w:autoSpaceDN w:val="0"/>
      <w:adjustRightInd w:val="0"/>
      <w:spacing w:after="0" w:line="240" w:lineRule="auto"/>
      <w:rPr>
        <w:rFonts w:ascii="Helvetica" w:eastAsiaTheme="minorEastAsia" w:hAnsi="Helvetica" w:cs="Arial"/>
        <w:sz w:val="20"/>
        <w:szCs w:val="20"/>
        <w:lang w:eastAsia="zh-CN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57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582"/>
      <w:gridCol w:w="3119"/>
    </w:tblGrid>
    <w:tr w:rsidR="00D3132C" w14:paraId="6D149DBC" w14:textId="77777777" w:rsidTr="00C246EA">
      <w:trPr>
        <w:trHeight w:val="375"/>
      </w:trPr>
      <w:tc>
        <w:tcPr>
          <w:tcW w:w="12582" w:type="dxa"/>
          <w:vAlign w:val="center"/>
        </w:tcPr>
        <w:p w14:paraId="699B12E9" w14:textId="77777777" w:rsidR="00CC36A5" w:rsidRPr="008C4E63" w:rsidRDefault="00545E32" w:rsidP="00C246EA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lang w:val="en-US"/>
            </w:rPr>
            <w:t>JOHNSON SUPER</w:t>
          </w:r>
          <w:r w:rsidR="000046F1" w:rsidRPr="00732D46">
            <w:rPr>
              <w:rFonts w:ascii="Helvetica" w:eastAsiaTheme="minorEastAsia" w:hAnsi="Helvetica"/>
              <w:b/>
              <w:noProof/>
            </w:rPr>
            <w:t xml:space="preserve"> FUND</w:t>
          </w:r>
          <w:r w:rsidR="008C4E63">
            <w:rPr>
              <w:rFonts w:ascii="Helvetica" w:eastAsiaTheme="minorEastAsia" w:hAnsi="Helvetica"/>
              <w:b/>
              <w:bCs/>
              <w:noProof/>
              <w:color w:val="000000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Pension Summary</w:t>
          </w:r>
          <w:r w:rsidR="008C4E63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  <w:r w:rsidR="008C4E63" w:rsidRPr="00131C54">
            <w:rPr>
              <w:rFonts w:ascii="Helvetica" w:eastAsiaTheme="minorEastAsia" w:hAnsi="Helvetica" w:cs="Helvetica"/>
              <w:bCs/>
              <w:noProof/>
              <w:color w:val="000000"/>
              <w:lang w:val="en-US"/>
            </w:rPr>
            <w:t>As at</w:t>
          </w:r>
          <w:r w:rsidR="008C4E63" w:rsidRPr="00131C54">
            <w:rPr>
              <w:rFonts w:ascii="Helvetica" w:eastAsiaTheme="minorEastAsia" w:hAnsi="Helvetica"/>
              <w:noProof/>
            </w:rPr>
            <w:t xml:space="preserve"> 30 June 2022</w:t>
          </w:r>
        </w:p>
      </w:tc>
      <w:tc>
        <w:tcPr>
          <w:tcW w:w="3119" w:type="dxa"/>
          <w:vAlign w:val="center"/>
        </w:tcPr>
        <w:p w14:paraId="7D3172F8" w14:textId="3404EFE1" w:rsidR="00CC36A5" w:rsidRDefault="000046F1" w:rsidP="00C246EA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sz w:val="22"/>
              <w:szCs w:val="22"/>
              <w:lang w:val="en-US" w:eastAsia="zh-CN"/>
            </w:rPr>
            <w:drawing>
              <wp:inline distT="0" distB="0" distL="0" distR="0" wp14:anchorId="3DAFB4D0" wp14:editId="07466E5F">
                <wp:extent cx="876300" cy="2952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3132C" w14:paraId="7A08AF54" w14:textId="77777777" w:rsidTr="000B0103">
      <w:trPr>
        <w:trHeight w:val="20"/>
      </w:trPr>
      <w:tc>
        <w:tcPr>
          <w:tcW w:w="15701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63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6306"/>
          </w:tblGrid>
          <w:tr w:rsidR="00D3132C" w14:paraId="13D816B8" w14:textId="77777777" w:rsidTr="00D24CA9">
            <w:trPr>
              <w:trHeight w:hRule="exact" w:val="20"/>
            </w:trPr>
            <w:tc>
              <w:tcPr>
                <w:tcW w:w="16306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4AF42910" w14:textId="77777777" w:rsidR="00562887" w:rsidRDefault="00562887" w:rsidP="00B53ED7">
                <w:pPr>
                  <w:spacing w:after="0" w:line="240" w:lineRule="auto"/>
                  <w:rPr>
                    <w:rFonts w:ascii="Times New Roman" w:eastAsia="SimSun" w:hAnsi="Times New Roma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63EC4464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  <w:p w14:paraId="3A3B2526" w14:textId="77777777" w:rsidR="00F218F3" w:rsidRDefault="00F218F3">
    <w:pPr>
      <w:pStyle w:val="Header"/>
    </w:pPr>
  </w:p>
  <w:p w14:paraId="0A0CF18F" w14:textId="77777777" w:rsidR="00F218F3" w:rsidRDefault="00F218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46F1"/>
    <w:rsid w:val="000055A0"/>
    <w:rsid w:val="000174A5"/>
    <w:rsid w:val="00030111"/>
    <w:rsid w:val="000361B5"/>
    <w:rsid w:val="0004007E"/>
    <w:rsid w:val="000527D3"/>
    <w:rsid w:val="00054DE5"/>
    <w:rsid w:val="00057168"/>
    <w:rsid w:val="00061598"/>
    <w:rsid w:val="00061EE9"/>
    <w:rsid w:val="00070571"/>
    <w:rsid w:val="000735E3"/>
    <w:rsid w:val="00081F6C"/>
    <w:rsid w:val="00086A1D"/>
    <w:rsid w:val="00095FFA"/>
    <w:rsid w:val="000A3BFD"/>
    <w:rsid w:val="000B7749"/>
    <w:rsid w:val="000D2165"/>
    <w:rsid w:val="000D5D4B"/>
    <w:rsid w:val="000D6CE3"/>
    <w:rsid w:val="000E5512"/>
    <w:rsid w:val="000F0434"/>
    <w:rsid w:val="000F4D38"/>
    <w:rsid w:val="000F756D"/>
    <w:rsid w:val="00100C70"/>
    <w:rsid w:val="00105377"/>
    <w:rsid w:val="00110982"/>
    <w:rsid w:val="001123D0"/>
    <w:rsid w:val="0011281D"/>
    <w:rsid w:val="0011349F"/>
    <w:rsid w:val="00117337"/>
    <w:rsid w:val="00126A77"/>
    <w:rsid w:val="00131C54"/>
    <w:rsid w:val="00140927"/>
    <w:rsid w:val="0014267A"/>
    <w:rsid w:val="00143AD4"/>
    <w:rsid w:val="0014418B"/>
    <w:rsid w:val="001457A4"/>
    <w:rsid w:val="00155E0B"/>
    <w:rsid w:val="00162956"/>
    <w:rsid w:val="00163271"/>
    <w:rsid w:val="0016457C"/>
    <w:rsid w:val="00174973"/>
    <w:rsid w:val="001778BF"/>
    <w:rsid w:val="001807A3"/>
    <w:rsid w:val="00185964"/>
    <w:rsid w:val="001873A8"/>
    <w:rsid w:val="00196FCB"/>
    <w:rsid w:val="001A1630"/>
    <w:rsid w:val="001A458D"/>
    <w:rsid w:val="001A60FE"/>
    <w:rsid w:val="001B0AE7"/>
    <w:rsid w:val="001B78C1"/>
    <w:rsid w:val="001C45FA"/>
    <w:rsid w:val="001C7B8C"/>
    <w:rsid w:val="001D30A0"/>
    <w:rsid w:val="001D53D4"/>
    <w:rsid w:val="001F0684"/>
    <w:rsid w:val="001F0C18"/>
    <w:rsid w:val="001F4E3F"/>
    <w:rsid w:val="001F612D"/>
    <w:rsid w:val="002141C2"/>
    <w:rsid w:val="002213F0"/>
    <w:rsid w:val="00222DF7"/>
    <w:rsid w:val="00224F88"/>
    <w:rsid w:val="00227DCA"/>
    <w:rsid w:val="00234060"/>
    <w:rsid w:val="00234AB5"/>
    <w:rsid w:val="00244036"/>
    <w:rsid w:val="00247C94"/>
    <w:rsid w:val="002506CB"/>
    <w:rsid w:val="002610E7"/>
    <w:rsid w:val="00263800"/>
    <w:rsid w:val="0029580F"/>
    <w:rsid w:val="002A2CD9"/>
    <w:rsid w:val="002B1484"/>
    <w:rsid w:val="002B1A5A"/>
    <w:rsid w:val="002B2AB9"/>
    <w:rsid w:val="002B7811"/>
    <w:rsid w:val="002C273D"/>
    <w:rsid w:val="002D31B6"/>
    <w:rsid w:val="002D4949"/>
    <w:rsid w:val="002D649C"/>
    <w:rsid w:val="002D7376"/>
    <w:rsid w:val="002E73FB"/>
    <w:rsid w:val="002F0E78"/>
    <w:rsid w:val="002F1D28"/>
    <w:rsid w:val="00305835"/>
    <w:rsid w:val="00307A78"/>
    <w:rsid w:val="003103F9"/>
    <w:rsid w:val="003142DD"/>
    <w:rsid w:val="0031637B"/>
    <w:rsid w:val="0031640C"/>
    <w:rsid w:val="00325655"/>
    <w:rsid w:val="0032706F"/>
    <w:rsid w:val="00331253"/>
    <w:rsid w:val="00351D48"/>
    <w:rsid w:val="003560FA"/>
    <w:rsid w:val="00362D0B"/>
    <w:rsid w:val="003705F5"/>
    <w:rsid w:val="00376ECF"/>
    <w:rsid w:val="00377344"/>
    <w:rsid w:val="0038073B"/>
    <w:rsid w:val="003867A8"/>
    <w:rsid w:val="003A0988"/>
    <w:rsid w:val="003B0FD3"/>
    <w:rsid w:val="003B279F"/>
    <w:rsid w:val="003B46AC"/>
    <w:rsid w:val="003B5C2F"/>
    <w:rsid w:val="003B69DD"/>
    <w:rsid w:val="003B7716"/>
    <w:rsid w:val="003B7A8F"/>
    <w:rsid w:val="003C2257"/>
    <w:rsid w:val="003C2EC3"/>
    <w:rsid w:val="003D3500"/>
    <w:rsid w:val="003D585C"/>
    <w:rsid w:val="003E478B"/>
    <w:rsid w:val="003E52FB"/>
    <w:rsid w:val="003E6E11"/>
    <w:rsid w:val="003F5EFF"/>
    <w:rsid w:val="0040087B"/>
    <w:rsid w:val="00401B50"/>
    <w:rsid w:val="00411227"/>
    <w:rsid w:val="004121A3"/>
    <w:rsid w:val="0041597D"/>
    <w:rsid w:val="00417816"/>
    <w:rsid w:val="00421C57"/>
    <w:rsid w:val="004238C9"/>
    <w:rsid w:val="004255BE"/>
    <w:rsid w:val="00431377"/>
    <w:rsid w:val="00437D79"/>
    <w:rsid w:val="0044039C"/>
    <w:rsid w:val="0044697E"/>
    <w:rsid w:val="00446EC6"/>
    <w:rsid w:val="00453E5E"/>
    <w:rsid w:val="00457857"/>
    <w:rsid w:val="00457FF6"/>
    <w:rsid w:val="004628D5"/>
    <w:rsid w:val="004663D7"/>
    <w:rsid w:val="0048399F"/>
    <w:rsid w:val="00495599"/>
    <w:rsid w:val="004978D3"/>
    <w:rsid w:val="004A2C50"/>
    <w:rsid w:val="004A4879"/>
    <w:rsid w:val="004A562D"/>
    <w:rsid w:val="004A6817"/>
    <w:rsid w:val="004B2551"/>
    <w:rsid w:val="004B577D"/>
    <w:rsid w:val="004B7BFB"/>
    <w:rsid w:val="004C5810"/>
    <w:rsid w:val="004C754C"/>
    <w:rsid w:val="004D1BBB"/>
    <w:rsid w:val="004E1BA8"/>
    <w:rsid w:val="004E3755"/>
    <w:rsid w:val="004E6A8F"/>
    <w:rsid w:val="004F14D3"/>
    <w:rsid w:val="004F7287"/>
    <w:rsid w:val="005016D4"/>
    <w:rsid w:val="00504D50"/>
    <w:rsid w:val="00506186"/>
    <w:rsid w:val="00506370"/>
    <w:rsid w:val="00511E4D"/>
    <w:rsid w:val="005147C2"/>
    <w:rsid w:val="00515D04"/>
    <w:rsid w:val="005161ED"/>
    <w:rsid w:val="005203F2"/>
    <w:rsid w:val="00520CD4"/>
    <w:rsid w:val="00521288"/>
    <w:rsid w:val="00530633"/>
    <w:rsid w:val="00537F0F"/>
    <w:rsid w:val="00540654"/>
    <w:rsid w:val="00543335"/>
    <w:rsid w:val="00545E32"/>
    <w:rsid w:val="00547B0C"/>
    <w:rsid w:val="005518CE"/>
    <w:rsid w:val="00562887"/>
    <w:rsid w:val="00567C51"/>
    <w:rsid w:val="0057307F"/>
    <w:rsid w:val="00576409"/>
    <w:rsid w:val="0058115B"/>
    <w:rsid w:val="00584139"/>
    <w:rsid w:val="00590EA6"/>
    <w:rsid w:val="00591F8C"/>
    <w:rsid w:val="00593A54"/>
    <w:rsid w:val="005A2551"/>
    <w:rsid w:val="005B4E0C"/>
    <w:rsid w:val="005C698D"/>
    <w:rsid w:val="005C734F"/>
    <w:rsid w:val="005D1417"/>
    <w:rsid w:val="005E55BF"/>
    <w:rsid w:val="005E57DE"/>
    <w:rsid w:val="005F3A23"/>
    <w:rsid w:val="005F45C7"/>
    <w:rsid w:val="005F538A"/>
    <w:rsid w:val="006138B3"/>
    <w:rsid w:val="00616A60"/>
    <w:rsid w:val="0062465A"/>
    <w:rsid w:val="0062635B"/>
    <w:rsid w:val="00630057"/>
    <w:rsid w:val="006322D9"/>
    <w:rsid w:val="00634F8F"/>
    <w:rsid w:val="006354D6"/>
    <w:rsid w:val="00640C9E"/>
    <w:rsid w:val="00650668"/>
    <w:rsid w:val="006513BD"/>
    <w:rsid w:val="006519A2"/>
    <w:rsid w:val="0065254B"/>
    <w:rsid w:val="00654EF4"/>
    <w:rsid w:val="0065751E"/>
    <w:rsid w:val="00663C82"/>
    <w:rsid w:val="00664394"/>
    <w:rsid w:val="0066474D"/>
    <w:rsid w:val="00666F6C"/>
    <w:rsid w:val="0066706C"/>
    <w:rsid w:val="00667EDB"/>
    <w:rsid w:val="00686179"/>
    <w:rsid w:val="00686385"/>
    <w:rsid w:val="006911CA"/>
    <w:rsid w:val="00693CAF"/>
    <w:rsid w:val="006A223A"/>
    <w:rsid w:val="006A57D4"/>
    <w:rsid w:val="006A7830"/>
    <w:rsid w:val="006B1B8A"/>
    <w:rsid w:val="006C0395"/>
    <w:rsid w:val="006C302F"/>
    <w:rsid w:val="006C4722"/>
    <w:rsid w:val="006D4B62"/>
    <w:rsid w:val="006E0252"/>
    <w:rsid w:val="006E1084"/>
    <w:rsid w:val="006E4A15"/>
    <w:rsid w:val="006F4976"/>
    <w:rsid w:val="006F64E3"/>
    <w:rsid w:val="006F7751"/>
    <w:rsid w:val="007011A8"/>
    <w:rsid w:val="00702753"/>
    <w:rsid w:val="00703077"/>
    <w:rsid w:val="007072F8"/>
    <w:rsid w:val="00731E82"/>
    <w:rsid w:val="00732D46"/>
    <w:rsid w:val="00734278"/>
    <w:rsid w:val="007538F8"/>
    <w:rsid w:val="00753FC4"/>
    <w:rsid w:val="00757989"/>
    <w:rsid w:val="00764806"/>
    <w:rsid w:val="00766C61"/>
    <w:rsid w:val="007711BE"/>
    <w:rsid w:val="007732D4"/>
    <w:rsid w:val="00776342"/>
    <w:rsid w:val="0078287C"/>
    <w:rsid w:val="00787EEC"/>
    <w:rsid w:val="00790CE4"/>
    <w:rsid w:val="00795239"/>
    <w:rsid w:val="00795566"/>
    <w:rsid w:val="0079614A"/>
    <w:rsid w:val="007A52B2"/>
    <w:rsid w:val="007A56A9"/>
    <w:rsid w:val="007A6EB0"/>
    <w:rsid w:val="007B2FD9"/>
    <w:rsid w:val="007B7DFC"/>
    <w:rsid w:val="007C7384"/>
    <w:rsid w:val="007D30E8"/>
    <w:rsid w:val="007D3BA4"/>
    <w:rsid w:val="007D78BE"/>
    <w:rsid w:val="007E0427"/>
    <w:rsid w:val="007E0FC8"/>
    <w:rsid w:val="007E4886"/>
    <w:rsid w:val="007F00E2"/>
    <w:rsid w:val="0081059A"/>
    <w:rsid w:val="008152F4"/>
    <w:rsid w:val="00822468"/>
    <w:rsid w:val="00822AB0"/>
    <w:rsid w:val="00824BCC"/>
    <w:rsid w:val="00833863"/>
    <w:rsid w:val="00841128"/>
    <w:rsid w:val="00841D18"/>
    <w:rsid w:val="00843193"/>
    <w:rsid w:val="008432C3"/>
    <w:rsid w:val="00844D19"/>
    <w:rsid w:val="00856FB3"/>
    <w:rsid w:val="00875D5E"/>
    <w:rsid w:val="00882C57"/>
    <w:rsid w:val="00895238"/>
    <w:rsid w:val="0089616E"/>
    <w:rsid w:val="008A5976"/>
    <w:rsid w:val="008A63F2"/>
    <w:rsid w:val="008A6B52"/>
    <w:rsid w:val="008B198C"/>
    <w:rsid w:val="008B1F19"/>
    <w:rsid w:val="008B66A8"/>
    <w:rsid w:val="008C2967"/>
    <w:rsid w:val="008C4733"/>
    <w:rsid w:val="008C4E63"/>
    <w:rsid w:val="008C68FA"/>
    <w:rsid w:val="008D21F0"/>
    <w:rsid w:val="008D3204"/>
    <w:rsid w:val="008E1927"/>
    <w:rsid w:val="008E19D3"/>
    <w:rsid w:val="008E3BA3"/>
    <w:rsid w:val="008F15CC"/>
    <w:rsid w:val="008F2422"/>
    <w:rsid w:val="00907C6B"/>
    <w:rsid w:val="00915DA8"/>
    <w:rsid w:val="009163CC"/>
    <w:rsid w:val="00920B83"/>
    <w:rsid w:val="00927DFE"/>
    <w:rsid w:val="00930E92"/>
    <w:rsid w:val="00932E07"/>
    <w:rsid w:val="00950DD4"/>
    <w:rsid w:val="00952C34"/>
    <w:rsid w:val="00954BA0"/>
    <w:rsid w:val="00961A56"/>
    <w:rsid w:val="0096241F"/>
    <w:rsid w:val="00966F1B"/>
    <w:rsid w:val="0097295C"/>
    <w:rsid w:val="00974322"/>
    <w:rsid w:val="00981163"/>
    <w:rsid w:val="00985000"/>
    <w:rsid w:val="00986B52"/>
    <w:rsid w:val="009911C1"/>
    <w:rsid w:val="009A019A"/>
    <w:rsid w:val="009B439B"/>
    <w:rsid w:val="009B5FD8"/>
    <w:rsid w:val="009C60C6"/>
    <w:rsid w:val="009D0804"/>
    <w:rsid w:val="009D2DDC"/>
    <w:rsid w:val="009D4BD2"/>
    <w:rsid w:val="009E2C9F"/>
    <w:rsid w:val="009F1A5E"/>
    <w:rsid w:val="009F2973"/>
    <w:rsid w:val="009F3D79"/>
    <w:rsid w:val="00A03163"/>
    <w:rsid w:val="00A03984"/>
    <w:rsid w:val="00A07A26"/>
    <w:rsid w:val="00A1255C"/>
    <w:rsid w:val="00A14ECB"/>
    <w:rsid w:val="00A16809"/>
    <w:rsid w:val="00A17C07"/>
    <w:rsid w:val="00A26FE8"/>
    <w:rsid w:val="00A3291E"/>
    <w:rsid w:val="00A403DC"/>
    <w:rsid w:val="00A42A6A"/>
    <w:rsid w:val="00A52207"/>
    <w:rsid w:val="00A522A7"/>
    <w:rsid w:val="00A56A45"/>
    <w:rsid w:val="00A56EF6"/>
    <w:rsid w:val="00A614F4"/>
    <w:rsid w:val="00A72A97"/>
    <w:rsid w:val="00A74594"/>
    <w:rsid w:val="00A80B4C"/>
    <w:rsid w:val="00A94123"/>
    <w:rsid w:val="00A94FC6"/>
    <w:rsid w:val="00A97B33"/>
    <w:rsid w:val="00AA392C"/>
    <w:rsid w:val="00AA50B6"/>
    <w:rsid w:val="00AA529D"/>
    <w:rsid w:val="00AA597E"/>
    <w:rsid w:val="00AA724D"/>
    <w:rsid w:val="00AC4021"/>
    <w:rsid w:val="00AC61DC"/>
    <w:rsid w:val="00AD0299"/>
    <w:rsid w:val="00AD3883"/>
    <w:rsid w:val="00AD3EDD"/>
    <w:rsid w:val="00AD6E2E"/>
    <w:rsid w:val="00AE36AA"/>
    <w:rsid w:val="00AE626F"/>
    <w:rsid w:val="00AF50A6"/>
    <w:rsid w:val="00AF6321"/>
    <w:rsid w:val="00B00D74"/>
    <w:rsid w:val="00B10DE1"/>
    <w:rsid w:val="00B12CFA"/>
    <w:rsid w:val="00B13724"/>
    <w:rsid w:val="00B25A31"/>
    <w:rsid w:val="00B3113C"/>
    <w:rsid w:val="00B3309C"/>
    <w:rsid w:val="00B4179B"/>
    <w:rsid w:val="00B429C5"/>
    <w:rsid w:val="00B4396A"/>
    <w:rsid w:val="00B43E23"/>
    <w:rsid w:val="00B52379"/>
    <w:rsid w:val="00B53ED7"/>
    <w:rsid w:val="00B57B10"/>
    <w:rsid w:val="00B57C34"/>
    <w:rsid w:val="00B62FC1"/>
    <w:rsid w:val="00B65A0D"/>
    <w:rsid w:val="00B72462"/>
    <w:rsid w:val="00B72DC9"/>
    <w:rsid w:val="00B76AB7"/>
    <w:rsid w:val="00B80276"/>
    <w:rsid w:val="00B8166B"/>
    <w:rsid w:val="00B818D8"/>
    <w:rsid w:val="00B82792"/>
    <w:rsid w:val="00B83A8B"/>
    <w:rsid w:val="00B8711F"/>
    <w:rsid w:val="00B94D23"/>
    <w:rsid w:val="00B95F7E"/>
    <w:rsid w:val="00BA2EAD"/>
    <w:rsid w:val="00BB266B"/>
    <w:rsid w:val="00BB6A5B"/>
    <w:rsid w:val="00BC3364"/>
    <w:rsid w:val="00BC5EBB"/>
    <w:rsid w:val="00BD11E6"/>
    <w:rsid w:val="00BD7B22"/>
    <w:rsid w:val="00BE0238"/>
    <w:rsid w:val="00BE169C"/>
    <w:rsid w:val="00BE243F"/>
    <w:rsid w:val="00BE776D"/>
    <w:rsid w:val="00BF18DA"/>
    <w:rsid w:val="00BF4DD5"/>
    <w:rsid w:val="00BF4E22"/>
    <w:rsid w:val="00C02359"/>
    <w:rsid w:val="00C04699"/>
    <w:rsid w:val="00C14DCA"/>
    <w:rsid w:val="00C157BD"/>
    <w:rsid w:val="00C15F83"/>
    <w:rsid w:val="00C22023"/>
    <w:rsid w:val="00C246EA"/>
    <w:rsid w:val="00C31170"/>
    <w:rsid w:val="00C36485"/>
    <w:rsid w:val="00C4049D"/>
    <w:rsid w:val="00C43E05"/>
    <w:rsid w:val="00C479B2"/>
    <w:rsid w:val="00C518AF"/>
    <w:rsid w:val="00C52F70"/>
    <w:rsid w:val="00C544D7"/>
    <w:rsid w:val="00C57D13"/>
    <w:rsid w:val="00C70806"/>
    <w:rsid w:val="00C76D18"/>
    <w:rsid w:val="00C76D38"/>
    <w:rsid w:val="00C806CC"/>
    <w:rsid w:val="00C83B3F"/>
    <w:rsid w:val="00C85663"/>
    <w:rsid w:val="00C864E5"/>
    <w:rsid w:val="00C97DE0"/>
    <w:rsid w:val="00C97EC1"/>
    <w:rsid w:val="00CA29AA"/>
    <w:rsid w:val="00CA6320"/>
    <w:rsid w:val="00CB08E4"/>
    <w:rsid w:val="00CB098B"/>
    <w:rsid w:val="00CB31CC"/>
    <w:rsid w:val="00CC06A1"/>
    <w:rsid w:val="00CC36A5"/>
    <w:rsid w:val="00CD5BA2"/>
    <w:rsid w:val="00CD6995"/>
    <w:rsid w:val="00CD73B8"/>
    <w:rsid w:val="00CE2453"/>
    <w:rsid w:val="00CF1BAF"/>
    <w:rsid w:val="00CF2CAA"/>
    <w:rsid w:val="00CF56EC"/>
    <w:rsid w:val="00CF6192"/>
    <w:rsid w:val="00D0087D"/>
    <w:rsid w:val="00D04FEE"/>
    <w:rsid w:val="00D10F3E"/>
    <w:rsid w:val="00D13871"/>
    <w:rsid w:val="00D2295E"/>
    <w:rsid w:val="00D3132C"/>
    <w:rsid w:val="00D32FD5"/>
    <w:rsid w:val="00D33B5F"/>
    <w:rsid w:val="00D344FA"/>
    <w:rsid w:val="00D36A3A"/>
    <w:rsid w:val="00D40965"/>
    <w:rsid w:val="00D46B23"/>
    <w:rsid w:val="00D574FC"/>
    <w:rsid w:val="00D62C58"/>
    <w:rsid w:val="00D73F13"/>
    <w:rsid w:val="00D74828"/>
    <w:rsid w:val="00D91037"/>
    <w:rsid w:val="00D92B7B"/>
    <w:rsid w:val="00D92E5B"/>
    <w:rsid w:val="00D94D42"/>
    <w:rsid w:val="00D968DD"/>
    <w:rsid w:val="00DA000C"/>
    <w:rsid w:val="00DA0E4D"/>
    <w:rsid w:val="00DA1391"/>
    <w:rsid w:val="00DA160F"/>
    <w:rsid w:val="00DA6256"/>
    <w:rsid w:val="00DB2C71"/>
    <w:rsid w:val="00DB2FEC"/>
    <w:rsid w:val="00DB516E"/>
    <w:rsid w:val="00DB614A"/>
    <w:rsid w:val="00DD1987"/>
    <w:rsid w:val="00DD3757"/>
    <w:rsid w:val="00DD6ACA"/>
    <w:rsid w:val="00DD7EA9"/>
    <w:rsid w:val="00DE2911"/>
    <w:rsid w:val="00DF2870"/>
    <w:rsid w:val="00DF28E5"/>
    <w:rsid w:val="00DF48F8"/>
    <w:rsid w:val="00E0032E"/>
    <w:rsid w:val="00E05FD7"/>
    <w:rsid w:val="00E0676E"/>
    <w:rsid w:val="00E22C31"/>
    <w:rsid w:val="00E2508E"/>
    <w:rsid w:val="00E27BEB"/>
    <w:rsid w:val="00E361FC"/>
    <w:rsid w:val="00E45F79"/>
    <w:rsid w:val="00E52789"/>
    <w:rsid w:val="00E544DC"/>
    <w:rsid w:val="00E54EDE"/>
    <w:rsid w:val="00E56DAC"/>
    <w:rsid w:val="00E6138F"/>
    <w:rsid w:val="00E72EAA"/>
    <w:rsid w:val="00E75B80"/>
    <w:rsid w:val="00E77038"/>
    <w:rsid w:val="00E831A9"/>
    <w:rsid w:val="00E94F05"/>
    <w:rsid w:val="00EA2ECD"/>
    <w:rsid w:val="00EA3F2D"/>
    <w:rsid w:val="00EA5720"/>
    <w:rsid w:val="00EB3B6A"/>
    <w:rsid w:val="00EC1B1A"/>
    <w:rsid w:val="00EE5C8F"/>
    <w:rsid w:val="00EE6E15"/>
    <w:rsid w:val="00EF4E4D"/>
    <w:rsid w:val="00F0100D"/>
    <w:rsid w:val="00F0259B"/>
    <w:rsid w:val="00F0503D"/>
    <w:rsid w:val="00F0565A"/>
    <w:rsid w:val="00F101D0"/>
    <w:rsid w:val="00F10867"/>
    <w:rsid w:val="00F17A8D"/>
    <w:rsid w:val="00F203D6"/>
    <w:rsid w:val="00F218F3"/>
    <w:rsid w:val="00F22069"/>
    <w:rsid w:val="00F25689"/>
    <w:rsid w:val="00F27330"/>
    <w:rsid w:val="00F27ED0"/>
    <w:rsid w:val="00F3281A"/>
    <w:rsid w:val="00F357E4"/>
    <w:rsid w:val="00F36A4F"/>
    <w:rsid w:val="00F41611"/>
    <w:rsid w:val="00F43D28"/>
    <w:rsid w:val="00F45154"/>
    <w:rsid w:val="00F52117"/>
    <w:rsid w:val="00F537EB"/>
    <w:rsid w:val="00F56C42"/>
    <w:rsid w:val="00F6321D"/>
    <w:rsid w:val="00F803E4"/>
    <w:rsid w:val="00F83DCF"/>
    <w:rsid w:val="00F84FE4"/>
    <w:rsid w:val="00F864AC"/>
    <w:rsid w:val="00FA032D"/>
    <w:rsid w:val="00FA119A"/>
    <w:rsid w:val="00FB1D24"/>
    <w:rsid w:val="00FB2BFD"/>
    <w:rsid w:val="00FD43EA"/>
    <w:rsid w:val="00FD5272"/>
    <w:rsid w:val="00FE6153"/>
    <w:rsid w:val="00FF1685"/>
    <w:rsid w:val="00FF1EED"/>
    <w:rsid w:val="00FF3E0A"/>
    <w:rsid w:val="00FF7391"/>
    <w:rsid w:val="00FF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2579A"/>
  <w15:docId w15:val="{BDD55BC4-A476-4419-B924-350F006C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AA72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A07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8F3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0FD1E2E7-0407-4702-BE9A-80C24281D9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5F1C1D-EF40-41DA-ABB5-34DFD95281F4}"/>
</file>

<file path=customXml/itemProps3.xml><?xml version="1.0" encoding="utf-8"?>
<ds:datastoreItem xmlns:ds="http://schemas.openxmlformats.org/officeDocument/2006/customXml" ds:itemID="{A81BAA79-ABF2-4462-8633-5BD98B647BAB}"/>
</file>

<file path=customXml/itemProps4.xml><?xml version="1.0" encoding="utf-8"?>
<ds:datastoreItem xmlns:ds="http://schemas.openxmlformats.org/officeDocument/2006/customXml" ds:itemID="{56212C7D-E916-4FC7-BDDA-D67E3AD2EA1B}"/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cp:lastPrinted>2022-05-13T03:06:00Z</cp:lastPrinted>
  <dcterms:created xsi:type="dcterms:W3CDTF">2022-05-13T03:06:00Z</dcterms:created>
  <dcterms:modified xsi:type="dcterms:W3CDTF">2022-05-13T03:06:00Z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