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55" w:rsidRPr="0012726E" w:rsidRDefault="009608BB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Ref: </w:t>
      </w:r>
      <w:r w:rsidR="00B7333B">
        <w:rPr>
          <w:rFonts w:cs="Arial"/>
          <w:sz w:val="22"/>
          <w:szCs w:val="22"/>
        </w:rPr>
        <w:t>TM</w:t>
      </w:r>
    </w:p>
    <w:p w:rsidR="00FE5A55" w:rsidRPr="0012726E" w:rsidRDefault="00FE5A55" w:rsidP="00B733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right="486"/>
        <w:rPr>
          <w:rFonts w:cs="Arial"/>
          <w:sz w:val="22"/>
          <w:szCs w:val="22"/>
        </w:rPr>
      </w:pPr>
    </w:p>
    <w:p w:rsidR="00FE5A55" w:rsidRPr="0012726E" w:rsidRDefault="00EA461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 November, 2023</w:t>
      </w: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8F71C8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Buttery Superannuation Fund</w:t>
      </w:r>
    </w:p>
    <w:p w:rsidR="00FE5A55" w:rsidRDefault="008F71C8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Unit 9</w:t>
      </w:r>
    </w:p>
    <w:p w:rsidR="008F71C8" w:rsidRDefault="008F71C8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 Halcyon Way</w:t>
      </w:r>
    </w:p>
    <w:p w:rsidR="008F71C8" w:rsidRDefault="008F71C8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Hope Island</w:t>
      </w:r>
    </w:p>
    <w:p w:rsidR="00FE5A55" w:rsidRDefault="008F71C8" w:rsidP="008F71C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QLD 4212</w:t>
      </w: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bookmarkStart w:id="0" w:name="_GoBack"/>
      <w:bookmarkEnd w:id="0"/>
      <w:r w:rsidR="008F71C8">
        <w:rPr>
          <w:rFonts w:cs="Arial"/>
          <w:sz w:val="22"/>
          <w:szCs w:val="22"/>
        </w:rPr>
        <w:t>Bernard &amp; Marian,</w:t>
      </w:r>
    </w:p>
    <w:p w:rsidR="009228AE" w:rsidRPr="0012726E" w:rsidRDefault="009228AE" w:rsidP="00771877">
      <w:pPr>
        <w:pStyle w:val="LtrSalutation"/>
        <w:spacing w:before="0" w:after="0"/>
        <w:ind w:left="720" w:right="486"/>
        <w:rPr>
          <w:rFonts w:ascii="Arial" w:hAnsi="Arial" w:cs="Arial"/>
        </w:rPr>
      </w:pPr>
    </w:p>
    <w:p w:rsidR="00FE5A55" w:rsidRPr="0000777B" w:rsidRDefault="008F71C8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Buttery Superannuation Fund</w:t>
      </w:r>
    </w:p>
    <w:p w:rsidR="002341BB" w:rsidRPr="0012726E" w:rsidRDefault="002341BB" w:rsidP="00771877">
      <w:pPr>
        <w:pStyle w:val="LtrSubjectBold"/>
        <w:ind w:left="720" w:right="486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Annual review of </w:t>
      </w:r>
      <w:r w:rsidR="00222A1D">
        <w:rPr>
          <w:rFonts w:ascii="Arial" w:hAnsi="Arial" w:cs="Arial"/>
        </w:rPr>
        <w:t>Account Based</w:t>
      </w:r>
      <w:r w:rsidRPr="0012726E">
        <w:rPr>
          <w:rFonts w:ascii="Arial" w:hAnsi="Arial" w:cs="Arial"/>
        </w:rPr>
        <w:t xml:space="preserve"> Pensions</w:t>
      </w:r>
    </w:p>
    <w:p w:rsidR="002341BB" w:rsidRPr="0012726E" w:rsidRDefault="002341BB" w:rsidP="00771877">
      <w:pPr>
        <w:pStyle w:val="LtrPara"/>
        <w:ind w:left="720" w:right="48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EA4615">
        <w:rPr>
          <w:rFonts w:ascii="Arial" w:hAnsi="Arial" w:cs="Arial"/>
        </w:rPr>
        <w:t>2023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Default="002341BB" w:rsidP="00771877">
      <w:pPr>
        <w:pStyle w:val="LtrPara"/>
        <w:ind w:left="720" w:right="486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EA4615">
        <w:rPr>
          <w:rFonts w:ascii="Arial" w:hAnsi="Arial" w:cs="Arial"/>
        </w:rPr>
        <w:t>2024</w:t>
      </w:r>
      <w:r w:rsidR="008F71C8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p w:rsidR="00B7333B" w:rsidRDefault="00B7333B" w:rsidP="00771877">
      <w:pPr>
        <w:pStyle w:val="LtrPara"/>
        <w:ind w:left="720" w:right="486"/>
        <w:rPr>
          <w:rFonts w:ascii="Arial" w:hAnsi="Arial" w:cs="Arial"/>
        </w:rPr>
      </w:pPr>
    </w:p>
    <w:p w:rsidR="00B7333B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r>
        <w:rPr>
          <w:rFonts w:ascii="Arial" w:hAnsi="Arial" w:cs="Arial"/>
        </w:rPr>
        <w:t>Name of Member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Minimum Payment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Closing balance at end </w:t>
      </w:r>
    </w:p>
    <w:p w:rsidR="00B7333B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of</w:t>
      </w:r>
      <w:proofErr w:type="gramEnd"/>
      <w:r>
        <w:rPr>
          <w:rFonts w:ascii="Arial" w:hAnsi="Arial" w:cs="Arial"/>
        </w:rPr>
        <w:t xml:space="preserve"> financial year</w:t>
      </w:r>
    </w:p>
    <w:p w:rsidR="00B7333B" w:rsidRDefault="008F71C8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r>
        <w:rPr>
          <w:rFonts w:ascii="Arial" w:hAnsi="Arial" w:cs="Arial"/>
        </w:rPr>
        <w:t>Bernard Buttery</w:t>
      </w:r>
      <w:r w:rsidR="00F642B7">
        <w:rPr>
          <w:rFonts w:ascii="Arial" w:hAnsi="Arial" w:cs="Arial"/>
        </w:rPr>
        <w:tab/>
      </w:r>
      <w:r w:rsidR="00F642B7">
        <w:rPr>
          <w:rFonts w:ascii="Arial" w:hAnsi="Arial" w:cs="Arial"/>
        </w:rPr>
        <w:tab/>
      </w:r>
      <w:r w:rsidR="008955DB">
        <w:rPr>
          <w:rFonts w:ascii="Arial" w:hAnsi="Arial" w:cs="Arial"/>
        </w:rPr>
        <w:t>$</w:t>
      </w:r>
      <w:r w:rsidR="00EA4615">
        <w:rPr>
          <w:rFonts w:ascii="Arial" w:hAnsi="Arial" w:cs="Arial"/>
        </w:rPr>
        <w:t>20,200</w:t>
      </w:r>
      <w:r w:rsidR="008955DB">
        <w:rPr>
          <w:rFonts w:ascii="Arial" w:hAnsi="Arial" w:cs="Arial"/>
        </w:rPr>
        <w:tab/>
      </w:r>
      <w:r w:rsidR="00BA431B">
        <w:rPr>
          <w:rFonts w:ascii="Arial" w:hAnsi="Arial" w:cs="Arial"/>
        </w:rPr>
        <w:tab/>
      </w:r>
      <w:r w:rsidR="00BA431B">
        <w:rPr>
          <w:rFonts w:ascii="Arial" w:hAnsi="Arial" w:cs="Arial"/>
        </w:rPr>
        <w:tab/>
      </w:r>
      <w:r w:rsidR="00BA431B">
        <w:rPr>
          <w:rFonts w:ascii="Arial" w:hAnsi="Arial" w:cs="Arial"/>
        </w:rPr>
        <w:tab/>
        <w:t>$</w:t>
      </w:r>
      <w:r w:rsidR="00EA4615">
        <w:rPr>
          <w:rFonts w:ascii="Arial" w:hAnsi="Arial" w:cs="Arial"/>
        </w:rPr>
        <w:t>288,478</w:t>
      </w:r>
    </w:p>
    <w:p w:rsidR="008F71C8" w:rsidRDefault="008F71C8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r>
        <w:rPr>
          <w:rFonts w:ascii="Arial" w:hAnsi="Arial" w:cs="Arial"/>
        </w:rPr>
        <w:t>Marian Buttery</w:t>
      </w:r>
      <w:r w:rsidR="005020F8">
        <w:rPr>
          <w:rFonts w:ascii="Arial" w:hAnsi="Arial" w:cs="Arial"/>
        </w:rPr>
        <w:tab/>
      </w:r>
      <w:r w:rsidR="005020F8">
        <w:rPr>
          <w:rFonts w:ascii="Arial" w:hAnsi="Arial" w:cs="Arial"/>
        </w:rPr>
        <w:tab/>
      </w:r>
      <w:r w:rsidR="005020F8">
        <w:rPr>
          <w:rFonts w:ascii="Arial" w:hAnsi="Arial" w:cs="Arial"/>
        </w:rPr>
        <w:tab/>
        <w:t>$</w:t>
      </w:r>
      <w:r w:rsidR="00EA4615">
        <w:rPr>
          <w:rFonts w:ascii="Arial" w:hAnsi="Arial" w:cs="Arial"/>
        </w:rPr>
        <w:t>20,800</w:t>
      </w:r>
      <w:r w:rsidR="00BA431B">
        <w:rPr>
          <w:rFonts w:ascii="Arial" w:hAnsi="Arial" w:cs="Arial"/>
        </w:rPr>
        <w:tab/>
      </w:r>
      <w:r w:rsidR="00BA431B">
        <w:rPr>
          <w:rFonts w:ascii="Arial" w:hAnsi="Arial" w:cs="Arial"/>
        </w:rPr>
        <w:tab/>
      </w:r>
      <w:r w:rsidR="00BA431B">
        <w:rPr>
          <w:rFonts w:ascii="Arial" w:hAnsi="Arial" w:cs="Arial"/>
        </w:rPr>
        <w:tab/>
      </w:r>
      <w:r w:rsidR="00EA4615">
        <w:rPr>
          <w:rFonts w:ascii="Arial" w:hAnsi="Arial" w:cs="Arial"/>
        </w:rPr>
        <w:tab/>
      </w:r>
      <w:r w:rsidR="00BA431B">
        <w:rPr>
          <w:rFonts w:ascii="Arial" w:hAnsi="Arial" w:cs="Arial"/>
        </w:rPr>
        <w:t>$</w:t>
      </w:r>
      <w:r w:rsidR="00EA4615">
        <w:rPr>
          <w:rFonts w:ascii="Arial" w:hAnsi="Arial" w:cs="Arial"/>
        </w:rPr>
        <w:t>414,396</w:t>
      </w:r>
    </w:p>
    <w:p w:rsidR="008F71C8" w:rsidRDefault="008F71C8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</w:p>
    <w:p w:rsidR="00B7333B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</w:p>
    <w:p w:rsidR="00B7333B" w:rsidRPr="0012726E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</w:p>
    <w:p w:rsidR="002341BB" w:rsidRPr="0012726E" w:rsidRDefault="002341BB" w:rsidP="00771877">
      <w:pPr>
        <w:pStyle w:val="LtrPara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ensure that you have withdrawn funds of at least </w:t>
      </w:r>
      <w:r w:rsidR="00BA431B">
        <w:rPr>
          <w:rFonts w:ascii="Arial" w:hAnsi="Arial" w:cs="Arial"/>
        </w:rPr>
        <w:t>$</w:t>
      </w:r>
      <w:r w:rsidR="00EA4615">
        <w:rPr>
          <w:rFonts w:ascii="Arial" w:hAnsi="Arial" w:cs="Arial"/>
        </w:rPr>
        <w:t>41,000</w:t>
      </w:r>
      <w:r w:rsidR="00BA431B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EA4615">
        <w:rPr>
          <w:rFonts w:ascii="Arial" w:hAnsi="Arial" w:cs="Arial"/>
        </w:rPr>
        <w:t>2024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771877">
      <w:pPr>
        <w:pStyle w:val="LtrPara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771877">
      <w:pPr>
        <w:pStyle w:val="LtrPara"/>
        <w:spacing w:before="0" w:after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EA4615">
        <w:rPr>
          <w:rFonts w:ascii="Arial" w:hAnsi="Arial" w:cs="Arial"/>
        </w:rPr>
        <w:t>2024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771877">
      <w:pPr>
        <w:pStyle w:val="LtrPara"/>
        <w:spacing w:before="0" w:after="0"/>
        <w:ind w:left="720" w:right="576"/>
        <w:rPr>
          <w:rFonts w:ascii="Arial" w:hAnsi="Arial" w:cs="Arial"/>
        </w:rPr>
      </w:pPr>
    </w:p>
    <w:p w:rsidR="00785403" w:rsidRPr="0012726E" w:rsidRDefault="00785403" w:rsidP="00771877">
      <w:pPr>
        <w:pStyle w:val="LtrPara"/>
        <w:keepNext/>
        <w:spacing w:before="0" w:after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771877">
      <w:pPr>
        <w:pStyle w:val="LtrPara"/>
        <w:keepNext/>
        <w:spacing w:before="0" w:after="0"/>
        <w:ind w:left="720" w:right="576"/>
        <w:rPr>
          <w:rFonts w:ascii="Arial" w:hAnsi="Arial" w:cs="Arial"/>
        </w:rPr>
      </w:pPr>
    </w:p>
    <w:p w:rsidR="00BD6F92" w:rsidRPr="0012726E" w:rsidRDefault="002341BB" w:rsidP="00771877">
      <w:pPr>
        <w:pStyle w:val="LtrSignOff"/>
        <w:keepNext/>
        <w:spacing w:before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281282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771877">
      <w:pPr>
        <w:pStyle w:val="LtrSignatoryName"/>
        <w:keepNext/>
        <w:ind w:left="720" w:right="576"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CD01AC">
      <w:pPr>
        <w:ind w:left="720"/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headerReference w:type="default" r:id="rId10"/>
      <w:footerReference w:type="default" r:id="rId11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2B7" w:rsidRDefault="00F642B7" w:rsidP="00F75CF8">
      <w:pPr>
        <w:pStyle w:val="LtrFormTbl"/>
      </w:pPr>
      <w:r>
        <w:separator/>
      </w:r>
    </w:p>
  </w:endnote>
  <w:endnote w:type="continuationSeparator" w:id="0">
    <w:p w:rsidR="00F642B7" w:rsidRDefault="00F642B7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2B7" w:rsidRDefault="00F642B7">
    <w:pPr>
      <w:pStyle w:val="Footer"/>
    </w:pPr>
    <w:r>
      <w:t xml:space="preserve">Page </w:t>
    </w:r>
    <w:r w:rsidR="0017057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7057D">
      <w:rPr>
        <w:rStyle w:val="PageNumber"/>
      </w:rPr>
      <w:fldChar w:fldCharType="separate"/>
    </w:r>
    <w:r>
      <w:rPr>
        <w:rStyle w:val="PageNumber"/>
        <w:noProof/>
      </w:rPr>
      <w:t>2</w:t>
    </w:r>
    <w:r w:rsidR="0017057D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2B7" w:rsidRDefault="00F642B7" w:rsidP="00F75CF8">
      <w:pPr>
        <w:pStyle w:val="LtrFormTbl"/>
      </w:pPr>
      <w:r>
        <w:separator/>
      </w:r>
    </w:p>
  </w:footnote>
  <w:footnote w:type="continuationSeparator" w:id="0">
    <w:p w:rsidR="00F642B7" w:rsidRDefault="00F642B7" w:rsidP="00F75CF8">
      <w:pPr>
        <w:pStyle w:val="LtrFormTbl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2B7" w:rsidRDefault="00F642B7" w:rsidP="00265B34">
    <w:pPr>
      <w:pStyle w:val="Header"/>
      <w:tabs>
        <w:tab w:val="clear" w:pos="4153"/>
        <w:tab w:val="clear" w:pos="8306"/>
        <w:tab w:val="left" w:pos="13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65002"/>
    <w:rsid w:val="00077CA8"/>
    <w:rsid w:val="000823A7"/>
    <w:rsid w:val="00092E8D"/>
    <w:rsid w:val="00093F4B"/>
    <w:rsid w:val="000B7E89"/>
    <w:rsid w:val="000D71A9"/>
    <w:rsid w:val="000F438E"/>
    <w:rsid w:val="000F5919"/>
    <w:rsid w:val="001271FD"/>
    <w:rsid w:val="0012726E"/>
    <w:rsid w:val="00136DD5"/>
    <w:rsid w:val="00156231"/>
    <w:rsid w:val="0017057D"/>
    <w:rsid w:val="001D3236"/>
    <w:rsid w:val="001D36B8"/>
    <w:rsid w:val="0020172F"/>
    <w:rsid w:val="00222A1D"/>
    <w:rsid w:val="00223053"/>
    <w:rsid w:val="002341BB"/>
    <w:rsid w:val="00265B34"/>
    <w:rsid w:val="00281282"/>
    <w:rsid w:val="00291998"/>
    <w:rsid w:val="002B099D"/>
    <w:rsid w:val="002B22F3"/>
    <w:rsid w:val="002C3D20"/>
    <w:rsid w:val="002D2653"/>
    <w:rsid w:val="002E1078"/>
    <w:rsid w:val="002E3ECC"/>
    <w:rsid w:val="002E7A68"/>
    <w:rsid w:val="003034DC"/>
    <w:rsid w:val="003179D9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13EE4"/>
    <w:rsid w:val="00414A4A"/>
    <w:rsid w:val="00420CB5"/>
    <w:rsid w:val="0042201C"/>
    <w:rsid w:val="00435F67"/>
    <w:rsid w:val="00451FD7"/>
    <w:rsid w:val="00463E3A"/>
    <w:rsid w:val="0046644E"/>
    <w:rsid w:val="00493060"/>
    <w:rsid w:val="004B4307"/>
    <w:rsid w:val="004C3FFD"/>
    <w:rsid w:val="004C7B99"/>
    <w:rsid w:val="004C7E57"/>
    <w:rsid w:val="004D3995"/>
    <w:rsid w:val="004D46F8"/>
    <w:rsid w:val="005020F8"/>
    <w:rsid w:val="00507442"/>
    <w:rsid w:val="005117AA"/>
    <w:rsid w:val="00513A80"/>
    <w:rsid w:val="00526829"/>
    <w:rsid w:val="00571FBB"/>
    <w:rsid w:val="005A2545"/>
    <w:rsid w:val="005A43A3"/>
    <w:rsid w:val="005B7A0E"/>
    <w:rsid w:val="005D0CA6"/>
    <w:rsid w:val="00632472"/>
    <w:rsid w:val="00643F3A"/>
    <w:rsid w:val="00660BD6"/>
    <w:rsid w:val="006914DC"/>
    <w:rsid w:val="006D4816"/>
    <w:rsid w:val="007061F6"/>
    <w:rsid w:val="00720CBD"/>
    <w:rsid w:val="00725F75"/>
    <w:rsid w:val="00737626"/>
    <w:rsid w:val="00745F94"/>
    <w:rsid w:val="00747224"/>
    <w:rsid w:val="00771877"/>
    <w:rsid w:val="00785403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955DB"/>
    <w:rsid w:val="008B3AA0"/>
    <w:rsid w:val="008F247A"/>
    <w:rsid w:val="008F71C8"/>
    <w:rsid w:val="00900B0F"/>
    <w:rsid w:val="00903B8D"/>
    <w:rsid w:val="0091259B"/>
    <w:rsid w:val="009228AE"/>
    <w:rsid w:val="00927027"/>
    <w:rsid w:val="009327EF"/>
    <w:rsid w:val="0095248A"/>
    <w:rsid w:val="009608BB"/>
    <w:rsid w:val="00981F28"/>
    <w:rsid w:val="009843D4"/>
    <w:rsid w:val="009A335D"/>
    <w:rsid w:val="009C7706"/>
    <w:rsid w:val="009F1665"/>
    <w:rsid w:val="009F2BE4"/>
    <w:rsid w:val="009F3AD6"/>
    <w:rsid w:val="009F5B7A"/>
    <w:rsid w:val="00A15B02"/>
    <w:rsid w:val="00A45FF5"/>
    <w:rsid w:val="00A7750C"/>
    <w:rsid w:val="00A82534"/>
    <w:rsid w:val="00A93CEC"/>
    <w:rsid w:val="00AB69EA"/>
    <w:rsid w:val="00AD1130"/>
    <w:rsid w:val="00AD2FAC"/>
    <w:rsid w:val="00AF342D"/>
    <w:rsid w:val="00B07988"/>
    <w:rsid w:val="00B407F5"/>
    <w:rsid w:val="00B456A6"/>
    <w:rsid w:val="00B547F4"/>
    <w:rsid w:val="00B61D01"/>
    <w:rsid w:val="00B7333B"/>
    <w:rsid w:val="00B77513"/>
    <w:rsid w:val="00B93F7F"/>
    <w:rsid w:val="00BA431B"/>
    <w:rsid w:val="00BC0CA7"/>
    <w:rsid w:val="00BD6F92"/>
    <w:rsid w:val="00BE4DB6"/>
    <w:rsid w:val="00C7795A"/>
    <w:rsid w:val="00C90547"/>
    <w:rsid w:val="00C96CFA"/>
    <w:rsid w:val="00CC624E"/>
    <w:rsid w:val="00CD01AC"/>
    <w:rsid w:val="00CD4232"/>
    <w:rsid w:val="00D26A60"/>
    <w:rsid w:val="00D80B27"/>
    <w:rsid w:val="00D9215F"/>
    <w:rsid w:val="00DB1D94"/>
    <w:rsid w:val="00DE2176"/>
    <w:rsid w:val="00E019FF"/>
    <w:rsid w:val="00E2754F"/>
    <w:rsid w:val="00E47140"/>
    <w:rsid w:val="00E52FC0"/>
    <w:rsid w:val="00E652F9"/>
    <w:rsid w:val="00E7389B"/>
    <w:rsid w:val="00E84496"/>
    <w:rsid w:val="00EA4615"/>
    <w:rsid w:val="00EB3611"/>
    <w:rsid w:val="00EB44C2"/>
    <w:rsid w:val="00EC32B1"/>
    <w:rsid w:val="00EE72C8"/>
    <w:rsid w:val="00F07A26"/>
    <w:rsid w:val="00F07CB6"/>
    <w:rsid w:val="00F2408C"/>
    <w:rsid w:val="00F26777"/>
    <w:rsid w:val="00F424D4"/>
    <w:rsid w:val="00F55A26"/>
    <w:rsid w:val="00F642B7"/>
    <w:rsid w:val="00F75CF8"/>
    <w:rsid w:val="00FA5A16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54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15</cp:revision>
  <cp:lastPrinted>1899-12-31T14:00:00Z</cp:lastPrinted>
  <dcterms:created xsi:type="dcterms:W3CDTF">2013-11-04T02:09:00Z</dcterms:created>
  <dcterms:modified xsi:type="dcterms:W3CDTF">2023-11-01T22:01:00Z</dcterms:modified>
  <cp:category>\Master Style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