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B6469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 May 2023</w:t>
      </w: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714A98" w:rsidRPr="00714A98" w:rsidRDefault="00FB6469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WE &amp; RB </w:t>
      </w:r>
      <w:r w:rsidR="00714A98" w:rsidRPr="00714A98">
        <w:rPr>
          <w:rFonts w:cs="Arial"/>
          <w:sz w:val="22"/>
          <w:szCs w:val="22"/>
        </w:rPr>
        <w:t>Super</w:t>
      </w:r>
      <w:r w:rsidR="0049141D">
        <w:rPr>
          <w:rFonts w:cs="Arial"/>
          <w:sz w:val="22"/>
          <w:szCs w:val="22"/>
        </w:rPr>
        <w:t xml:space="preserve">annuation </w:t>
      </w:r>
      <w:r w:rsidR="00714A98" w:rsidRPr="00714A98">
        <w:rPr>
          <w:rFonts w:cs="Arial"/>
          <w:sz w:val="22"/>
          <w:szCs w:val="22"/>
        </w:rPr>
        <w:t>Fund</w:t>
      </w:r>
    </w:p>
    <w:p w:rsidR="00714A98" w:rsidRPr="00714A98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 xml:space="preserve">PO Box </w:t>
      </w:r>
      <w:r w:rsidR="0049141D">
        <w:rPr>
          <w:rFonts w:cs="Arial"/>
          <w:sz w:val="22"/>
          <w:szCs w:val="22"/>
        </w:rPr>
        <w:t>605</w:t>
      </w:r>
    </w:p>
    <w:p w:rsidR="00FE5A55" w:rsidRPr="0012726E" w:rsidRDefault="00714A98" w:rsidP="00714A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14A98">
        <w:rPr>
          <w:rFonts w:cs="Arial"/>
          <w:sz w:val="22"/>
          <w:szCs w:val="22"/>
        </w:rPr>
        <w:t>SURFERS PARADISE  QLD  4217</w:t>
      </w:r>
    </w:p>
    <w:p w:rsidR="00FE5A55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14A98" w:rsidRPr="0012726E" w:rsidRDefault="00714A98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FE5A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FB6469">
        <w:rPr>
          <w:rFonts w:cs="Arial"/>
          <w:sz w:val="22"/>
          <w:szCs w:val="22"/>
        </w:rPr>
        <w:t>Donna,</w:t>
      </w:r>
    </w:p>
    <w:p w:rsidR="009228AE" w:rsidRPr="0012726E" w:rsidRDefault="009228AE" w:rsidP="009228AE">
      <w:pPr>
        <w:pStyle w:val="LtrSalutation"/>
        <w:spacing w:before="0" w:after="0"/>
        <w:rPr>
          <w:rFonts w:ascii="Arial" w:hAnsi="Arial" w:cs="Arial"/>
        </w:rPr>
      </w:pPr>
    </w:p>
    <w:p w:rsidR="0049141D" w:rsidRPr="0049141D" w:rsidRDefault="00FB6469" w:rsidP="004914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 &amp; RB</w:t>
      </w:r>
      <w:r w:rsidR="0049141D" w:rsidRPr="0049141D">
        <w:rPr>
          <w:rFonts w:cs="Arial"/>
          <w:b/>
          <w:sz w:val="22"/>
          <w:szCs w:val="22"/>
        </w:rPr>
        <w:t xml:space="preserve"> Superannuation Fund</w:t>
      </w:r>
    </w:p>
    <w:p w:rsidR="002341BB" w:rsidRPr="0012726E" w:rsidRDefault="002341BB" w:rsidP="00FE5A5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>Annual review of Allocated Pensions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3F26F1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22</w:t>
      </w:r>
      <w:r w:rsidR="00AE04C7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statements have been prepared, we have recalculated your minimum pension limits from these financial statements. </w:t>
      </w:r>
    </w:p>
    <w:p w:rsidR="002341BB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3F26F1">
        <w:rPr>
          <w:rFonts w:ascii="Arial" w:hAnsi="Arial" w:cs="Arial"/>
        </w:rPr>
        <w:t>202</w:t>
      </w:r>
      <w:r w:rsidR="00125F02">
        <w:rPr>
          <w:rFonts w:ascii="Arial" w:hAnsi="Arial" w:cs="Arial"/>
        </w:rPr>
        <w:t>3</w:t>
      </w:r>
      <w:r w:rsidR="003F26F1">
        <w:rPr>
          <w:rFonts w:ascii="Arial" w:hAnsi="Arial" w:cs="Arial"/>
        </w:rPr>
        <w:t xml:space="preserve"> financial</w:t>
      </w:r>
      <w:r w:rsidRPr="0012726E">
        <w:rPr>
          <w:rFonts w:ascii="Arial" w:hAnsi="Arial" w:cs="Arial"/>
        </w:rPr>
        <w:t xml:space="preserve">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20A9C" w:rsidRPr="0012726E" w:rsidRDefault="00B20A9C" w:rsidP="002341BB">
      <w:pPr>
        <w:pStyle w:val="LtrPara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774"/>
        <w:gridCol w:w="2774"/>
      </w:tblGrid>
      <w:tr w:rsidR="007650DE" w:rsidTr="00B20A9C">
        <w:tc>
          <w:tcPr>
            <w:tcW w:w="2774" w:type="dxa"/>
          </w:tcPr>
          <w:p w:rsidR="007650DE" w:rsidRPr="00B20A9C" w:rsidRDefault="007650DE" w:rsidP="00B20A9C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 w:rsidRPr="00B20A9C">
              <w:rPr>
                <w:rFonts w:ascii="Arial" w:hAnsi="Arial" w:cs="Arial"/>
                <w:b/>
              </w:rPr>
              <w:t>Member</w:t>
            </w:r>
          </w:p>
        </w:tc>
        <w:tc>
          <w:tcPr>
            <w:tcW w:w="2774" w:type="dxa"/>
          </w:tcPr>
          <w:p w:rsidR="007650DE" w:rsidRPr="00B20A9C" w:rsidRDefault="00F525D1" w:rsidP="00B20A9C">
            <w:pPr>
              <w:pStyle w:val="LtrPara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Minimum (2 </w:t>
            </w:r>
            <w:r w:rsidR="007650DE" w:rsidRPr="00B20A9C">
              <w:rPr>
                <w:rFonts w:ascii="Arial" w:hAnsi="Arial" w:cs="Arial"/>
                <w:b/>
              </w:rPr>
              <w:t>%)</w:t>
            </w:r>
          </w:p>
        </w:tc>
      </w:tr>
      <w:tr w:rsidR="007650DE" w:rsidTr="00B20A9C">
        <w:tc>
          <w:tcPr>
            <w:tcW w:w="2774" w:type="dxa"/>
          </w:tcPr>
          <w:p w:rsidR="007650DE" w:rsidRDefault="00FB6469" w:rsidP="00B20A9C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Donna</w:t>
            </w:r>
          </w:p>
        </w:tc>
        <w:tc>
          <w:tcPr>
            <w:tcW w:w="2774" w:type="dxa"/>
          </w:tcPr>
          <w:p w:rsidR="007650DE" w:rsidRDefault="007650DE" w:rsidP="00FB6469">
            <w:pPr>
              <w:pStyle w:val="LtrPar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FB6469">
              <w:rPr>
                <w:rFonts w:ascii="Arial" w:hAnsi="Arial" w:cs="Arial"/>
              </w:rPr>
              <w:t>5,050</w:t>
            </w:r>
          </w:p>
        </w:tc>
      </w:tr>
    </w:tbl>
    <w:p w:rsidR="00B20A9C" w:rsidRDefault="00B20A9C" w:rsidP="002341BB">
      <w:pPr>
        <w:pStyle w:val="LtrPara"/>
        <w:rPr>
          <w:rFonts w:ascii="Arial" w:hAnsi="Arial" w:cs="Arial"/>
        </w:rPr>
      </w:pP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ensure that you have withdrawn funds of at least </w:t>
      </w:r>
      <w:r w:rsidR="007017FB" w:rsidRPr="0012726E">
        <w:rPr>
          <w:rFonts w:ascii="Arial" w:hAnsi="Arial" w:cs="Arial"/>
        </w:rPr>
        <w:t>$</w:t>
      </w:r>
      <w:r w:rsidR="00FB6469">
        <w:rPr>
          <w:rFonts w:ascii="Arial" w:hAnsi="Arial" w:cs="Arial"/>
        </w:rPr>
        <w:t>5,050</w:t>
      </w:r>
      <w:r w:rsidR="007017FB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7650DE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2341BB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9228AE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7650DE">
        <w:rPr>
          <w:rFonts w:ascii="Arial" w:hAnsi="Arial" w:cs="Arial"/>
        </w:rPr>
        <w:t>20</w:t>
      </w:r>
      <w:r w:rsidR="00125F02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9228AE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9228AE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9228AE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9228AE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EE4591" w:rsidP="009228AE">
      <w:pPr>
        <w:rPr>
          <w:rFonts w:cs="Arial"/>
          <w:sz w:val="22"/>
          <w:szCs w:val="22"/>
          <w:lang w:val="en-US" w:eastAsia="en-US"/>
        </w:rPr>
      </w:pPr>
      <w:r>
        <w:rPr>
          <w:rFonts w:cs="Arial"/>
          <w:sz w:val="22"/>
          <w:szCs w:val="22"/>
          <w:lang w:val="en-US" w:eastAsia="en-US"/>
        </w:rPr>
        <w:t>Clear Accounting Solutions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EE4591" w:rsidP="009228AE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9228AE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571FBB">
      <w:pPr>
        <w:pStyle w:val="LtrEnclosed"/>
        <w:rPr>
          <w:rFonts w:ascii="Arial" w:hAnsi="Arial" w:cs="Arial"/>
        </w:rPr>
      </w:pPr>
    </w:p>
    <w:sectPr w:rsidR="00FA5A16" w:rsidRPr="0012726E" w:rsidSect="008F247A">
      <w:footerReference w:type="default" r:id="rId10"/>
      <w:pgSz w:w="11906" w:h="16838" w:code="9"/>
      <w:pgMar w:top="1701" w:right="1985" w:bottom="1701" w:left="181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41D" w:rsidRDefault="0049141D" w:rsidP="00F75CF8">
      <w:pPr>
        <w:pStyle w:val="LtrFormTbl"/>
      </w:pPr>
      <w:r>
        <w:separator/>
      </w:r>
    </w:p>
  </w:endnote>
  <w:endnote w:type="continuationSeparator" w:id="0">
    <w:p w:rsidR="0049141D" w:rsidRDefault="0049141D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41D" w:rsidRDefault="0049141D">
    <w:pPr>
      <w:pStyle w:val="Footer"/>
    </w:pPr>
    <w:r>
      <w:t xml:space="preserve">Page </w:t>
    </w:r>
    <w:r w:rsidR="000B6A0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B6A0F">
      <w:rPr>
        <w:rStyle w:val="PageNumber"/>
      </w:rPr>
      <w:fldChar w:fldCharType="separate"/>
    </w:r>
    <w:r>
      <w:rPr>
        <w:rStyle w:val="PageNumber"/>
        <w:noProof/>
      </w:rPr>
      <w:t>2</w:t>
    </w:r>
    <w:r w:rsidR="000B6A0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41D" w:rsidRDefault="0049141D" w:rsidP="00F75CF8">
      <w:pPr>
        <w:pStyle w:val="LtrFormTbl"/>
      </w:pPr>
      <w:r>
        <w:separator/>
      </w:r>
    </w:p>
  </w:footnote>
  <w:footnote w:type="continuationSeparator" w:id="0">
    <w:p w:rsidR="0049141D" w:rsidRDefault="0049141D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558D5"/>
    <w:rsid w:val="00065002"/>
    <w:rsid w:val="00077CA8"/>
    <w:rsid w:val="000823A7"/>
    <w:rsid w:val="00092E8D"/>
    <w:rsid w:val="00093F4B"/>
    <w:rsid w:val="000B6A0F"/>
    <w:rsid w:val="000B7E89"/>
    <w:rsid w:val="000D71A9"/>
    <w:rsid w:val="000F5919"/>
    <w:rsid w:val="00125F02"/>
    <w:rsid w:val="001271FD"/>
    <w:rsid w:val="0012726E"/>
    <w:rsid w:val="00136DD5"/>
    <w:rsid w:val="00156231"/>
    <w:rsid w:val="00173BFE"/>
    <w:rsid w:val="001D3236"/>
    <w:rsid w:val="001D47FD"/>
    <w:rsid w:val="0020172F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40468"/>
    <w:rsid w:val="003770DA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3F0B06"/>
    <w:rsid w:val="003F26F1"/>
    <w:rsid w:val="00413EE4"/>
    <w:rsid w:val="00414A4A"/>
    <w:rsid w:val="0042201C"/>
    <w:rsid w:val="00435F67"/>
    <w:rsid w:val="00451FD7"/>
    <w:rsid w:val="0046644E"/>
    <w:rsid w:val="0049141D"/>
    <w:rsid w:val="00493060"/>
    <w:rsid w:val="004B4307"/>
    <w:rsid w:val="004C3FFD"/>
    <w:rsid w:val="004C7B99"/>
    <w:rsid w:val="004C7E57"/>
    <w:rsid w:val="004D3995"/>
    <w:rsid w:val="004D46F8"/>
    <w:rsid w:val="00507442"/>
    <w:rsid w:val="00513A80"/>
    <w:rsid w:val="00526829"/>
    <w:rsid w:val="00561CB1"/>
    <w:rsid w:val="00571FBB"/>
    <w:rsid w:val="005940C3"/>
    <w:rsid w:val="005A2545"/>
    <w:rsid w:val="005A43A3"/>
    <w:rsid w:val="005B7A0E"/>
    <w:rsid w:val="005D0CA6"/>
    <w:rsid w:val="00610D29"/>
    <w:rsid w:val="00643F3A"/>
    <w:rsid w:val="00657E7F"/>
    <w:rsid w:val="006914DC"/>
    <w:rsid w:val="006D4816"/>
    <w:rsid w:val="007017FB"/>
    <w:rsid w:val="007061F6"/>
    <w:rsid w:val="00714A98"/>
    <w:rsid w:val="00720CBD"/>
    <w:rsid w:val="00725F75"/>
    <w:rsid w:val="00737626"/>
    <w:rsid w:val="00745F94"/>
    <w:rsid w:val="00747224"/>
    <w:rsid w:val="007650DE"/>
    <w:rsid w:val="00767357"/>
    <w:rsid w:val="00785403"/>
    <w:rsid w:val="007A56F1"/>
    <w:rsid w:val="007B70AF"/>
    <w:rsid w:val="007C6284"/>
    <w:rsid w:val="007C78A5"/>
    <w:rsid w:val="007E1D96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E04C7"/>
    <w:rsid w:val="00AF342D"/>
    <w:rsid w:val="00B07988"/>
    <w:rsid w:val="00B20A9C"/>
    <w:rsid w:val="00B456A6"/>
    <w:rsid w:val="00B61D01"/>
    <w:rsid w:val="00B77513"/>
    <w:rsid w:val="00B93F7F"/>
    <w:rsid w:val="00BB0E20"/>
    <w:rsid w:val="00BC0CA7"/>
    <w:rsid w:val="00BD6F92"/>
    <w:rsid w:val="00BE4DB6"/>
    <w:rsid w:val="00C76C5D"/>
    <w:rsid w:val="00C7795A"/>
    <w:rsid w:val="00C90547"/>
    <w:rsid w:val="00C96CFA"/>
    <w:rsid w:val="00D80B27"/>
    <w:rsid w:val="00D911BE"/>
    <w:rsid w:val="00D9215F"/>
    <w:rsid w:val="00DB1D94"/>
    <w:rsid w:val="00DB5925"/>
    <w:rsid w:val="00DE0DD2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EE4591"/>
    <w:rsid w:val="00F07A26"/>
    <w:rsid w:val="00F2408C"/>
    <w:rsid w:val="00F424D4"/>
    <w:rsid w:val="00F525D1"/>
    <w:rsid w:val="00F55A26"/>
    <w:rsid w:val="00F75CF8"/>
    <w:rsid w:val="00FA5A16"/>
    <w:rsid w:val="00FB6469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B20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0DE4E03CF3E45BDCE3B2CA82BEF20" ma:contentTypeVersion="5" ma:contentTypeDescription="Create a new document." ma:contentTypeScope="" ma:versionID="22179fe48e27134fa2956c0df10ee83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2d9f53027e0e86f806c5f46fb149790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53D64-B3C1-4001-875A-C5E98FA0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16</cp:revision>
  <cp:lastPrinted>2016-05-07T02:02:00Z</cp:lastPrinted>
  <dcterms:created xsi:type="dcterms:W3CDTF">2016-05-07T01:45:00Z</dcterms:created>
  <dcterms:modified xsi:type="dcterms:W3CDTF">2023-05-04T03:22:00Z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0x010100EB90DE4E03CF3E45BDCE3B2CA82BEF20</vt:lpwstr>
  </property>
</Properties>
</file>