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8BE" w:rsidRDefault="003768BE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3768BE" w:rsidRDefault="003768BE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9608BB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Ref: </w:t>
      </w:r>
      <w:r w:rsidR="0065299C">
        <w:rPr>
          <w:rFonts w:cs="Arial"/>
          <w:sz w:val="22"/>
          <w:szCs w:val="22"/>
        </w:rPr>
        <w:t>TM</w:t>
      </w:r>
    </w:p>
    <w:p w:rsidR="00FE5A55" w:rsidRPr="0012726E" w:rsidRDefault="00FE5A55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  <w:bookmarkStart w:id="0" w:name="_GoBack"/>
      <w:bookmarkEnd w:id="0"/>
    </w:p>
    <w:p w:rsidR="00FE5A55" w:rsidRPr="0012726E" w:rsidRDefault="009B3B4F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 August 2022</w:t>
      </w:r>
    </w:p>
    <w:p w:rsidR="00FE5A55" w:rsidRPr="0012726E" w:rsidRDefault="00FE5A55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</w:p>
    <w:p w:rsidR="00FE5A55" w:rsidRPr="0012726E" w:rsidRDefault="00FE5A55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</w:p>
    <w:p w:rsidR="00FE5A55" w:rsidRPr="0012726E" w:rsidRDefault="00FE5A55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EA3243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Chomicz Superannuation Fund </w:t>
      </w:r>
    </w:p>
    <w:p w:rsidR="00FE5A55" w:rsidRDefault="00EA3243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19 Francis Street</w:t>
      </w:r>
    </w:p>
    <w:p w:rsidR="00EA3243" w:rsidRDefault="00EA3243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Mermaid Beach</w:t>
      </w:r>
    </w:p>
    <w:p w:rsidR="005117AA" w:rsidRPr="00B547F4" w:rsidRDefault="00EA3243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color w:val="FF0000"/>
          <w:sz w:val="22"/>
          <w:szCs w:val="22"/>
        </w:rPr>
      </w:pPr>
      <w:r>
        <w:rPr>
          <w:rFonts w:cs="Arial"/>
          <w:sz w:val="22"/>
          <w:szCs w:val="22"/>
        </w:rPr>
        <w:t xml:space="preserve">QLD </w:t>
      </w:r>
      <w:r w:rsidR="003D046E">
        <w:rPr>
          <w:rFonts w:cs="Arial"/>
          <w:sz w:val="22"/>
          <w:szCs w:val="22"/>
        </w:rPr>
        <w:t>4218</w:t>
      </w:r>
    </w:p>
    <w:p w:rsidR="00FE5A55" w:rsidRPr="0012726E" w:rsidRDefault="00FE5A55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</w:p>
    <w:p w:rsidR="00FE5A55" w:rsidRPr="0012726E" w:rsidRDefault="00FE5A55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</w:p>
    <w:p w:rsidR="00FE5A55" w:rsidRPr="0012726E" w:rsidRDefault="00FE5A55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</w:p>
    <w:p w:rsidR="00FE5A55" w:rsidRPr="0012726E" w:rsidRDefault="00FE5A55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EA3243">
        <w:rPr>
          <w:rFonts w:cs="Arial"/>
          <w:sz w:val="22"/>
          <w:szCs w:val="22"/>
        </w:rPr>
        <w:t>Robert,</w:t>
      </w:r>
    </w:p>
    <w:p w:rsidR="009228AE" w:rsidRPr="0012726E" w:rsidRDefault="009228AE" w:rsidP="00CB2893">
      <w:pPr>
        <w:pStyle w:val="LtrSalutation"/>
        <w:spacing w:before="0" w:after="0"/>
        <w:ind w:left="270" w:right="486"/>
        <w:rPr>
          <w:rFonts w:ascii="Arial" w:hAnsi="Arial" w:cs="Arial"/>
        </w:rPr>
      </w:pPr>
    </w:p>
    <w:p w:rsidR="00FE5A55" w:rsidRDefault="00EA3243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Chomicz Superannuation Fund </w:t>
      </w:r>
    </w:p>
    <w:p w:rsidR="00EA3243" w:rsidRPr="0000777B" w:rsidRDefault="00EA3243" w:rsidP="00CB289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270" w:right="486"/>
        <w:rPr>
          <w:rFonts w:cs="Arial"/>
          <w:b/>
          <w:sz w:val="22"/>
          <w:szCs w:val="22"/>
        </w:rPr>
      </w:pPr>
    </w:p>
    <w:p w:rsidR="002341BB" w:rsidRPr="0012726E" w:rsidRDefault="002341BB" w:rsidP="00CB2893">
      <w:pPr>
        <w:pStyle w:val="LtrSubjectBold"/>
        <w:ind w:left="270" w:right="48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CB2893">
      <w:pPr>
        <w:pStyle w:val="LtrPara"/>
        <w:ind w:left="270" w:right="48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9B3B4F">
        <w:rPr>
          <w:rFonts w:ascii="Arial" w:hAnsi="Arial" w:cs="Arial"/>
        </w:rPr>
        <w:t>30 June 2022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Default="002341BB" w:rsidP="00CB2893">
      <w:pPr>
        <w:pStyle w:val="LtrPara"/>
        <w:ind w:left="27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4A3A88">
        <w:rPr>
          <w:rFonts w:ascii="Arial" w:hAnsi="Arial" w:cs="Arial"/>
        </w:rPr>
        <w:t>202</w:t>
      </w:r>
      <w:r w:rsidR="009B3B4F">
        <w:rPr>
          <w:rFonts w:ascii="Arial" w:hAnsi="Arial" w:cs="Arial"/>
        </w:rPr>
        <w:t xml:space="preserve">3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10067" w:type="dxa"/>
        <w:tblLayout w:type="fixed"/>
        <w:tblLook w:val="04A0"/>
      </w:tblPr>
      <w:tblGrid>
        <w:gridCol w:w="3828"/>
        <w:gridCol w:w="3146"/>
        <w:gridCol w:w="3093"/>
      </w:tblGrid>
      <w:tr w:rsidR="00E64168" w:rsidRPr="0012726E" w:rsidTr="00CB2893">
        <w:trPr>
          <w:trHeight w:val="621"/>
        </w:trPr>
        <w:tc>
          <w:tcPr>
            <w:tcW w:w="3828" w:type="dxa"/>
          </w:tcPr>
          <w:p w:rsidR="00E64168" w:rsidRPr="0012726E" w:rsidRDefault="00E64168" w:rsidP="00CB2893">
            <w:pPr>
              <w:pStyle w:val="LtrTableEntry"/>
              <w:ind w:left="270" w:right="48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46" w:type="dxa"/>
          </w:tcPr>
          <w:p w:rsidR="00E64168" w:rsidRPr="0012726E" w:rsidRDefault="00E64168" w:rsidP="00CB2893">
            <w:pPr>
              <w:pStyle w:val="LtrTableEntry"/>
              <w:ind w:left="270" w:right="486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93" w:type="dxa"/>
          </w:tcPr>
          <w:p w:rsidR="00E64168" w:rsidRPr="0012726E" w:rsidRDefault="00E64168" w:rsidP="00CB2893">
            <w:pPr>
              <w:pStyle w:val="LtrTableEntry"/>
              <w:ind w:left="270" w:right="48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Closing balance at end of financial year </w:t>
            </w:r>
          </w:p>
        </w:tc>
      </w:tr>
      <w:tr w:rsidR="003808B5" w:rsidRPr="0012726E" w:rsidTr="00CB2893">
        <w:trPr>
          <w:trHeight w:val="669"/>
        </w:trPr>
        <w:tc>
          <w:tcPr>
            <w:tcW w:w="3828" w:type="dxa"/>
          </w:tcPr>
          <w:p w:rsidR="003808B5" w:rsidRPr="0012726E" w:rsidRDefault="00EA3243" w:rsidP="00CB2893">
            <w:pPr>
              <w:pStyle w:val="LtrTableEntry"/>
              <w:ind w:left="270" w:right="486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Urszula</w:t>
            </w:r>
            <w:proofErr w:type="spellEnd"/>
            <w:r>
              <w:rPr>
                <w:rFonts w:ascii="Arial" w:hAnsi="Arial" w:cs="Arial"/>
              </w:rPr>
              <w:t xml:space="preserve"> Chomicz</w:t>
            </w:r>
          </w:p>
        </w:tc>
        <w:tc>
          <w:tcPr>
            <w:tcW w:w="3146" w:type="dxa"/>
          </w:tcPr>
          <w:p w:rsidR="003808B5" w:rsidRPr="0012726E" w:rsidRDefault="00EA3243" w:rsidP="009B3B4F">
            <w:pPr>
              <w:pStyle w:val="LtrTableEntry"/>
              <w:ind w:left="270" w:right="48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9B3B4F">
              <w:rPr>
                <w:rFonts w:ascii="Arial" w:hAnsi="Arial" w:cs="Arial"/>
              </w:rPr>
              <w:t>96,200</w:t>
            </w:r>
          </w:p>
        </w:tc>
        <w:tc>
          <w:tcPr>
            <w:tcW w:w="3093" w:type="dxa"/>
          </w:tcPr>
          <w:p w:rsidR="003808B5" w:rsidRDefault="00620505" w:rsidP="00CB2893">
            <w:pPr>
              <w:pStyle w:val="LtrTableEntry"/>
              <w:ind w:left="270" w:right="486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$2,</w:t>
            </w:r>
            <w:r w:rsidR="009B3B4F">
              <w:rPr>
                <w:rFonts w:ascii="Arial" w:hAnsi="Arial" w:cs="Arial"/>
              </w:rPr>
              <w:t>745,833</w:t>
            </w:r>
          </w:p>
          <w:p w:rsidR="005117AA" w:rsidRPr="0012726E" w:rsidRDefault="005117AA" w:rsidP="00CB2893">
            <w:pPr>
              <w:pStyle w:val="LtrTableEntry"/>
              <w:ind w:left="270" w:right="486"/>
              <w:rPr>
                <w:rFonts w:ascii="Arial" w:hAnsi="Arial" w:cs="Arial"/>
              </w:rPr>
            </w:pPr>
          </w:p>
        </w:tc>
      </w:tr>
    </w:tbl>
    <w:p w:rsidR="002341BB" w:rsidRPr="0012726E" w:rsidRDefault="002341BB" w:rsidP="00CB2893">
      <w:pPr>
        <w:pStyle w:val="LtrPara"/>
        <w:ind w:left="27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9B3B4F">
        <w:rPr>
          <w:rFonts w:ascii="Arial" w:hAnsi="Arial" w:cs="Arial"/>
        </w:rPr>
        <w:t xml:space="preserve">96,200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EA3243">
        <w:rPr>
          <w:rFonts w:ascii="Arial" w:hAnsi="Arial" w:cs="Arial"/>
        </w:rPr>
        <w:t>20</w:t>
      </w:r>
      <w:r w:rsidR="009B3B4F">
        <w:rPr>
          <w:rFonts w:ascii="Arial" w:hAnsi="Arial" w:cs="Arial"/>
        </w:rPr>
        <w:t>23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CB2893">
      <w:pPr>
        <w:pStyle w:val="LtrPara"/>
        <w:ind w:left="270" w:right="48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CB2893">
      <w:pPr>
        <w:pStyle w:val="LtrPara"/>
        <w:spacing w:before="0" w:after="0"/>
        <w:ind w:left="270" w:right="48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020A35">
        <w:rPr>
          <w:rFonts w:ascii="Arial" w:hAnsi="Arial" w:cs="Arial"/>
        </w:rPr>
        <w:t>20</w:t>
      </w:r>
      <w:r w:rsidR="009B3B4F">
        <w:rPr>
          <w:rFonts w:ascii="Arial" w:hAnsi="Arial" w:cs="Arial"/>
        </w:rPr>
        <w:t>23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CB2893">
      <w:pPr>
        <w:pStyle w:val="LtrPara"/>
        <w:spacing w:before="0" w:after="0"/>
        <w:ind w:left="270" w:right="486"/>
        <w:rPr>
          <w:rFonts w:ascii="Arial" w:hAnsi="Arial" w:cs="Arial"/>
        </w:rPr>
      </w:pPr>
    </w:p>
    <w:p w:rsidR="00785403" w:rsidRPr="0012726E" w:rsidRDefault="00785403" w:rsidP="00CB2893">
      <w:pPr>
        <w:pStyle w:val="LtrPara"/>
        <w:keepNext/>
        <w:spacing w:before="0" w:after="0"/>
        <w:ind w:left="27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CB2893">
      <w:pPr>
        <w:pStyle w:val="LtrPara"/>
        <w:keepNext/>
        <w:spacing w:before="0" w:after="0"/>
        <w:ind w:left="270" w:right="486"/>
        <w:rPr>
          <w:rFonts w:ascii="Arial" w:hAnsi="Arial" w:cs="Arial"/>
        </w:rPr>
      </w:pPr>
    </w:p>
    <w:p w:rsidR="00BD6F92" w:rsidRPr="0012726E" w:rsidRDefault="002341BB" w:rsidP="00CB2893">
      <w:pPr>
        <w:pStyle w:val="LtrSignOff"/>
        <w:keepNext/>
        <w:spacing w:before="0"/>
        <w:ind w:left="27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  <w:r w:rsidR="0065299C">
        <w:rPr>
          <w:rFonts w:ascii="Arial" w:hAnsi="Arial" w:cs="Arial"/>
        </w:rPr>
        <w:t>,</w:t>
      </w:r>
    </w:p>
    <w:p w:rsidR="00281282" w:rsidRPr="0012726E" w:rsidRDefault="00281282" w:rsidP="00CB2893">
      <w:pPr>
        <w:ind w:left="270" w:right="48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CB2893">
      <w:pPr>
        <w:ind w:left="270" w:right="48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CB2893">
      <w:pPr>
        <w:ind w:left="270" w:right="48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CB2893">
      <w:pPr>
        <w:ind w:left="270" w:right="48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CB2893">
      <w:pPr>
        <w:ind w:left="270" w:right="48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CB2893">
      <w:pPr>
        <w:pStyle w:val="LtrSignatoryName"/>
        <w:keepNext/>
        <w:ind w:left="270" w:right="48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0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55" w:rsidRDefault="00FE5A55" w:rsidP="00F75CF8">
      <w:pPr>
        <w:pStyle w:val="LtrFormTbl"/>
      </w:pPr>
      <w:r>
        <w:separator/>
      </w:r>
    </w:p>
  </w:endnote>
  <w:endnote w:type="continuationSeparator" w:id="0">
    <w:p w:rsidR="00FE5A55" w:rsidRDefault="00FE5A55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55" w:rsidRDefault="00FE5A55">
    <w:pPr>
      <w:pStyle w:val="Footer"/>
    </w:pPr>
    <w:r>
      <w:t xml:space="preserve">Page </w:t>
    </w:r>
    <w:r w:rsidR="00F560E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560E9">
      <w:rPr>
        <w:rStyle w:val="PageNumber"/>
      </w:rPr>
      <w:fldChar w:fldCharType="separate"/>
    </w:r>
    <w:r>
      <w:rPr>
        <w:rStyle w:val="PageNumber"/>
        <w:noProof/>
      </w:rPr>
      <w:t>2</w:t>
    </w:r>
    <w:r w:rsidR="00F560E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55" w:rsidRDefault="00FE5A55" w:rsidP="00F75CF8">
      <w:pPr>
        <w:pStyle w:val="LtrFormTbl"/>
      </w:pPr>
      <w:r>
        <w:separator/>
      </w:r>
    </w:p>
  </w:footnote>
  <w:footnote w:type="continuationSeparator" w:id="0">
    <w:p w:rsidR="00FE5A55" w:rsidRDefault="00FE5A55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20A35"/>
    <w:rsid w:val="00032ABF"/>
    <w:rsid w:val="00065002"/>
    <w:rsid w:val="00072510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7270F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768BE"/>
    <w:rsid w:val="003770DA"/>
    <w:rsid w:val="003808B5"/>
    <w:rsid w:val="0038376E"/>
    <w:rsid w:val="003A68D0"/>
    <w:rsid w:val="003B356D"/>
    <w:rsid w:val="003B57A6"/>
    <w:rsid w:val="003C431C"/>
    <w:rsid w:val="003D046E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45C45"/>
    <w:rsid w:val="00451FD7"/>
    <w:rsid w:val="00461374"/>
    <w:rsid w:val="0046644E"/>
    <w:rsid w:val="00474392"/>
    <w:rsid w:val="00493060"/>
    <w:rsid w:val="004A3A88"/>
    <w:rsid w:val="004B4307"/>
    <w:rsid w:val="004C3FFD"/>
    <w:rsid w:val="004C7B99"/>
    <w:rsid w:val="004C7E57"/>
    <w:rsid w:val="004D3995"/>
    <w:rsid w:val="004D46F8"/>
    <w:rsid w:val="004D4E07"/>
    <w:rsid w:val="00507442"/>
    <w:rsid w:val="005117AA"/>
    <w:rsid w:val="00513A80"/>
    <w:rsid w:val="00526829"/>
    <w:rsid w:val="00571FBB"/>
    <w:rsid w:val="00587D10"/>
    <w:rsid w:val="005A2545"/>
    <w:rsid w:val="005A43A3"/>
    <w:rsid w:val="005B7A0E"/>
    <w:rsid w:val="005D0CA6"/>
    <w:rsid w:val="00620505"/>
    <w:rsid w:val="00643F3A"/>
    <w:rsid w:val="0065299C"/>
    <w:rsid w:val="00660BD6"/>
    <w:rsid w:val="006914DC"/>
    <w:rsid w:val="006D4816"/>
    <w:rsid w:val="006F6B73"/>
    <w:rsid w:val="007061F6"/>
    <w:rsid w:val="00720CBD"/>
    <w:rsid w:val="00725F75"/>
    <w:rsid w:val="00737626"/>
    <w:rsid w:val="00745F94"/>
    <w:rsid w:val="00747224"/>
    <w:rsid w:val="007661B2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7782A"/>
    <w:rsid w:val="008B3AA0"/>
    <w:rsid w:val="008F247A"/>
    <w:rsid w:val="00900B0F"/>
    <w:rsid w:val="00903620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B3B4F"/>
    <w:rsid w:val="009C7706"/>
    <w:rsid w:val="009F1665"/>
    <w:rsid w:val="009F2BE4"/>
    <w:rsid w:val="009F3AD6"/>
    <w:rsid w:val="009F5B7A"/>
    <w:rsid w:val="00A7750C"/>
    <w:rsid w:val="00A82534"/>
    <w:rsid w:val="00A93CEC"/>
    <w:rsid w:val="00AB69EA"/>
    <w:rsid w:val="00AD2FAC"/>
    <w:rsid w:val="00AF342D"/>
    <w:rsid w:val="00B078FF"/>
    <w:rsid w:val="00B07988"/>
    <w:rsid w:val="00B456A6"/>
    <w:rsid w:val="00B547F4"/>
    <w:rsid w:val="00B61D01"/>
    <w:rsid w:val="00B77513"/>
    <w:rsid w:val="00B93F7F"/>
    <w:rsid w:val="00BC0CA7"/>
    <w:rsid w:val="00BD6F3F"/>
    <w:rsid w:val="00BD6F92"/>
    <w:rsid w:val="00BE4DB6"/>
    <w:rsid w:val="00C7795A"/>
    <w:rsid w:val="00C90547"/>
    <w:rsid w:val="00C96CFA"/>
    <w:rsid w:val="00CB2893"/>
    <w:rsid w:val="00CD4232"/>
    <w:rsid w:val="00D80B27"/>
    <w:rsid w:val="00D9215F"/>
    <w:rsid w:val="00DB1D94"/>
    <w:rsid w:val="00DE2176"/>
    <w:rsid w:val="00E019FF"/>
    <w:rsid w:val="00E20E6A"/>
    <w:rsid w:val="00E47140"/>
    <w:rsid w:val="00E52FC0"/>
    <w:rsid w:val="00E64168"/>
    <w:rsid w:val="00E652F9"/>
    <w:rsid w:val="00E7389B"/>
    <w:rsid w:val="00E84496"/>
    <w:rsid w:val="00EA3243"/>
    <w:rsid w:val="00EB3611"/>
    <w:rsid w:val="00EB44C2"/>
    <w:rsid w:val="00EC32B1"/>
    <w:rsid w:val="00F07A26"/>
    <w:rsid w:val="00F07CB6"/>
    <w:rsid w:val="00F2408C"/>
    <w:rsid w:val="00F26777"/>
    <w:rsid w:val="00F424D4"/>
    <w:rsid w:val="00F50CD5"/>
    <w:rsid w:val="00F55A26"/>
    <w:rsid w:val="00F560E9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39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22</cp:revision>
  <cp:lastPrinted>2020-09-29T05:54:00Z</cp:lastPrinted>
  <dcterms:created xsi:type="dcterms:W3CDTF">2013-11-04T02:09:00Z</dcterms:created>
  <dcterms:modified xsi:type="dcterms:W3CDTF">2022-08-01T01:26:00Z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