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55" w:rsidRPr="0012726E" w:rsidRDefault="009608BB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Ref: tm</w:t>
      </w: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C7F8B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31 October, 2019</w:t>
      </w: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FE5A55" w:rsidRPr="0012726E" w:rsidRDefault="00DF4CFB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Kingrae</w:t>
      </w:r>
      <w:proofErr w:type="spellEnd"/>
      <w:r>
        <w:rPr>
          <w:rFonts w:cs="Arial"/>
          <w:sz w:val="22"/>
          <w:szCs w:val="22"/>
        </w:rPr>
        <w:t xml:space="preserve"> Superannuation Fund</w:t>
      </w:r>
    </w:p>
    <w:p w:rsidR="00FE5A55" w:rsidRPr="0012726E" w:rsidRDefault="00DF4CFB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9132 Peter Senior Drive </w:t>
      </w:r>
    </w:p>
    <w:p w:rsidR="00FE5A55" w:rsidRDefault="00DF4CFB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Hope Island</w:t>
      </w:r>
    </w:p>
    <w:p w:rsidR="00DF4CFB" w:rsidRDefault="00DF4CFB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QLD 4212</w:t>
      </w: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r w:rsidR="00DF4CFB">
        <w:rPr>
          <w:rFonts w:cs="Arial"/>
          <w:sz w:val="22"/>
          <w:szCs w:val="22"/>
        </w:rPr>
        <w:t>Charles,</w:t>
      </w:r>
    </w:p>
    <w:p w:rsidR="009228AE" w:rsidRPr="0012726E" w:rsidRDefault="009228AE" w:rsidP="003808B5">
      <w:pPr>
        <w:pStyle w:val="LtrSalutation"/>
        <w:spacing w:before="0" w:after="0"/>
        <w:rPr>
          <w:rFonts w:ascii="Arial" w:hAnsi="Arial" w:cs="Arial"/>
        </w:rPr>
      </w:pPr>
    </w:p>
    <w:p w:rsidR="00FE5A55" w:rsidRPr="0000777B" w:rsidRDefault="00DF4CFB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Kingrae</w:t>
      </w:r>
      <w:proofErr w:type="spellEnd"/>
      <w:r>
        <w:rPr>
          <w:rFonts w:cs="Arial"/>
          <w:b/>
          <w:sz w:val="22"/>
          <w:szCs w:val="22"/>
        </w:rPr>
        <w:t xml:space="preserve"> Superannuation Fund </w:t>
      </w:r>
    </w:p>
    <w:p w:rsidR="002341BB" w:rsidRPr="0012726E" w:rsidRDefault="002341BB" w:rsidP="003808B5">
      <w:pPr>
        <w:pStyle w:val="LtrSubjectBold"/>
        <w:jc w:val="left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Annual review of </w:t>
      </w:r>
      <w:r w:rsidR="00222A1D">
        <w:rPr>
          <w:rFonts w:ascii="Arial" w:hAnsi="Arial" w:cs="Arial"/>
        </w:rPr>
        <w:t>Account Based</w:t>
      </w:r>
      <w:r w:rsidRPr="0012726E">
        <w:rPr>
          <w:rFonts w:ascii="Arial" w:hAnsi="Arial" w:cs="Arial"/>
        </w:rPr>
        <w:t xml:space="preserve"> Pensions</w:t>
      </w:r>
    </w:p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After the </w:t>
      </w:r>
      <w:r w:rsidR="00DF4CFB">
        <w:rPr>
          <w:rFonts w:ascii="Arial" w:hAnsi="Arial" w:cs="Arial"/>
        </w:rPr>
        <w:t>2019</w:t>
      </w:r>
      <w:r w:rsidR="00FE5A55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>financial statement</w:t>
      </w:r>
      <w:r w:rsidR="003808B5">
        <w:rPr>
          <w:rFonts w:ascii="Arial" w:hAnsi="Arial" w:cs="Arial"/>
        </w:rPr>
        <w:t xml:space="preserve">s have been prepared, we have </w:t>
      </w:r>
      <w:r w:rsidRPr="0012726E">
        <w:rPr>
          <w:rFonts w:ascii="Arial" w:hAnsi="Arial" w:cs="Arial"/>
        </w:rPr>
        <w:t xml:space="preserve">calculated your minimum pension limits from these financial statements. </w:t>
      </w:r>
    </w:p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DF4CFB">
        <w:rPr>
          <w:rFonts w:ascii="Arial" w:hAnsi="Arial" w:cs="Arial"/>
        </w:rPr>
        <w:t xml:space="preserve">2020 </w:t>
      </w:r>
      <w:r w:rsidRPr="0012726E">
        <w:rPr>
          <w:rFonts w:ascii="Arial" w:hAnsi="Arial" w:cs="Arial"/>
        </w:rPr>
        <w:t xml:space="preserve">financial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tbl>
      <w:tblPr>
        <w:tblW w:w="9978" w:type="dxa"/>
        <w:tblLayout w:type="fixed"/>
        <w:tblLook w:val="04A0"/>
      </w:tblPr>
      <w:tblGrid>
        <w:gridCol w:w="3794"/>
        <w:gridCol w:w="3118"/>
        <w:gridCol w:w="3066"/>
      </w:tblGrid>
      <w:tr w:rsidR="003808B5" w:rsidRPr="0012726E" w:rsidTr="005117AA">
        <w:tc>
          <w:tcPr>
            <w:tcW w:w="3794" w:type="dxa"/>
          </w:tcPr>
          <w:p w:rsidR="003808B5" w:rsidRPr="0012726E" w:rsidRDefault="003808B5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Name of Member</w:t>
            </w:r>
          </w:p>
        </w:tc>
        <w:tc>
          <w:tcPr>
            <w:tcW w:w="3118" w:type="dxa"/>
          </w:tcPr>
          <w:p w:rsidR="003808B5" w:rsidRPr="0012726E" w:rsidRDefault="003808B5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Minimum Payment</w:t>
            </w:r>
          </w:p>
        </w:tc>
        <w:tc>
          <w:tcPr>
            <w:tcW w:w="3066" w:type="dxa"/>
          </w:tcPr>
          <w:p w:rsidR="005117AA" w:rsidRPr="0012726E" w:rsidRDefault="003808B5" w:rsidP="00060F4C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Closing balance</w:t>
            </w:r>
            <w:r w:rsidR="005117AA">
              <w:rPr>
                <w:rFonts w:ascii="Arial" w:hAnsi="Arial" w:cs="Arial"/>
              </w:rPr>
              <w:t xml:space="preserve"> at end of financial year </w:t>
            </w:r>
          </w:p>
        </w:tc>
      </w:tr>
      <w:tr w:rsidR="003808B5" w:rsidRPr="0012726E" w:rsidTr="005117AA">
        <w:tc>
          <w:tcPr>
            <w:tcW w:w="3794" w:type="dxa"/>
          </w:tcPr>
          <w:p w:rsidR="003808B5" w:rsidRPr="0012726E" w:rsidRDefault="00DF4CFB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Charles Griffiths</w:t>
            </w:r>
          </w:p>
        </w:tc>
        <w:tc>
          <w:tcPr>
            <w:tcW w:w="3118" w:type="dxa"/>
          </w:tcPr>
          <w:p w:rsidR="003808B5" w:rsidRPr="0012726E" w:rsidRDefault="003808B5" w:rsidP="00DF4CFB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$</w:t>
            </w:r>
            <w:r w:rsidR="00DF4CFB">
              <w:rPr>
                <w:rFonts w:ascii="Arial" w:hAnsi="Arial" w:cs="Arial"/>
              </w:rPr>
              <w:t>107,500</w:t>
            </w:r>
          </w:p>
        </w:tc>
        <w:tc>
          <w:tcPr>
            <w:tcW w:w="3066" w:type="dxa"/>
          </w:tcPr>
          <w:p w:rsidR="003808B5" w:rsidRPr="0012726E" w:rsidRDefault="00DF4CFB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$1,791,334</w:t>
            </w:r>
          </w:p>
        </w:tc>
      </w:tr>
      <w:tr w:rsidR="003808B5" w:rsidRPr="0012726E" w:rsidTr="005117AA">
        <w:tc>
          <w:tcPr>
            <w:tcW w:w="3794" w:type="dxa"/>
          </w:tcPr>
          <w:p w:rsidR="003808B5" w:rsidRPr="0012726E" w:rsidRDefault="003808B5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808B5" w:rsidRPr="0012726E" w:rsidRDefault="003808B5" w:rsidP="00DF4CFB">
            <w:pPr>
              <w:pStyle w:val="LtrTableEntry"/>
              <w:ind w:right="-108"/>
              <w:rPr>
                <w:rFonts w:ascii="Arial" w:hAnsi="Arial" w:cs="Arial"/>
              </w:rPr>
            </w:pPr>
          </w:p>
        </w:tc>
        <w:tc>
          <w:tcPr>
            <w:tcW w:w="3066" w:type="dxa"/>
          </w:tcPr>
          <w:p w:rsidR="003808B5" w:rsidRPr="0012726E" w:rsidRDefault="003808B5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</w:tc>
      </w:tr>
    </w:tbl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>Please ensure that you have withdrawn funds of at least $</w:t>
      </w:r>
      <w:r w:rsidR="00DF4CFB">
        <w:rPr>
          <w:rFonts w:ascii="Arial" w:hAnsi="Arial" w:cs="Arial"/>
        </w:rPr>
        <w:t>107,500</w:t>
      </w:r>
      <w:r w:rsidR="00C90547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DF4CFB">
        <w:rPr>
          <w:rFonts w:ascii="Arial" w:hAnsi="Arial" w:cs="Arial"/>
        </w:rPr>
        <w:t>2020</w:t>
      </w:r>
      <w:r w:rsidRPr="0012726E">
        <w:rPr>
          <w:rFonts w:ascii="Arial" w:hAnsi="Arial" w:cs="Arial"/>
        </w:rPr>
        <w:t xml:space="preserve">. </w:t>
      </w:r>
    </w:p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4D46F8" w:rsidRPr="0012726E" w:rsidRDefault="002341BB" w:rsidP="003808B5">
      <w:pPr>
        <w:pStyle w:val="LtrPara"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DF4CFB">
        <w:rPr>
          <w:rFonts w:ascii="Arial" w:hAnsi="Arial" w:cs="Arial"/>
        </w:rPr>
        <w:t>2020</w:t>
      </w:r>
      <w:r w:rsidRPr="0012726E">
        <w:rPr>
          <w:rFonts w:ascii="Arial" w:hAnsi="Arial" w:cs="Arial"/>
        </w:rPr>
        <w:t>.</w:t>
      </w:r>
    </w:p>
    <w:p w:rsidR="009228AE" w:rsidRPr="0012726E" w:rsidRDefault="009228AE" w:rsidP="003808B5">
      <w:pPr>
        <w:pStyle w:val="LtrPara"/>
        <w:spacing w:before="0" w:after="0"/>
        <w:rPr>
          <w:rFonts w:ascii="Arial" w:hAnsi="Arial" w:cs="Arial"/>
        </w:rPr>
      </w:pPr>
    </w:p>
    <w:p w:rsidR="00785403" w:rsidRPr="0012726E" w:rsidRDefault="00785403" w:rsidP="003808B5">
      <w:pPr>
        <w:pStyle w:val="LtrPara"/>
        <w:keepNext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3808B5">
      <w:pPr>
        <w:pStyle w:val="LtrPara"/>
        <w:keepNext/>
        <w:spacing w:before="0" w:after="0"/>
        <w:rPr>
          <w:rFonts w:ascii="Arial" w:hAnsi="Arial" w:cs="Arial"/>
        </w:rPr>
      </w:pPr>
    </w:p>
    <w:p w:rsidR="00BD6F92" w:rsidRPr="0012726E" w:rsidRDefault="002341BB" w:rsidP="003808B5">
      <w:pPr>
        <w:pStyle w:val="LtrSignOff"/>
        <w:keepNext/>
        <w:spacing w:before="0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</w:p>
    <w:p w:rsidR="00281282" w:rsidRPr="0012726E" w:rsidRDefault="00281282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BD6F92" w:rsidRPr="0012726E" w:rsidRDefault="003808B5" w:rsidP="003808B5">
      <w:pPr>
        <w:pStyle w:val="LtrSignatoryName"/>
        <w:keepNext/>
        <w:rPr>
          <w:rFonts w:ascii="Arial" w:hAnsi="Arial" w:cs="Arial"/>
        </w:rPr>
      </w:pPr>
      <w:r>
        <w:rPr>
          <w:rFonts w:ascii="Arial" w:hAnsi="Arial" w:cs="Arial"/>
        </w:rPr>
        <w:t>Adrian De Vito - Principal</w:t>
      </w: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FA5A16" w:rsidRPr="0012726E" w:rsidRDefault="00FA5A16" w:rsidP="003808B5">
      <w:pPr>
        <w:pStyle w:val="LtrEnclosed"/>
        <w:rPr>
          <w:rFonts w:ascii="Arial" w:hAnsi="Arial" w:cs="Arial"/>
        </w:rPr>
      </w:pPr>
    </w:p>
    <w:sectPr w:rsidR="00FA5A16" w:rsidRPr="0012726E" w:rsidSect="003808B5">
      <w:footerReference w:type="default" r:id="rId10"/>
      <w:pgSz w:w="11906" w:h="16838" w:code="9"/>
      <w:pgMar w:top="1701" w:right="849" w:bottom="1701" w:left="851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A55" w:rsidRDefault="00FE5A55" w:rsidP="00F75CF8">
      <w:pPr>
        <w:pStyle w:val="LtrFormTbl"/>
      </w:pPr>
      <w:r>
        <w:separator/>
      </w:r>
    </w:p>
  </w:endnote>
  <w:endnote w:type="continuationSeparator" w:id="0">
    <w:p w:rsidR="00FE5A55" w:rsidRDefault="00FE5A55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A55" w:rsidRDefault="00FE5A55">
    <w:pPr>
      <w:pStyle w:val="Footer"/>
    </w:pPr>
    <w:r>
      <w:t xml:space="preserve">Page </w:t>
    </w:r>
    <w:r w:rsidR="00207CF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207CFC">
      <w:rPr>
        <w:rStyle w:val="PageNumber"/>
      </w:rPr>
      <w:fldChar w:fldCharType="separate"/>
    </w:r>
    <w:r>
      <w:rPr>
        <w:rStyle w:val="PageNumber"/>
        <w:noProof/>
      </w:rPr>
      <w:t>2</w:t>
    </w:r>
    <w:r w:rsidR="00207CFC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A55" w:rsidRDefault="00FE5A55" w:rsidP="00F75CF8">
      <w:pPr>
        <w:pStyle w:val="LtrFormTbl"/>
      </w:pPr>
      <w:r>
        <w:separator/>
      </w:r>
    </w:p>
  </w:footnote>
  <w:footnote w:type="continuationSeparator" w:id="0">
    <w:p w:rsidR="00FE5A55" w:rsidRDefault="00FE5A55" w:rsidP="00F75CF8">
      <w:pPr>
        <w:pStyle w:val="LtrFormTb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777B"/>
    <w:rsid w:val="000115F7"/>
    <w:rsid w:val="00016C47"/>
    <w:rsid w:val="00032ABF"/>
    <w:rsid w:val="00060F4C"/>
    <w:rsid w:val="00065002"/>
    <w:rsid w:val="00077CA8"/>
    <w:rsid w:val="000823A7"/>
    <w:rsid w:val="00092E8D"/>
    <w:rsid w:val="00093F4B"/>
    <w:rsid w:val="000B7E89"/>
    <w:rsid w:val="000D71A9"/>
    <w:rsid w:val="000F438E"/>
    <w:rsid w:val="000F5919"/>
    <w:rsid w:val="001271FD"/>
    <w:rsid w:val="0012726E"/>
    <w:rsid w:val="00136DD5"/>
    <w:rsid w:val="00156231"/>
    <w:rsid w:val="001D3236"/>
    <w:rsid w:val="001D36B8"/>
    <w:rsid w:val="0020172F"/>
    <w:rsid w:val="00207CFC"/>
    <w:rsid w:val="00222A1D"/>
    <w:rsid w:val="00223053"/>
    <w:rsid w:val="002341BB"/>
    <w:rsid w:val="00252B36"/>
    <w:rsid w:val="00281282"/>
    <w:rsid w:val="00291998"/>
    <w:rsid w:val="002B099D"/>
    <w:rsid w:val="002C3D20"/>
    <w:rsid w:val="002D2653"/>
    <w:rsid w:val="002E1078"/>
    <w:rsid w:val="002E3ECC"/>
    <w:rsid w:val="002E7A68"/>
    <w:rsid w:val="003034DC"/>
    <w:rsid w:val="003179D9"/>
    <w:rsid w:val="003770DA"/>
    <w:rsid w:val="003808B5"/>
    <w:rsid w:val="0038376E"/>
    <w:rsid w:val="003A68D0"/>
    <w:rsid w:val="003B356D"/>
    <w:rsid w:val="003B57A6"/>
    <w:rsid w:val="003C431C"/>
    <w:rsid w:val="003D1ACF"/>
    <w:rsid w:val="003D682C"/>
    <w:rsid w:val="003E1848"/>
    <w:rsid w:val="003E49D8"/>
    <w:rsid w:val="003E5ACD"/>
    <w:rsid w:val="00413EE4"/>
    <w:rsid w:val="00414A4A"/>
    <w:rsid w:val="0042201C"/>
    <w:rsid w:val="00435F67"/>
    <w:rsid w:val="00451FD7"/>
    <w:rsid w:val="0046644E"/>
    <w:rsid w:val="00493060"/>
    <w:rsid w:val="004B4307"/>
    <w:rsid w:val="004C3FFD"/>
    <w:rsid w:val="004C7B99"/>
    <w:rsid w:val="004C7E57"/>
    <w:rsid w:val="004D3995"/>
    <w:rsid w:val="004D46F8"/>
    <w:rsid w:val="00507442"/>
    <w:rsid w:val="005117AA"/>
    <w:rsid w:val="00513A80"/>
    <w:rsid w:val="00526829"/>
    <w:rsid w:val="00571FBB"/>
    <w:rsid w:val="005A2545"/>
    <w:rsid w:val="005A43A3"/>
    <w:rsid w:val="005B7A0E"/>
    <w:rsid w:val="005D0CA6"/>
    <w:rsid w:val="00643F3A"/>
    <w:rsid w:val="00660BD6"/>
    <w:rsid w:val="006914DC"/>
    <w:rsid w:val="006D4816"/>
    <w:rsid w:val="007061F6"/>
    <w:rsid w:val="00720CBD"/>
    <w:rsid w:val="00725F75"/>
    <w:rsid w:val="00737626"/>
    <w:rsid w:val="00745F94"/>
    <w:rsid w:val="00747224"/>
    <w:rsid w:val="00785403"/>
    <w:rsid w:val="007A56F1"/>
    <w:rsid w:val="007B70AF"/>
    <w:rsid w:val="007C6284"/>
    <w:rsid w:val="007C78A5"/>
    <w:rsid w:val="007E22FF"/>
    <w:rsid w:val="0080647A"/>
    <w:rsid w:val="00832247"/>
    <w:rsid w:val="008367E0"/>
    <w:rsid w:val="00840757"/>
    <w:rsid w:val="008439DA"/>
    <w:rsid w:val="00850786"/>
    <w:rsid w:val="00864793"/>
    <w:rsid w:val="00871C25"/>
    <w:rsid w:val="008B3AA0"/>
    <w:rsid w:val="008F247A"/>
    <w:rsid w:val="00900B0F"/>
    <w:rsid w:val="00903B8D"/>
    <w:rsid w:val="0091259B"/>
    <w:rsid w:val="009228AE"/>
    <w:rsid w:val="00927027"/>
    <w:rsid w:val="009327EF"/>
    <w:rsid w:val="0095248A"/>
    <w:rsid w:val="009608BB"/>
    <w:rsid w:val="00981F28"/>
    <w:rsid w:val="009843D4"/>
    <w:rsid w:val="009C7706"/>
    <w:rsid w:val="009F1665"/>
    <w:rsid w:val="009F2BE4"/>
    <w:rsid w:val="009F3AD6"/>
    <w:rsid w:val="009F5B7A"/>
    <w:rsid w:val="00A7750C"/>
    <w:rsid w:val="00A82534"/>
    <w:rsid w:val="00A93CEC"/>
    <w:rsid w:val="00AB69EA"/>
    <w:rsid w:val="00AD2FAC"/>
    <w:rsid w:val="00AF342D"/>
    <w:rsid w:val="00B07988"/>
    <w:rsid w:val="00B456A6"/>
    <w:rsid w:val="00B547F4"/>
    <w:rsid w:val="00B61D01"/>
    <w:rsid w:val="00B77513"/>
    <w:rsid w:val="00B93F7F"/>
    <w:rsid w:val="00BC0CA7"/>
    <w:rsid w:val="00BD6F92"/>
    <w:rsid w:val="00BE4DB6"/>
    <w:rsid w:val="00C7795A"/>
    <w:rsid w:val="00C90547"/>
    <w:rsid w:val="00C96CFA"/>
    <w:rsid w:val="00CD4232"/>
    <w:rsid w:val="00D80B27"/>
    <w:rsid w:val="00D9215F"/>
    <w:rsid w:val="00DB1D94"/>
    <w:rsid w:val="00DE2176"/>
    <w:rsid w:val="00DF4CFB"/>
    <w:rsid w:val="00E019FF"/>
    <w:rsid w:val="00E47140"/>
    <w:rsid w:val="00E52FC0"/>
    <w:rsid w:val="00E652F9"/>
    <w:rsid w:val="00E7389B"/>
    <w:rsid w:val="00E84496"/>
    <w:rsid w:val="00EB3611"/>
    <w:rsid w:val="00EB44C2"/>
    <w:rsid w:val="00EC32B1"/>
    <w:rsid w:val="00F07A26"/>
    <w:rsid w:val="00F07CB6"/>
    <w:rsid w:val="00F2408C"/>
    <w:rsid w:val="00F26777"/>
    <w:rsid w:val="00F424D4"/>
    <w:rsid w:val="00F55A26"/>
    <w:rsid w:val="00F75CF8"/>
    <w:rsid w:val="00FA5A16"/>
    <w:rsid w:val="00FC0C6F"/>
    <w:rsid w:val="00FC7F8B"/>
    <w:rsid w:val="00FE3D92"/>
    <w:rsid w:val="00FE5A55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033770AF279449F803CF24EC10465" ma:contentTypeVersion="0" ma:contentTypeDescription="Create a new document." ma:contentTypeScope="" ma:versionID="e028fefb46e7f66bd6cc3c7698aaa2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611155-2373-417D-A5BF-9A304F398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2EC44F-0E67-4CB3-A374-B46999AF43A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16</TotalTime>
  <Pages>1</Pages>
  <Words>157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9</cp:revision>
  <cp:lastPrinted>1601-01-01T00:00:00Z</cp:lastPrinted>
  <dcterms:created xsi:type="dcterms:W3CDTF">2013-11-04T02:09:00Z</dcterms:created>
  <dcterms:modified xsi:type="dcterms:W3CDTF">2019-10-31T00:33:00Z</dcterms:modified>
  <cp:category>\Master Style</cp:category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0x0101000E8033770AF279449F803CF24EC10465</vt:lpwstr>
  </property>
</Properties>
</file>