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41E30" w:rsidP="00064C43">
      <w:pPr>
        <w:jc w:val="center"/>
        <w:rPr>
          <w:b/>
          <w:bCs/>
        </w:rPr>
      </w:pPr>
      <w:r>
        <w:rPr>
          <w:rFonts w:cs="Arial"/>
          <w:b/>
        </w:rPr>
        <w:t xml:space="preserve">PIACUN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41E30" w:rsidP="001F35FD">
      <w:pPr>
        <w:pStyle w:val="BodyTextIndent"/>
        <w:jc w:val="center"/>
        <w:rPr>
          <w:b/>
          <w:bCs/>
        </w:rPr>
      </w:pPr>
      <w:r>
        <w:rPr>
          <w:rFonts w:cs="Arial"/>
          <w:b/>
        </w:rPr>
        <w:t>PIACUN</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C41E30" w:rsidRDefault="00064C43" w:rsidP="00064C43">
      <w:pPr>
        <w:pStyle w:val="BodyTextIndent"/>
        <w:tabs>
          <w:tab w:val="right" w:pos="8280"/>
        </w:tabs>
        <w:ind w:left="360" w:right="26" w:firstLine="0"/>
      </w:pPr>
      <w:r w:rsidRPr="00C41E30">
        <w:t>………………………………..</w:t>
      </w:r>
      <w:r w:rsidRPr="00C41E30">
        <w:tab/>
        <w:t>…………………………………</w:t>
      </w:r>
    </w:p>
    <w:p w:rsidR="00A94FA6" w:rsidRPr="00C41E30" w:rsidRDefault="00C41E30" w:rsidP="00A94FA6">
      <w:pPr>
        <w:pStyle w:val="BodyTextIndent"/>
        <w:ind w:left="360" w:firstLine="0"/>
      </w:pPr>
      <w:r w:rsidRPr="00C41E30">
        <w:t xml:space="preserve">Mark </w:t>
      </w:r>
      <w:proofErr w:type="spellStart"/>
      <w:r w:rsidRPr="00C41E30">
        <w:t>Piacun</w:t>
      </w:r>
      <w:proofErr w:type="spellEnd"/>
      <w:r w:rsidRPr="00C41E30">
        <w:t xml:space="preserve"> (Director of Trustee)</w:t>
      </w:r>
      <w:r w:rsidR="00A94FA6" w:rsidRPr="00C41E30">
        <w:tab/>
      </w:r>
      <w:r w:rsidR="00A94FA6" w:rsidRPr="00C41E30">
        <w:tab/>
      </w:r>
      <w:r w:rsidRPr="00C41E30">
        <w:t xml:space="preserve">Mark </w:t>
      </w:r>
      <w:proofErr w:type="spellStart"/>
      <w:r w:rsidRPr="00C41E30">
        <w:t>Piacun</w:t>
      </w:r>
      <w:proofErr w:type="spellEnd"/>
      <w:r w:rsidR="00A94FA6" w:rsidRPr="00C41E30">
        <w:tab/>
      </w:r>
      <w:r w:rsidR="00A94FA6" w:rsidRPr="00C41E30">
        <w:tab/>
        <w:t xml:space="preserve">  </w:t>
      </w:r>
      <w:r w:rsidR="00714D58" w:rsidRPr="00C41E30">
        <w:tab/>
      </w:r>
      <w:r w:rsidR="00A94FA6" w:rsidRPr="00C41E30">
        <w:t xml:space="preserve"> </w:t>
      </w:r>
    </w:p>
    <w:p w:rsidR="00A94FA6" w:rsidRPr="00C41E30" w:rsidRDefault="00A94FA6" w:rsidP="00064C43">
      <w:pPr>
        <w:pStyle w:val="BodyTextIndent"/>
        <w:tabs>
          <w:tab w:val="left" w:pos="5220"/>
        </w:tabs>
        <w:ind w:left="360" w:firstLine="0"/>
      </w:pPr>
    </w:p>
    <w:p w:rsidR="00064C43" w:rsidRPr="00C41E30" w:rsidRDefault="00064C43" w:rsidP="00064C43">
      <w:pPr>
        <w:pStyle w:val="BodyTextIndent"/>
        <w:tabs>
          <w:tab w:val="left" w:pos="5220"/>
        </w:tabs>
        <w:ind w:left="360" w:firstLine="0"/>
      </w:pPr>
      <w:r w:rsidRPr="00C41E30">
        <w:t xml:space="preserve">Date:        / </w:t>
      </w:r>
      <w:r w:rsidR="00A94FA6" w:rsidRPr="00C41E30">
        <w:t xml:space="preserve">  </w:t>
      </w:r>
      <w:r w:rsidRPr="00C41E30">
        <w:t xml:space="preserve">   /   </w:t>
      </w:r>
      <w:r w:rsidRPr="00C41E30">
        <w:tab/>
        <w:t xml:space="preserve">Date:         /  </w:t>
      </w:r>
      <w:r w:rsidR="00A94FA6" w:rsidRPr="00C41E30">
        <w:t xml:space="preserve"> </w:t>
      </w:r>
      <w:r w:rsidRPr="00C41E30">
        <w:t xml:space="preserve">   /</w:t>
      </w:r>
    </w:p>
    <w:p w:rsidR="00064C43" w:rsidRPr="00C41E30" w:rsidRDefault="00064C43" w:rsidP="00064C43">
      <w:pPr>
        <w:pStyle w:val="BodyTextIndent"/>
        <w:tabs>
          <w:tab w:val="left" w:pos="5220"/>
        </w:tabs>
        <w:ind w:left="360" w:firstLine="0"/>
      </w:pPr>
    </w:p>
    <w:p w:rsidR="00064C43" w:rsidRPr="00C41E30" w:rsidRDefault="00064C43" w:rsidP="00064C43">
      <w:pPr>
        <w:pStyle w:val="BodyTextIndent"/>
        <w:tabs>
          <w:tab w:val="left" w:pos="5220"/>
        </w:tabs>
        <w:ind w:left="360" w:firstLine="0"/>
      </w:pPr>
    </w:p>
    <w:p w:rsidR="00064C43" w:rsidRPr="00C41E30" w:rsidRDefault="00064C43" w:rsidP="00064C43">
      <w:pPr>
        <w:pStyle w:val="BodyTextIndent"/>
        <w:tabs>
          <w:tab w:val="left" w:pos="5220"/>
        </w:tabs>
        <w:ind w:left="360" w:firstLine="0"/>
      </w:pPr>
    </w:p>
    <w:p w:rsidR="00064C43" w:rsidRPr="00C41E30" w:rsidRDefault="00064C43" w:rsidP="00064C43">
      <w:pPr>
        <w:pStyle w:val="BodyTextIndent"/>
        <w:tabs>
          <w:tab w:val="left" w:pos="5220"/>
        </w:tabs>
        <w:ind w:left="360" w:firstLine="0"/>
      </w:pPr>
    </w:p>
    <w:p w:rsidR="00064C43" w:rsidRPr="00C41E30" w:rsidRDefault="00064C43" w:rsidP="00064C43">
      <w:pPr>
        <w:pStyle w:val="BodyTextIndent"/>
        <w:tabs>
          <w:tab w:val="left" w:pos="5220"/>
        </w:tabs>
        <w:ind w:left="360" w:firstLine="0"/>
      </w:pPr>
    </w:p>
    <w:p w:rsidR="00714D58" w:rsidRPr="00C41E30" w:rsidRDefault="00714D58" w:rsidP="00714D58">
      <w:pPr>
        <w:pStyle w:val="BodyTextIndent"/>
        <w:tabs>
          <w:tab w:val="right" w:pos="8280"/>
        </w:tabs>
        <w:ind w:left="360" w:right="26" w:firstLine="0"/>
      </w:pPr>
      <w:r w:rsidRPr="00C41E30">
        <w:t>………………………………..</w:t>
      </w:r>
      <w:r w:rsidRPr="00C41E30">
        <w:tab/>
        <w:t>…………………………………</w:t>
      </w:r>
    </w:p>
    <w:p w:rsidR="00714D58" w:rsidRPr="00C41E30" w:rsidRDefault="00C41E30" w:rsidP="00714D58">
      <w:pPr>
        <w:pStyle w:val="BodyTextIndent"/>
        <w:ind w:left="360" w:firstLine="0"/>
      </w:pPr>
      <w:r w:rsidRPr="00C41E30">
        <w:t xml:space="preserve">Margaret </w:t>
      </w:r>
      <w:proofErr w:type="spellStart"/>
      <w:r w:rsidRPr="00C41E30">
        <w:t>Piacun</w:t>
      </w:r>
      <w:proofErr w:type="spellEnd"/>
      <w:r w:rsidRPr="00C41E30">
        <w:t xml:space="preserve"> (Director of Trustee)</w:t>
      </w:r>
      <w:r w:rsidR="00714D58" w:rsidRPr="00C41E30">
        <w:tab/>
      </w:r>
      <w:r w:rsidR="00714D58" w:rsidRPr="00C41E30">
        <w:tab/>
      </w:r>
      <w:r w:rsidRPr="00C41E30">
        <w:t xml:space="preserve">  Margaret </w:t>
      </w:r>
      <w:proofErr w:type="spellStart"/>
      <w:r w:rsidRPr="00C41E30">
        <w:t>Piacun</w:t>
      </w:r>
      <w:proofErr w:type="spellEnd"/>
      <w:r w:rsidR="00714D58" w:rsidRPr="00C41E30">
        <w:tab/>
      </w:r>
      <w:r w:rsidR="00714D58" w:rsidRPr="00C41E30">
        <w:tab/>
      </w:r>
      <w:r w:rsidR="00714D58" w:rsidRPr="00C41E30">
        <w:tab/>
        <w:t xml:space="preserve">  </w:t>
      </w:r>
      <w:r w:rsidR="00714D58" w:rsidRPr="00C41E30">
        <w:tab/>
        <w:t xml:space="preserve"> </w:t>
      </w:r>
    </w:p>
    <w:p w:rsidR="00714D58" w:rsidRPr="00C41E30" w:rsidRDefault="00714D58" w:rsidP="00714D58">
      <w:pPr>
        <w:pStyle w:val="BodyTextIndent"/>
        <w:tabs>
          <w:tab w:val="left" w:pos="5220"/>
        </w:tabs>
        <w:ind w:left="360" w:firstLine="0"/>
      </w:pPr>
    </w:p>
    <w:p w:rsidR="00714D58" w:rsidRPr="00C41E30" w:rsidRDefault="00714D58" w:rsidP="00714D58">
      <w:pPr>
        <w:pStyle w:val="BodyTextIndent"/>
        <w:tabs>
          <w:tab w:val="left" w:pos="5220"/>
        </w:tabs>
        <w:ind w:left="360" w:firstLine="0"/>
      </w:pPr>
      <w:r w:rsidRPr="00C41E30">
        <w:t xml:space="preserve">Date:        /      /   </w:t>
      </w:r>
      <w:r w:rsidRPr="00C41E30">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462CE"/>
    <w:rsid w:val="00491D9D"/>
    <w:rsid w:val="004926BC"/>
    <w:rsid w:val="00714D58"/>
    <w:rsid w:val="007525A8"/>
    <w:rsid w:val="00763993"/>
    <w:rsid w:val="0077178A"/>
    <w:rsid w:val="007C5FAE"/>
    <w:rsid w:val="009210C9"/>
    <w:rsid w:val="00A94FA6"/>
    <w:rsid w:val="00B43FC8"/>
    <w:rsid w:val="00BE51CC"/>
    <w:rsid w:val="00C2051F"/>
    <w:rsid w:val="00C41E30"/>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600</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2020-07-03T01:40:00Z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