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9608BB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Ref: </w:t>
      </w:r>
      <w:r w:rsidR="00B7333B">
        <w:rPr>
          <w:rFonts w:cs="Arial"/>
          <w:sz w:val="22"/>
          <w:szCs w:val="22"/>
        </w:rPr>
        <w:t>TM</w:t>
      </w:r>
    </w:p>
    <w:p w:rsidR="00FE5A55" w:rsidRPr="0012726E" w:rsidRDefault="00FE5A55" w:rsidP="00B733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right="486"/>
        <w:rPr>
          <w:rFonts w:cs="Arial"/>
          <w:sz w:val="22"/>
          <w:szCs w:val="22"/>
        </w:rPr>
      </w:pPr>
    </w:p>
    <w:p w:rsidR="00FE5A55" w:rsidRPr="0012726E" w:rsidRDefault="002343F7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22 February, 2024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2343F7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PC &amp; LK Townsend Superannuation Fund</w:t>
      </w:r>
    </w:p>
    <w:p w:rsidR="002343F7" w:rsidRPr="0012726E" w:rsidRDefault="002343F7" w:rsidP="002343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25 </w:t>
      </w:r>
      <w:proofErr w:type="spellStart"/>
      <w:r>
        <w:rPr>
          <w:rFonts w:cs="Arial"/>
          <w:sz w:val="22"/>
          <w:szCs w:val="22"/>
        </w:rPr>
        <w:t>Wistaria</w:t>
      </w:r>
      <w:proofErr w:type="spellEnd"/>
      <w:r>
        <w:rPr>
          <w:rFonts w:cs="Arial"/>
          <w:sz w:val="22"/>
          <w:szCs w:val="22"/>
        </w:rPr>
        <w:t xml:space="preserve"> Avenue</w:t>
      </w:r>
    </w:p>
    <w:p w:rsidR="00FE5A55" w:rsidRDefault="002343F7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Southport</w:t>
      </w:r>
    </w:p>
    <w:p w:rsidR="002343F7" w:rsidRDefault="002343F7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4215</w:t>
      </w:r>
    </w:p>
    <w:p w:rsidR="00B7333B" w:rsidRDefault="00B7333B" w:rsidP="00B733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2343F7" w:rsidRDefault="00CE5EB4" w:rsidP="002343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color w:val="FF0000"/>
          <w:sz w:val="22"/>
          <w:szCs w:val="22"/>
        </w:rPr>
      </w:pPr>
      <w:r w:rsidRPr="00B547F4">
        <w:rPr>
          <w:rFonts w:cs="Arial"/>
          <w:color w:val="FF0000"/>
          <w:sz w:val="22"/>
          <w:szCs w:val="22"/>
        </w:rPr>
        <w:fldChar w:fldCharType="begin"/>
      </w:r>
      <w:r w:rsidR="005117AA" w:rsidRPr="00B547F4">
        <w:rPr>
          <w:rFonts w:cs="Arial"/>
          <w:color w:val="FF0000"/>
          <w:sz w:val="22"/>
          <w:szCs w:val="22"/>
        </w:rPr>
        <w:instrText xml:space="preserve"> Address </w:instrText>
      </w:r>
      <w:r w:rsidRPr="00B547F4">
        <w:rPr>
          <w:rFonts w:cs="Arial"/>
          <w:color w:val="FF0000"/>
          <w:sz w:val="22"/>
          <w:szCs w:val="22"/>
        </w:rPr>
        <w:fldChar w:fldCharType="end"/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bookmarkStart w:id="0" w:name="_GoBack"/>
      <w:bookmarkEnd w:id="0"/>
      <w:r w:rsidR="002343F7">
        <w:rPr>
          <w:rFonts w:cs="Arial"/>
          <w:sz w:val="22"/>
          <w:szCs w:val="22"/>
        </w:rPr>
        <w:t>Phillip,</w:t>
      </w:r>
    </w:p>
    <w:p w:rsidR="009228AE" w:rsidRPr="0012726E" w:rsidRDefault="009228AE" w:rsidP="00771877">
      <w:pPr>
        <w:pStyle w:val="LtrSalutation"/>
        <w:spacing w:before="0" w:after="0"/>
        <w:ind w:left="720" w:right="486"/>
        <w:rPr>
          <w:rFonts w:ascii="Arial" w:hAnsi="Arial" w:cs="Arial"/>
        </w:rPr>
      </w:pPr>
    </w:p>
    <w:p w:rsidR="002343F7" w:rsidRPr="002343F7" w:rsidRDefault="002343F7" w:rsidP="002343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b/>
          <w:sz w:val="22"/>
          <w:szCs w:val="22"/>
        </w:rPr>
      </w:pPr>
      <w:r w:rsidRPr="002343F7">
        <w:rPr>
          <w:rFonts w:cs="Arial"/>
          <w:b/>
          <w:sz w:val="22"/>
          <w:szCs w:val="22"/>
        </w:rPr>
        <w:t>PC &amp; LK Townsend Superannuation Fund</w:t>
      </w:r>
    </w:p>
    <w:p w:rsidR="00FE5A55" w:rsidRPr="0000777B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b/>
          <w:sz w:val="22"/>
          <w:szCs w:val="22"/>
        </w:rPr>
      </w:pPr>
    </w:p>
    <w:p w:rsidR="002341BB" w:rsidRPr="0012726E" w:rsidRDefault="002341BB" w:rsidP="00771877">
      <w:pPr>
        <w:pStyle w:val="LtrSubjectBold"/>
        <w:ind w:left="720" w:right="48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2343F7">
        <w:rPr>
          <w:rFonts w:ascii="Arial" w:hAnsi="Arial" w:cs="Arial"/>
        </w:rPr>
        <w:t>2023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2343F7">
        <w:rPr>
          <w:rFonts w:ascii="Arial" w:hAnsi="Arial" w:cs="Arial"/>
        </w:rPr>
        <w:t xml:space="preserve">2024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B7333B" w:rsidRDefault="00B7333B" w:rsidP="00771877">
      <w:pPr>
        <w:pStyle w:val="LtrPara"/>
        <w:ind w:left="720" w:right="486"/>
        <w:rPr>
          <w:rFonts w:ascii="Arial" w:hAnsi="Arial" w:cs="Arial"/>
        </w:rPr>
      </w:pP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Name of Member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Minimum Payment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Closing balance at end </w:t>
      </w: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of</w:t>
      </w:r>
      <w:proofErr w:type="gramEnd"/>
      <w:r>
        <w:rPr>
          <w:rFonts w:ascii="Arial" w:hAnsi="Arial" w:cs="Arial"/>
        </w:rPr>
        <w:t xml:space="preserve"> financial year</w:t>
      </w:r>
    </w:p>
    <w:p w:rsidR="00B7333B" w:rsidRDefault="002343F7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Phillip Townsend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$21,400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$355,209</w:t>
      </w:r>
    </w:p>
    <w:p w:rsidR="002343F7" w:rsidRDefault="002343F7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Linda Townsend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$16,200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$323,341</w:t>
      </w: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B7333B" w:rsidRPr="0012726E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2343F7">
        <w:rPr>
          <w:rFonts w:ascii="Arial" w:hAnsi="Arial" w:cs="Arial"/>
        </w:rPr>
        <w:t>37,400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2343F7">
        <w:rPr>
          <w:rFonts w:ascii="Arial" w:hAnsi="Arial" w:cs="Arial"/>
        </w:rPr>
        <w:t>2024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2343F7">
        <w:rPr>
          <w:rFonts w:ascii="Arial" w:hAnsi="Arial" w:cs="Arial"/>
        </w:rPr>
        <w:t>2024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</w:p>
    <w:p w:rsidR="00785403" w:rsidRPr="0012726E" w:rsidRDefault="00785403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</w:p>
    <w:p w:rsidR="00BD6F92" w:rsidRPr="0012726E" w:rsidRDefault="002341BB" w:rsidP="00771877">
      <w:pPr>
        <w:pStyle w:val="LtrSignOff"/>
        <w:keepNext/>
        <w:spacing w:before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771877">
      <w:pPr>
        <w:pStyle w:val="LtrSignatoryName"/>
        <w:keepNext/>
        <w:ind w:left="720" w:right="57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CD01AC">
      <w:pPr>
        <w:ind w:left="720"/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headerReference w:type="default" r:id="rId10"/>
      <w:footerReference w:type="default" r:id="rId11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34" w:rsidRDefault="00265B34" w:rsidP="00F75CF8">
      <w:pPr>
        <w:pStyle w:val="LtrFormTbl"/>
      </w:pPr>
      <w:r>
        <w:separator/>
      </w:r>
    </w:p>
  </w:endnote>
  <w:endnote w:type="continuationSeparator" w:id="0">
    <w:p w:rsidR="00265B34" w:rsidRDefault="00265B34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>
    <w:pPr>
      <w:pStyle w:val="Footer"/>
    </w:pPr>
    <w:r>
      <w:t xml:space="preserve">Page </w:t>
    </w:r>
    <w:r w:rsidR="00CE5EB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E5EB4">
      <w:rPr>
        <w:rStyle w:val="PageNumber"/>
      </w:rPr>
      <w:fldChar w:fldCharType="separate"/>
    </w:r>
    <w:r w:rsidR="00B7333B">
      <w:rPr>
        <w:rStyle w:val="PageNumber"/>
        <w:noProof/>
      </w:rPr>
      <w:t>2</w:t>
    </w:r>
    <w:r w:rsidR="00CE5EB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34" w:rsidRDefault="00265B34" w:rsidP="00F75CF8">
      <w:pPr>
        <w:pStyle w:val="LtrFormTbl"/>
      </w:pPr>
      <w:r>
        <w:separator/>
      </w:r>
    </w:p>
  </w:footnote>
  <w:footnote w:type="continuationSeparator" w:id="0">
    <w:p w:rsidR="00265B34" w:rsidRDefault="00265B34" w:rsidP="00F75CF8">
      <w:pPr>
        <w:pStyle w:val="LtrFormTb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 w:rsidP="00265B34">
    <w:pPr>
      <w:pStyle w:val="Header"/>
      <w:tabs>
        <w:tab w:val="clear" w:pos="4153"/>
        <w:tab w:val="clear" w:pos="8306"/>
        <w:tab w:val="left" w:pos="13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343F7"/>
    <w:rsid w:val="00265B34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0CB5"/>
    <w:rsid w:val="0042201C"/>
    <w:rsid w:val="00435F67"/>
    <w:rsid w:val="00451FD7"/>
    <w:rsid w:val="00463E3A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32472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71877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A335D"/>
    <w:rsid w:val="009C7706"/>
    <w:rsid w:val="009F1665"/>
    <w:rsid w:val="009F2BE4"/>
    <w:rsid w:val="009F3AD6"/>
    <w:rsid w:val="009F5B7A"/>
    <w:rsid w:val="00A45FF5"/>
    <w:rsid w:val="00A7750C"/>
    <w:rsid w:val="00A82534"/>
    <w:rsid w:val="00A93CEC"/>
    <w:rsid w:val="00AB69EA"/>
    <w:rsid w:val="00AD1130"/>
    <w:rsid w:val="00AD2FAC"/>
    <w:rsid w:val="00AF342D"/>
    <w:rsid w:val="00B07988"/>
    <w:rsid w:val="00B456A6"/>
    <w:rsid w:val="00B547F4"/>
    <w:rsid w:val="00B61D01"/>
    <w:rsid w:val="00B7333B"/>
    <w:rsid w:val="00B77513"/>
    <w:rsid w:val="00B93F7F"/>
    <w:rsid w:val="00BC0CA7"/>
    <w:rsid w:val="00BD6F92"/>
    <w:rsid w:val="00BE4DB6"/>
    <w:rsid w:val="00C7795A"/>
    <w:rsid w:val="00C90547"/>
    <w:rsid w:val="00C96CFA"/>
    <w:rsid w:val="00CC624E"/>
    <w:rsid w:val="00CD01AC"/>
    <w:rsid w:val="00CD4232"/>
    <w:rsid w:val="00CE5EB4"/>
    <w:rsid w:val="00D80B27"/>
    <w:rsid w:val="00D9215F"/>
    <w:rsid w:val="00DB1D94"/>
    <w:rsid w:val="00DE2176"/>
    <w:rsid w:val="00E019FF"/>
    <w:rsid w:val="00E2754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31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9</cp:revision>
  <cp:lastPrinted>1899-12-31T14:00:00Z</cp:lastPrinted>
  <dcterms:created xsi:type="dcterms:W3CDTF">2013-11-04T02:09:00Z</dcterms:created>
  <dcterms:modified xsi:type="dcterms:W3CDTF">2024-02-21T23:30:00Z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