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84" w:rsidRDefault="00734084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734084" w:rsidRDefault="00734084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Pr="0012726E" w:rsidRDefault="009608BB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4A2EA5">
        <w:rPr>
          <w:rFonts w:cs="Arial"/>
          <w:sz w:val="22"/>
          <w:szCs w:val="22"/>
        </w:rPr>
        <w:t>TM</w:t>
      </w: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4A2EA5" w:rsidRPr="0012726E" w:rsidRDefault="00BC55F9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bookmarkStart w:id="0" w:name="_GoBack"/>
      <w:bookmarkEnd w:id="0"/>
      <w:r>
        <w:rPr>
          <w:rFonts w:cs="Arial"/>
          <w:sz w:val="22"/>
          <w:szCs w:val="22"/>
        </w:rPr>
        <w:t>8 September, 2021</w:t>
      </w: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DF4CFB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Kingrae</w:t>
      </w:r>
      <w:proofErr w:type="spellEnd"/>
      <w:r>
        <w:rPr>
          <w:rFonts w:cs="Arial"/>
          <w:sz w:val="22"/>
          <w:szCs w:val="22"/>
        </w:rPr>
        <w:t xml:space="preserve"> Superannuation Fund</w:t>
      </w:r>
    </w:p>
    <w:p w:rsidR="00FE5A55" w:rsidRPr="0012726E" w:rsidRDefault="00DF4CFB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9132 Peter Senior Drive </w:t>
      </w:r>
    </w:p>
    <w:p w:rsidR="00FE5A55" w:rsidRDefault="00DF4CFB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Hope Island</w:t>
      </w:r>
    </w:p>
    <w:p w:rsidR="00DF4CFB" w:rsidRDefault="00DF4CFB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4212</w:t>
      </w: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</w:p>
    <w:p w:rsidR="00FE5A55" w:rsidRPr="0012726E" w:rsidRDefault="00FE5A55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DF4CFB">
        <w:rPr>
          <w:rFonts w:cs="Arial"/>
          <w:sz w:val="22"/>
          <w:szCs w:val="22"/>
        </w:rPr>
        <w:t>Charles,</w:t>
      </w:r>
    </w:p>
    <w:p w:rsidR="009228AE" w:rsidRPr="0012726E" w:rsidRDefault="009228AE" w:rsidP="004A2EA5">
      <w:pPr>
        <w:pStyle w:val="LtrSalutation"/>
        <w:spacing w:before="0" w:after="0"/>
        <w:ind w:left="360" w:right="576"/>
        <w:rPr>
          <w:rFonts w:ascii="Arial" w:hAnsi="Arial" w:cs="Arial"/>
        </w:rPr>
      </w:pPr>
    </w:p>
    <w:p w:rsidR="00FE5A55" w:rsidRPr="0000777B" w:rsidRDefault="00DF4CFB" w:rsidP="004A2EA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360" w:right="576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Kingrae</w:t>
      </w:r>
      <w:proofErr w:type="spellEnd"/>
      <w:r>
        <w:rPr>
          <w:rFonts w:cs="Arial"/>
          <w:b/>
          <w:sz w:val="22"/>
          <w:szCs w:val="22"/>
        </w:rPr>
        <w:t xml:space="preserve"> Superannuation Fund </w:t>
      </w:r>
    </w:p>
    <w:p w:rsidR="002341BB" w:rsidRPr="0012726E" w:rsidRDefault="002341BB" w:rsidP="004A2EA5">
      <w:pPr>
        <w:pStyle w:val="LtrSubjectBold"/>
        <w:ind w:left="360" w:right="57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4A2EA5">
      <w:pPr>
        <w:pStyle w:val="LtrPara"/>
        <w:ind w:left="36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BC55F9">
        <w:rPr>
          <w:rFonts w:ascii="Arial" w:hAnsi="Arial" w:cs="Arial"/>
        </w:rPr>
        <w:t>2021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4A2EA5">
      <w:pPr>
        <w:pStyle w:val="LtrPara"/>
        <w:ind w:left="36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BC55F9">
        <w:rPr>
          <w:rFonts w:ascii="Arial" w:hAnsi="Arial" w:cs="Arial"/>
        </w:rPr>
        <w:t>2022</w:t>
      </w:r>
      <w:r w:rsidR="00DF4CFB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4A2EA5">
            <w:pPr>
              <w:pStyle w:val="LtrTableEntry"/>
              <w:ind w:left="360" w:right="57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4A2EA5">
            <w:pPr>
              <w:pStyle w:val="LtrTableEntry"/>
              <w:ind w:left="360" w:right="57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5117AA" w:rsidRPr="0012726E" w:rsidRDefault="003808B5" w:rsidP="004A2EA5">
            <w:pPr>
              <w:pStyle w:val="LtrTableEntry"/>
              <w:ind w:left="360" w:right="5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DF4CFB" w:rsidP="004A2EA5">
            <w:pPr>
              <w:pStyle w:val="LtrTableEntry"/>
              <w:ind w:left="360" w:right="5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Charles Griffiths</w:t>
            </w:r>
          </w:p>
        </w:tc>
        <w:tc>
          <w:tcPr>
            <w:tcW w:w="3118" w:type="dxa"/>
          </w:tcPr>
          <w:p w:rsidR="003808B5" w:rsidRPr="0012726E" w:rsidRDefault="003808B5" w:rsidP="00BC55F9">
            <w:pPr>
              <w:pStyle w:val="LtrTableEntry"/>
              <w:ind w:left="360" w:right="57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BC55F9">
              <w:rPr>
                <w:rFonts w:ascii="Arial" w:hAnsi="Arial" w:cs="Arial"/>
              </w:rPr>
              <w:t>55,190</w:t>
            </w:r>
          </w:p>
        </w:tc>
        <w:tc>
          <w:tcPr>
            <w:tcW w:w="3066" w:type="dxa"/>
          </w:tcPr>
          <w:p w:rsidR="003808B5" w:rsidRPr="0012726E" w:rsidRDefault="00DF4CFB" w:rsidP="00BC55F9">
            <w:pPr>
              <w:pStyle w:val="LtrTableEntry"/>
              <w:ind w:left="360" w:right="5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DA198B">
              <w:rPr>
                <w:rFonts w:ascii="Arial" w:hAnsi="Arial" w:cs="Arial"/>
              </w:rPr>
              <w:t>1,</w:t>
            </w:r>
            <w:r w:rsidR="00BC55F9">
              <w:rPr>
                <w:rFonts w:ascii="Arial" w:hAnsi="Arial" w:cs="Arial"/>
              </w:rPr>
              <w:t>839,561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3808B5" w:rsidP="004A2EA5">
            <w:pPr>
              <w:pStyle w:val="LtrTableEntry"/>
              <w:ind w:left="360" w:right="576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808B5" w:rsidRPr="0012726E" w:rsidRDefault="003808B5" w:rsidP="004A2EA5">
            <w:pPr>
              <w:pStyle w:val="LtrTableEntry"/>
              <w:ind w:left="360" w:right="576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3808B5" w:rsidRPr="0012726E" w:rsidRDefault="003808B5" w:rsidP="004A2EA5">
            <w:pPr>
              <w:pStyle w:val="LtrTableEntry"/>
              <w:ind w:left="360" w:right="576"/>
              <w:rPr>
                <w:rFonts w:ascii="Arial" w:hAnsi="Arial" w:cs="Arial"/>
              </w:rPr>
            </w:pPr>
          </w:p>
        </w:tc>
      </w:tr>
    </w:tbl>
    <w:p w:rsidR="002341BB" w:rsidRPr="0012726E" w:rsidRDefault="002341BB" w:rsidP="004A2EA5">
      <w:pPr>
        <w:pStyle w:val="LtrPara"/>
        <w:ind w:left="36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BC55F9">
        <w:rPr>
          <w:rFonts w:ascii="Arial" w:hAnsi="Arial" w:cs="Arial"/>
        </w:rPr>
        <w:t>55,190</w:t>
      </w:r>
      <w:r w:rsidR="00DA198B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BC55F9">
        <w:rPr>
          <w:rFonts w:ascii="Arial" w:hAnsi="Arial" w:cs="Arial"/>
        </w:rPr>
        <w:t>2022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4A2EA5">
      <w:pPr>
        <w:pStyle w:val="LtrPara"/>
        <w:ind w:left="36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4A2EA5">
      <w:pPr>
        <w:pStyle w:val="LtrPara"/>
        <w:spacing w:before="0" w:after="0"/>
        <w:ind w:left="36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BC55F9">
        <w:rPr>
          <w:rFonts w:ascii="Arial" w:hAnsi="Arial" w:cs="Arial"/>
        </w:rPr>
        <w:t>2022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4A2EA5">
      <w:pPr>
        <w:pStyle w:val="LtrPara"/>
        <w:spacing w:before="0" w:after="0"/>
        <w:ind w:left="360" w:right="576"/>
        <w:rPr>
          <w:rFonts w:ascii="Arial" w:hAnsi="Arial" w:cs="Arial"/>
        </w:rPr>
      </w:pPr>
    </w:p>
    <w:p w:rsidR="00785403" w:rsidRPr="0012726E" w:rsidRDefault="00785403" w:rsidP="004A2EA5">
      <w:pPr>
        <w:pStyle w:val="LtrPara"/>
        <w:keepNext/>
        <w:spacing w:before="0" w:after="0"/>
        <w:ind w:left="36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4A2EA5">
      <w:pPr>
        <w:pStyle w:val="LtrPara"/>
        <w:keepNext/>
        <w:spacing w:before="0" w:after="0"/>
        <w:ind w:left="360" w:right="576"/>
        <w:rPr>
          <w:rFonts w:ascii="Arial" w:hAnsi="Arial" w:cs="Arial"/>
        </w:rPr>
      </w:pPr>
    </w:p>
    <w:p w:rsidR="00BD6F92" w:rsidRPr="0012726E" w:rsidRDefault="002341BB" w:rsidP="004A2EA5">
      <w:pPr>
        <w:pStyle w:val="LtrSignOff"/>
        <w:keepNext/>
        <w:spacing w:before="0"/>
        <w:ind w:left="36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4A2EA5">
      <w:pPr>
        <w:ind w:left="36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4A2EA5">
      <w:pPr>
        <w:ind w:left="36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4A2EA5">
      <w:pPr>
        <w:ind w:left="36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4A2EA5">
      <w:pPr>
        <w:ind w:left="36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4A2EA5">
      <w:pPr>
        <w:ind w:left="360" w:right="57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4A2EA5">
      <w:pPr>
        <w:pStyle w:val="LtrSignatoryName"/>
        <w:keepNext/>
        <w:ind w:left="360" w:right="57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4A2EA5">
      <w:pPr>
        <w:ind w:left="360" w:right="576"/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4A2EA5">
      <w:pPr>
        <w:pStyle w:val="LtrEnclosed"/>
        <w:ind w:left="360" w:right="576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E6208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6208B">
      <w:rPr>
        <w:rStyle w:val="PageNumber"/>
      </w:rPr>
      <w:fldChar w:fldCharType="separate"/>
    </w:r>
    <w:r>
      <w:rPr>
        <w:rStyle w:val="PageNumber"/>
        <w:noProof/>
      </w:rPr>
      <w:t>2</w:t>
    </w:r>
    <w:r w:rsidR="00E6208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0F4C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07CFC"/>
    <w:rsid w:val="00222A1D"/>
    <w:rsid w:val="00223053"/>
    <w:rsid w:val="002341BB"/>
    <w:rsid w:val="00252B36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A2EA5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14C7A"/>
    <w:rsid w:val="00643F3A"/>
    <w:rsid w:val="00660BD6"/>
    <w:rsid w:val="006914DC"/>
    <w:rsid w:val="006D4816"/>
    <w:rsid w:val="007061F6"/>
    <w:rsid w:val="00720CBD"/>
    <w:rsid w:val="00725F75"/>
    <w:rsid w:val="00734084"/>
    <w:rsid w:val="00737626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988"/>
    <w:rsid w:val="00B456A6"/>
    <w:rsid w:val="00B547F4"/>
    <w:rsid w:val="00B61D01"/>
    <w:rsid w:val="00B77513"/>
    <w:rsid w:val="00B93F7F"/>
    <w:rsid w:val="00BC0CA7"/>
    <w:rsid w:val="00BC55F9"/>
    <w:rsid w:val="00BD6F92"/>
    <w:rsid w:val="00BE4DB6"/>
    <w:rsid w:val="00C7795A"/>
    <w:rsid w:val="00C90547"/>
    <w:rsid w:val="00C96CFA"/>
    <w:rsid w:val="00CD4232"/>
    <w:rsid w:val="00D80B27"/>
    <w:rsid w:val="00D9215F"/>
    <w:rsid w:val="00DA198B"/>
    <w:rsid w:val="00DB1D94"/>
    <w:rsid w:val="00DE2176"/>
    <w:rsid w:val="00DF4CFB"/>
    <w:rsid w:val="00E019FF"/>
    <w:rsid w:val="00E47140"/>
    <w:rsid w:val="00E52FC0"/>
    <w:rsid w:val="00E6208B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C7F8B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18</TotalTime>
  <Pages>1</Pages>
  <Words>157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13</cp:revision>
  <cp:lastPrinted>2019-12-11T23:53:00Z</cp:lastPrinted>
  <dcterms:created xsi:type="dcterms:W3CDTF">2013-11-04T02:09:00Z</dcterms:created>
  <dcterms:modified xsi:type="dcterms:W3CDTF">2021-09-08T05:22:00Z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