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27B6" w14:textId="77777777" w:rsidR="00162956" w:rsidRPr="003D585C" w:rsidRDefault="00162956" w:rsidP="004A562D">
      <w:pPr>
        <w:autoSpaceDE w:val="0"/>
        <w:autoSpaceDN w:val="0"/>
        <w:adjustRightInd w:val="0"/>
        <w:spacing w:after="0" w:line="120" w:lineRule="auto"/>
        <w:rPr>
          <w:rFonts w:asciiTheme="minorHAnsi" w:hAnsiTheme="minorHAnsi"/>
          <w:sz w:val="8"/>
          <w:szCs w:val="8"/>
        </w:rPr>
      </w:pPr>
    </w:p>
    <w:p w14:paraId="2E4B5AB1" w14:textId="77777777" w:rsidR="00A52207" w:rsidRPr="004255BE" w:rsidRDefault="00E67208" w:rsidP="006911CA">
      <w:pPr>
        <w:autoSpaceDE w:val="0"/>
        <w:autoSpaceDN w:val="0"/>
        <w:adjustRightInd w:val="0"/>
        <w:spacing w:after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Name : </w:t>
      </w:r>
      <w:r w:rsidRPr="000E5512">
        <w:rPr>
          <w:rFonts w:ascii="Helvetica" w:hAnsi="Helvetica" w:cs="Arial"/>
          <w:noProof/>
          <w:sz w:val="20"/>
          <w:szCs w:val="20"/>
        </w:rPr>
        <w:t>Moore, Francis</w:t>
      </w:r>
    </w:p>
    <w:p w14:paraId="1BE30F98" w14:textId="77777777" w:rsidR="003B279F" w:rsidRDefault="00E67208" w:rsidP="00162956">
      <w:pPr>
        <w:autoSpaceDE w:val="0"/>
        <w:autoSpaceDN w:val="0"/>
        <w:adjustRightInd w:val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Age : </w:t>
      </w:r>
      <w:r w:rsidRPr="000E5512">
        <w:rPr>
          <w:rFonts w:ascii="Helvetica" w:hAnsi="Helvetica"/>
          <w:noProof/>
          <w:sz w:val="20"/>
          <w:szCs w:val="20"/>
        </w:rPr>
        <w:t>87*</w:t>
      </w:r>
      <w:r w:rsidR="00C97DE0">
        <w:t xml:space="preserve"> </w:t>
      </w:r>
      <w:r w:rsidR="00AC61DC" w:rsidRPr="00AC61DC">
        <w:rPr>
          <w:rFonts w:ascii="Helvetica" w:hAnsi="Helvetica"/>
          <w:sz w:val="20"/>
          <w:szCs w:val="20"/>
        </w:rPr>
        <w:t xml:space="preserve">(Date of Birth : </w:t>
      </w:r>
      <w:r w:rsidR="00AC61DC" w:rsidRPr="00AC61DC">
        <w:rPr>
          <w:rFonts w:ascii="Helvetica" w:hAnsi="Helvetica"/>
          <w:noProof/>
          <w:sz w:val="20"/>
          <w:szCs w:val="20"/>
        </w:rPr>
        <w:t>Provided</w:t>
      </w:r>
      <w:r w:rsidR="00AC61DC" w:rsidRPr="00AC61DC">
        <w:rPr>
          <w:rFonts w:ascii="Helvetica" w:hAnsi="Helvetica"/>
          <w:sz w:val="20"/>
          <w:szCs w:val="20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E126ED" w14:paraId="0D17BF1B" w14:textId="77777777" w:rsidTr="00F22069">
        <w:tc>
          <w:tcPr>
            <w:tcW w:w="1134" w:type="dxa"/>
            <w:shd w:val="clear" w:color="auto" w:fill="EEECE1" w:themeFill="background2"/>
          </w:tcPr>
          <w:p w14:paraId="70DA0525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Member Code</w:t>
            </w:r>
          </w:p>
        </w:tc>
        <w:tc>
          <w:tcPr>
            <w:tcW w:w="1276" w:type="dxa"/>
            <w:shd w:val="clear" w:color="auto" w:fill="EEECE1" w:themeFill="background2"/>
          </w:tcPr>
          <w:p w14:paraId="77044EDB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Type</w:t>
            </w:r>
          </w:p>
        </w:tc>
        <w:tc>
          <w:tcPr>
            <w:tcW w:w="1276" w:type="dxa"/>
            <w:shd w:val="clear" w:color="auto" w:fill="EEECE1" w:themeFill="background2"/>
          </w:tcPr>
          <w:p w14:paraId="7B520F7B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Start Date</w:t>
            </w:r>
          </w:p>
        </w:tc>
        <w:tc>
          <w:tcPr>
            <w:tcW w:w="992" w:type="dxa"/>
            <w:shd w:val="clear" w:color="auto" w:fill="EEECE1" w:themeFill="background2"/>
          </w:tcPr>
          <w:p w14:paraId="1628DF7E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Tax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Free</w:t>
            </w:r>
          </w:p>
        </w:tc>
        <w:tc>
          <w:tcPr>
            <w:tcW w:w="992" w:type="dxa"/>
            <w:shd w:val="clear" w:color="auto" w:fill="EEECE1" w:themeFill="background2"/>
          </w:tcPr>
          <w:p w14:paraId="3912975A" w14:textId="77777777" w:rsidR="005E57DE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/ </w:t>
            </w:r>
          </w:p>
          <w:p w14:paraId="1945227A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</w:t>
            </w:r>
            <w:r w:rsidR="003B7716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F </w:t>
            </w:r>
          </w:p>
        </w:tc>
        <w:tc>
          <w:tcPr>
            <w:tcW w:w="1418" w:type="dxa"/>
            <w:shd w:val="clear" w:color="auto" w:fill="EEECE1" w:themeFill="background2"/>
          </w:tcPr>
          <w:p w14:paraId="0C486070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Minimum</w:t>
            </w:r>
          </w:p>
        </w:tc>
        <w:tc>
          <w:tcPr>
            <w:tcW w:w="1276" w:type="dxa"/>
            <w:shd w:val="clear" w:color="auto" w:fill="EEECE1" w:themeFill="background2"/>
          </w:tcPr>
          <w:p w14:paraId="4FA8726B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Maximum</w:t>
            </w:r>
          </w:p>
        </w:tc>
        <w:tc>
          <w:tcPr>
            <w:tcW w:w="1559" w:type="dxa"/>
            <w:shd w:val="clear" w:color="auto" w:fill="EEECE1" w:themeFill="background2"/>
          </w:tcPr>
          <w:p w14:paraId="0C3A4286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Gross Pension Payments</w:t>
            </w:r>
          </w:p>
        </w:tc>
        <w:tc>
          <w:tcPr>
            <w:tcW w:w="1559" w:type="dxa"/>
            <w:shd w:val="clear" w:color="auto" w:fill="EEECE1" w:themeFill="background2"/>
          </w:tcPr>
          <w:p w14:paraId="3216C561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PAYG</w:t>
            </w:r>
          </w:p>
        </w:tc>
        <w:tc>
          <w:tcPr>
            <w:tcW w:w="1843" w:type="dxa"/>
            <w:shd w:val="clear" w:color="auto" w:fill="EEECE1" w:themeFill="background2"/>
          </w:tcPr>
          <w:p w14:paraId="2E9EE4A5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Net Pension Payment</w:t>
            </w:r>
          </w:p>
        </w:tc>
        <w:tc>
          <w:tcPr>
            <w:tcW w:w="1701" w:type="dxa"/>
            <w:shd w:val="clear" w:color="auto" w:fill="EEECE1" w:themeFill="background2"/>
          </w:tcPr>
          <w:p w14:paraId="20B64F95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Amount to reach Min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imum</w:t>
            </w:r>
          </w:p>
        </w:tc>
      </w:tr>
    </w:tbl>
    <w:p w14:paraId="630B1638" w14:textId="77777777" w:rsidR="00667EDB" w:rsidRPr="00CD73B8" w:rsidRDefault="00667EDB" w:rsidP="00457FF6">
      <w:pPr>
        <w:autoSpaceDE w:val="0"/>
        <w:autoSpaceDN w:val="0"/>
        <w:adjustRightInd w:val="0"/>
        <w:spacing w:after="0"/>
        <w:rPr>
          <w:sz w:val="2"/>
          <w:szCs w:val="16"/>
        </w:rPr>
      </w:pPr>
    </w:p>
    <w:tbl>
      <w:tblPr>
        <w:tblStyle w:val="TableGrid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E126ED" w14:paraId="07DED558" w14:textId="77777777" w:rsidTr="00AA529D">
        <w:tc>
          <w:tcPr>
            <w:tcW w:w="1134" w:type="dxa"/>
          </w:tcPr>
          <w:p w14:paraId="3B605103" w14:textId="77777777" w:rsidR="00954BA0" w:rsidRDefault="00E67208" w:rsidP="00070571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MOOFRA00001P</w:t>
            </w:r>
          </w:p>
          <w:p w14:paraId="7910C4CA" w14:textId="77777777" w:rsidR="00954BA0" w:rsidRPr="002B1484" w:rsidRDefault="00954BA0" w:rsidP="0007057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5A7E62" w14:textId="77777777" w:rsidR="00954BA0" w:rsidRPr="006F7751" w:rsidRDefault="00E67208" w:rsidP="00966F1B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Account Based Pension</w:t>
            </w:r>
          </w:p>
        </w:tc>
        <w:tc>
          <w:tcPr>
            <w:tcW w:w="1276" w:type="dxa"/>
          </w:tcPr>
          <w:p w14:paraId="11AF38F7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16/10/2009</w:t>
            </w:r>
          </w:p>
        </w:tc>
        <w:tc>
          <w:tcPr>
            <w:tcW w:w="992" w:type="dxa"/>
          </w:tcPr>
          <w:p w14:paraId="0A291A86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99.83%</w:t>
            </w:r>
          </w:p>
        </w:tc>
        <w:tc>
          <w:tcPr>
            <w:tcW w:w="992" w:type="dxa"/>
          </w:tcPr>
          <w:p w14:paraId="65EB4265" w14:textId="77777777" w:rsidR="00954BA0" w:rsidRPr="00A80B4C" w:rsidRDefault="00A80B4C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A80B4C">
              <w:rPr>
                <w:rFonts w:ascii="Helvetica" w:hAnsi="Helvetica"/>
                <w:noProof/>
                <w:sz w:val="20"/>
                <w:szCs w:val="20"/>
              </w:rPr>
              <w:t>4.50%</w:t>
            </w:r>
          </w:p>
        </w:tc>
        <w:tc>
          <w:tcPr>
            <w:tcW w:w="1418" w:type="dxa"/>
          </w:tcPr>
          <w:p w14:paraId="0D5F13FB" w14:textId="77777777" w:rsidR="00954BA0" w:rsidRPr="002B1484" w:rsidRDefault="00E67208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$20,010.00*</w:t>
            </w:r>
          </w:p>
          <w:p w14:paraId="138E3E42" w14:textId="77777777" w:rsidR="00954BA0" w:rsidRPr="002B1484" w:rsidRDefault="00954BA0" w:rsidP="006F7751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14:paraId="52F714AF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N/A</w:t>
            </w:r>
          </w:p>
        </w:tc>
        <w:tc>
          <w:tcPr>
            <w:tcW w:w="1559" w:type="dxa"/>
          </w:tcPr>
          <w:p w14:paraId="6BE16BF1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$1,000.00</w:t>
            </w:r>
          </w:p>
        </w:tc>
        <w:tc>
          <w:tcPr>
            <w:tcW w:w="1559" w:type="dxa"/>
          </w:tcPr>
          <w:p w14:paraId="41F6EBBF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$0.00</w:t>
            </w:r>
          </w:p>
        </w:tc>
        <w:tc>
          <w:tcPr>
            <w:tcW w:w="1843" w:type="dxa"/>
          </w:tcPr>
          <w:p w14:paraId="38BEC725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$1,000.00</w:t>
            </w:r>
          </w:p>
        </w:tc>
        <w:tc>
          <w:tcPr>
            <w:tcW w:w="1701" w:type="dxa"/>
          </w:tcPr>
          <w:p w14:paraId="09EA983B" w14:textId="77777777" w:rsidR="00954BA0" w:rsidRPr="002B1484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$19,010.00</w:t>
            </w:r>
          </w:p>
        </w:tc>
      </w:tr>
    </w:tbl>
    <w:p w14:paraId="0AAB5681" w14:textId="77777777" w:rsidR="00247C94" w:rsidRPr="00247C94" w:rsidRDefault="00E67208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  <w:r w:rsidRPr="00247C94">
        <w:rPr>
          <w:rFonts w:ascii="Helvetica" w:hAnsi="Helvetica" w:cs="Helvetica"/>
          <w:noProof/>
          <w:sz w:val="16"/>
          <w:szCs w:val="16"/>
        </w:rPr>
        <w:t>*COVID-19 50% reduction has been applied to the minimum pension amount.</w:t>
      </w:r>
    </w:p>
    <w:p w14:paraId="6A225BEB" w14:textId="77777777" w:rsidR="00795566" w:rsidRPr="00FA119A" w:rsidRDefault="00795566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</w:p>
    <w:p w14:paraId="432D2408" w14:textId="77777777" w:rsidR="00FA119A" w:rsidRPr="00521288" w:rsidRDefault="00FA119A" w:rsidP="00521288">
      <w:pPr>
        <w:autoSpaceDE w:val="0"/>
        <w:autoSpaceDN w:val="0"/>
        <w:adjustRightInd w:val="0"/>
        <w:spacing w:after="0"/>
        <w:rPr>
          <w:sz w:val="4"/>
          <w:szCs w:val="4"/>
        </w:rPr>
      </w:pPr>
    </w:p>
    <w:tbl>
      <w:tblPr>
        <w:tblStyle w:val="TableGrid"/>
        <w:tblW w:w="15026" w:type="dxa"/>
        <w:tblInd w:w="108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E126ED" w14:paraId="4E7A7070" w14:textId="77777777" w:rsidTr="003B7716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35CC22B2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735BCDB1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23EF06FF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23EC3CAE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38E0A319" w14:textId="77777777" w:rsidR="007A52B2" w:rsidRDefault="007A52B2" w:rsidP="00244036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1CDDBF4A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$20,010.00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02003F1F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5E823571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$1,000.00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44491E33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44185575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$1,000.00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7493358E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$19,010.00</w:t>
            </w:r>
          </w:p>
        </w:tc>
      </w:tr>
    </w:tbl>
    <w:p w14:paraId="4A38493C" w14:textId="77777777" w:rsidR="00F45154" w:rsidRPr="003D585C" w:rsidRDefault="00F45154" w:rsidP="00B818D8">
      <w:pPr>
        <w:autoSpaceDE w:val="0"/>
        <w:autoSpaceDN w:val="0"/>
        <w:adjustRightInd w:val="0"/>
        <w:spacing w:after="0" w:line="240" w:lineRule="auto"/>
        <w:rPr>
          <w:sz w:val="8"/>
          <w:szCs w:val="8"/>
        </w:rPr>
      </w:pPr>
    </w:p>
    <w:p w14:paraId="6C5E66C0" w14:textId="77777777" w:rsidR="00A52207" w:rsidRPr="004255BE" w:rsidRDefault="00E67208" w:rsidP="006911CA">
      <w:pPr>
        <w:autoSpaceDE w:val="0"/>
        <w:autoSpaceDN w:val="0"/>
        <w:adjustRightInd w:val="0"/>
        <w:spacing w:after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Name : </w:t>
      </w:r>
      <w:r w:rsidRPr="000E5512">
        <w:rPr>
          <w:rFonts w:ascii="Helvetica" w:hAnsi="Helvetica" w:cs="Arial"/>
          <w:noProof/>
          <w:sz w:val="20"/>
          <w:szCs w:val="20"/>
        </w:rPr>
        <w:t>Moore, Joan</w:t>
      </w:r>
    </w:p>
    <w:p w14:paraId="7C98B96D" w14:textId="77777777" w:rsidR="003B279F" w:rsidRDefault="00E67208" w:rsidP="00162956">
      <w:pPr>
        <w:autoSpaceDE w:val="0"/>
        <w:autoSpaceDN w:val="0"/>
        <w:adjustRightInd w:val="0"/>
      </w:pPr>
      <w:r w:rsidRPr="000E5512">
        <w:rPr>
          <w:rFonts w:ascii="Helvetica" w:eastAsiaTheme="minorEastAsia" w:hAnsi="Helvetica"/>
          <w:b/>
          <w:sz w:val="20"/>
          <w:szCs w:val="20"/>
          <w:lang w:eastAsia="zh-CN"/>
        </w:rPr>
        <w:t xml:space="preserve">Member Age : </w:t>
      </w:r>
      <w:r w:rsidRPr="000E5512">
        <w:rPr>
          <w:rFonts w:ascii="Helvetica" w:hAnsi="Helvetica"/>
          <w:noProof/>
          <w:sz w:val="20"/>
          <w:szCs w:val="20"/>
        </w:rPr>
        <w:t>81*</w:t>
      </w:r>
      <w:r w:rsidR="00C97DE0">
        <w:t xml:space="preserve"> </w:t>
      </w:r>
      <w:r w:rsidR="00AC61DC" w:rsidRPr="00AC61DC">
        <w:rPr>
          <w:rFonts w:ascii="Helvetica" w:hAnsi="Helvetica"/>
          <w:sz w:val="20"/>
          <w:szCs w:val="20"/>
        </w:rPr>
        <w:t xml:space="preserve">(Date of Birth : </w:t>
      </w:r>
      <w:r w:rsidR="00AC61DC" w:rsidRPr="00AC61DC">
        <w:rPr>
          <w:rFonts w:ascii="Helvetica" w:hAnsi="Helvetica"/>
          <w:noProof/>
          <w:sz w:val="20"/>
          <w:szCs w:val="20"/>
        </w:rPr>
        <w:t>Provided</w:t>
      </w:r>
      <w:r w:rsidR="00AC61DC" w:rsidRPr="00AC61DC">
        <w:rPr>
          <w:rFonts w:ascii="Helvetica" w:hAnsi="Helvetica"/>
          <w:sz w:val="20"/>
          <w:szCs w:val="20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E126ED" w14:paraId="09914E82" w14:textId="77777777" w:rsidTr="00F22069">
        <w:tc>
          <w:tcPr>
            <w:tcW w:w="1134" w:type="dxa"/>
            <w:shd w:val="clear" w:color="auto" w:fill="EEECE1" w:themeFill="background2"/>
          </w:tcPr>
          <w:p w14:paraId="0A0E772C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Member Code</w:t>
            </w:r>
          </w:p>
        </w:tc>
        <w:tc>
          <w:tcPr>
            <w:tcW w:w="1276" w:type="dxa"/>
            <w:shd w:val="clear" w:color="auto" w:fill="EEECE1" w:themeFill="background2"/>
          </w:tcPr>
          <w:p w14:paraId="67FE8E1A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Type</w:t>
            </w:r>
          </w:p>
        </w:tc>
        <w:tc>
          <w:tcPr>
            <w:tcW w:w="1276" w:type="dxa"/>
            <w:shd w:val="clear" w:color="auto" w:fill="EEECE1" w:themeFill="background2"/>
          </w:tcPr>
          <w:p w14:paraId="2B9E6159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Pension Start Date</w:t>
            </w:r>
          </w:p>
        </w:tc>
        <w:tc>
          <w:tcPr>
            <w:tcW w:w="992" w:type="dxa"/>
            <w:shd w:val="clear" w:color="auto" w:fill="EEECE1" w:themeFill="background2"/>
          </w:tcPr>
          <w:p w14:paraId="76096E5E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Tax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Free</w:t>
            </w:r>
          </w:p>
        </w:tc>
        <w:tc>
          <w:tcPr>
            <w:tcW w:w="992" w:type="dxa"/>
            <w:shd w:val="clear" w:color="auto" w:fill="EEECE1" w:themeFill="background2"/>
          </w:tcPr>
          <w:p w14:paraId="62DC0096" w14:textId="77777777" w:rsidR="005E57DE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</w:t>
            </w: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/ </w:t>
            </w:r>
          </w:p>
          <w:p w14:paraId="2D0F5ED3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</w:t>
            </w:r>
            <w:r w:rsidR="003B7716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 xml:space="preserve">F </w:t>
            </w:r>
          </w:p>
        </w:tc>
        <w:tc>
          <w:tcPr>
            <w:tcW w:w="1418" w:type="dxa"/>
            <w:shd w:val="clear" w:color="auto" w:fill="EEECE1" w:themeFill="background2"/>
          </w:tcPr>
          <w:p w14:paraId="41B58072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Minimum</w:t>
            </w:r>
          </w:p>
        </w:tc>
        <w:tc>
          <w:tcPr>
            <w:tcW w:w="1276" w:type="dxa"/>
            <w:shd w:val="clear" w:color="auto" w:fill="EEECE1" w:themeFill="background2"/>
          </w:tcPr>
          <w:p w14:paraId="6B0D6D4D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Maximum</w:t>
            </w:r>
          </w:p>
        </w:tc>
        <w:tc>
          <w:tcPr>
            <w:tcW w:w="1559" w:type="dxa"/>
            <w:shd w:val="clear" w:color="auto" w:fill="EEECE1" w:themeFill="background2"/>
          </w:tcPr>
          <w:p w14:paraId="7D2725A5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Gross Pension Payments</w:t>
            </w:r>
          </w:p>
        </w:tc>
        <w:tc>
          <w:tcPr>
            <w:tcW w:w="1559" w:type="dxa"/>
            <w:shd w:val="clear" w:color="auto" w:fill="EEECE1" w:themeFill="background2"/>
          </w:tcPr>
          <w:p w14:paraId="61DC22C0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PAYG</w:t>
            </w:r>
          </w:p>
        </w:tc>
        <w:tc>
          <w:tcPr>
            <w:tcW w:w="1843" w:type="dxa"/>
            <w:shd w:val="clear" w:color="auto" w:fill="EEECE1" w:themeFill="background2"/>
          </w:tcPr>
          <w:p w14:paraId="552E0AAC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Net Pension Payment</w:t>
            </w:r>
          </w:p>
        </w:tc>
        <w:tc>
          <w:tcPr>
            <w:tcW w:w="1701" w:type="dxa"/>
            <w:shd w:val="clear" w:color="auto" w:fill="EEECE1" w:themeFill="background2"/>
          </w:tcPr>
          <w:p w14:paraId="625C4A0A" w14:textId="77777777" w:rsidR="00954BA0" w:rsidRPr="000E5512" w:rsidRDefault="00E67208" w:rsidP="001D30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0E5512"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Amount to reach Min</w:t>
            </w:r>
            <w:r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  <w:t>imum</w:t>
            </w:r>
          </w:p>
        </w:tc>
      </w:tr>
    </w:tbl>
    <w:p w14:paraId="267D81C8" w14:textId="77777777" w:rsidR="00667EDB" w:rsidRPr="00CD73B8" w:rsidRDefault="00667EDB" w:rsidP="00457FF6">
      <w:pPr>
        <w:autoSpaceDE w:val="0"/>
        <w:autoSpaceDN w:val="0"/>
        <w:adjustRightInd w:val="0"/>
        <w:spacing w:after="0"/>
        <w:rPr>
          <w:sz w:val="2"/>
          <w:szCs w:val="16"/>
        </w:rPr>
      </w:pPr>
    </w:p>
    <w:tbl>
      <w:tblPr>
        <w:tblStyle w:val="TableGrid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E126ED" w14:paraId="51E65EC8" w14:textId="77777777" w:rsidTr="00AA529D">
        <w:tc>
          <w:tcPr>
            <w:tcW w:w="1134" w:type="dxa"/>
          </w:tcPr>
          <w:p w14:paraId="37E8A41B" w14:textId="77777777" w:rsidR="00954BA0" w:rsidRDefault="00E67208" w:rsidP="00070571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MOOJOA00001P</w:t>
            </w:r>
          </w:p>
          <w:p w14:paraId="72EC8077" w14:textId="77777777" w:rsidR="00954BA0" w:rsidRPr="002B1484" w:rsidRDefault="00954BA0" w:rsidP="0007057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093B34" w14:textId="77777777" w:rsidR="00954BA0" w:rsidRPr="006F7751" w:rsidRDefault="00E67208" w:rsidP="00966F1B">
            <w:pPr>
              <w:autoSpaceDE w:val="0"/>
              <w:autoSpaceDN w:val="0"/>
              <w:adjustRightInd w:val="0"/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 xml:space="preserve">Account Based </w:t>
            </w:r>
            <w:r w:rsidRPr="002B1484">
              <w:rPr>
                <w:rFonts w:ascii="Helvetica" w:hAnsi="Helvetica"/>
                <w:noProof/>
                <w:sz w:val="20"/>
                <w:szCs w:val="20"/>
              </w:rPr>
              <w:t>Pension</w:t>
            </w:r>
          </w:p>
        </w:tc>
        <w:tc>
          <w:tcPr>
            <w:tcW w:w="1276" w:type="dxa"/>
          </w:tcPr>
          <w:p w14:paraId="5B314255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16/10/2009</w:t>
            </w:r>
          </w:p>
        </w:tc>
        <w:tc>
          <w:tcPr>
            <w:tcW w:w="992" w:type="dxa"/>
          </w:tcPr>
          <w:p w14:paraId="0BCAAE3E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67.90%</w:t>
            </w:r>
          </w:p>
        </w:tc>
        <w:tc>
          <w:tcPr>
            <w:tcW w:w="992" w:type="dxa"/>
          </w:tcPr>
          <w:p w14:paraId="798B418F" w14:textId="77777777" w:rsidR="00954BA0" w:rsidRPr="00A80B4C" w:rsidRDefault="00A80B4C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A80B4C">
              <w:rPr>
                <w:rFonts w:ascii="Helvetica" w:hAnsi="Helvetica"/>
                <w:noProof/>
                <w:sz w:val="20"/>
                <w:szCs w:val="20"/>
              </w:rPr>
              <w:t>3.50%</w:t>
            </w:r>
          </w:p>
        </w:tc>
        <w:tc>
          <w:tcPr>
            <w:tcW w:w="1418" w:type="dxa"/>
          </w:tcPr>
          <w:p w14:paraId="6E5EFE43" w14:textId="77777777" w:rsidR="00954BA0" w:rsidRPr="002B1484" w:rsidRDefault="00E67208" w:rsidP="000055A0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$15,490.00*</w:t>
            </w:r>
          </w:p>
          <w:p w14:paraId="4D4D3F29" w14:textId="77777777" w:rsidR="00954BA0" w:rsidRPr="002B1484" w:rsidRDefault="00954BA0" w:rsidP="006F7751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14:paraId="277CD440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N/A</w:t>
            </w:r>
          </w:p>
        </w:tc>
        <w:tc>
          <w:tcPr>
            <w:tcW w:w="1559" w:type="dxa"/>
          </w:tcPr>
          <w:p w14:paraId="7AE7523E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$1,000.00</w:t>
            </w:r>
          </w:p>
        </w:tc>
        <w:tc>
          <w:tcPr>
            <w:tcW w:w="1559" w:type="dxa"/>
          </w:tcPr>
          <w:p w14:paraId="174B212B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$0.00</w:t>
            </w:r>
          </w:p>
        </w:tc>
        <w:tc>
          <w:tcPr>
            <w:tcW w:w="1843" w:type="dxa"/>
          </w:tcPr>
          <w:p w14:paraId="38441FDA" w14:textId="77777777" w:rsidR="00954BA0" w:rsidRPr="006F7751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$1,000.00</w:t>
            </w:r>
          </w:p>
        </w:tc>
        <w:tc>
          <w:tcPr>
            <w:tcW w:w="1701" w:type="dxa"/>
          </w:tcPr>
          <w:p w14:paraId="2886AEA3" w14:textId="77777777" w:rsidR="00954BA0" w:rsidRPr="002B1484" w:rsidRDefault="00E67208" w:rsidP="006F7751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  <w:r w:rsidRPr="002B1484">
              <w:rPr>
                <w:rFonts w:ascii="Helvetica" w:hAnsi="Helvetica"/>
                <w:noProof/>
                <w:sz w:val="20"/>
                <w:szCs w:val="20"/>
              </w:rPr>
              <w:t>$14,490.00</w:t>
            </w:r>
          </w:p>
        </w:tc>
      </w:tr>
    </w:tbl>
    <w:p w14:paraId="0DCF0802" w14:textId="77777777" w:rsidR="00247C94" w:rsidRPr="00247C94" w:rsidRDefault="00E67208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  <w:r w:rsidRPr="00247C94">
        <w:rPr>
          <w:rFonts w:ascii="Helvetica" w:hAnsi="Helvetica" w:cs="Helvetica"/>
          <w:noProof/>
          <w:sz w:val="16"/>
          <w:szCs w:val="16"/>
        </w:rPr>
        <w:t>*COVID-19 50% reduction has been applied to the minimum pension amount.</w:t>
      </w:r>
    </w:p>
    <w:p w14:paraId="5A72F709" w14:textId="77777777" w:rsidR="00795566" w:rsidRPr="00FA119A" w:rsidRDefault="00795566" w:rsidP="0079556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16"/>
          <w:szCs w:val="16"/>
        </w:rPr>
      </w:pPr>
    </w:p>
    <w:p w14:paraId="077C0AF6" w14:textId="77777777" w:rsidR="00FA119A" w:rsidRPr="00521288" w:rsidRDefault="00FA119A" w:rsidP="00521288">
      <w:pPr>
        <w:autoSpaceDE w:val="0"/>
        <w:autoSpaceDN w:val="0"/>
        <w:adjustRightInd w:val="0"/>
        <w:spacing w:after="0"/>
        <w:rPr>
          <w:sz w:val="4"/>
          <w:szCs w:val="4"/>
        </w:rPr>
      </w:pPr>
    </w:p>
    <w:tbl>
      <w:tblPr>
        <w:tblStyle w:val="TableGrid"/>
        <w:tblW w:w="15026" w:type="dxa"/>
        <w:tblInd w:w="108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992"/>
        <w:gridCol w:w="992"/>
        <w:gridCol w:w="1418"/>
        <w:gridCol w:w="1276"/>
        <w:gridCol w:w="1559"/>
        <w:gridCol w:w="1559"/>
        <w:gridCol w:w="1843"/>
        <w:gridCol w:w="1701"/>
      </w:tblGrid>
      <w:tr w:rsidR="00E126ED" w14:paraId="7E9C3328" w14:textId="77777777" w:rsidTr="003B7716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3CBD280E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3FB66CC4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54776036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02B2DCA0" w14:textId="77777777" w:rsidR="007A52B2" w:rsidRPr="00AD3EDD" w:rsidRDefault="007A52B2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14:paraId="22C693E9" w14:textId="77777777" w:rsidR="007A52B2" w:rsidRDefault="007A52B2" w:rsidP="00244036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37250473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$15,490.00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2228801A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06C73480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$1,000.00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2335B7D1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$0.00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5ED991EF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$1,000.00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hideMark/>
          </w:tcPr>
          <w:p w14:paraId="5BC062D4" w14:textId="77777777" w:rsidR="007A52B2" w:rsidRPr="00AD3EDD" w:rsidRDefault="00E67208" w:rsidP="00244036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AD3EDD">
              <w:rPr>
                <w:b/>
                <w:noProof/>
              </w:rPr>
              <w:t>$14,490.00</w:t>
            </w:r>
          </w:p>
        </w:tc>
      </w:tr>
    </w:tbl>
    <w:p w14:paraId="4963850F" w14:textId="77777777" w:rsidR="00F45154" w:rsidRPr="003D585C" w:rsidRDefault="00F45154" w:rsidP="00B818D8">
      <w:pPr>
        <w:autoSpaceDE w:val="0"/>
        <w:autoSpaceDN w:val="0"/>
        <w:adjustRightInd w:val="0"/>
        <w:spacing w:after="0" w:line="240" w:lineRule="auto"/>
        <w:rPr>
          <w:sz w:val="8"/>
          <w:szCs w:val="8"/>
        </w:rPr>
      </w:pPr>
    </w:p>
    <w:p w14:paraId="09F47049" w14:textId="77777777" w:rsidR="003867A8" w:rsidRPr="000E5512" w:rsidRDefault="00E67208" w:rsidP="00B818D8">
      <w:pPr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/>
          <w:b/>
          <w:sz w:val="20"/>
          <w:szCs w:val="20"/>
          <w:lang w:eastAsia="zh-CN"/>
        </w:rPr>
      </w:pPr>
      <w:r w:rsidRPr="000E5512">
        <w:rPr>
          <w:rFonts w:ascii="Helvetica" w:hAnsi="Helvetica"/>
          <w:b/>
          <w:sz w:val="20"/>
          <w:szCs w:val="20"/>
        </w:rPr>
        <w:t>Total :</w:t>
      </w:r>
    </w:p>
    <w:tbl>
      <w:tblPr>
        <w:tblStyle w:val="TableGrid"/>
        <w:tblW w:w="15026" w:type="dxa"/>
        <w:tblInd w:w="108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276"/>
        <w:gridCol w:w="992"/>
        <w:gridCol w:w="992"/>
        <w:gridCol w:w="1418"/>
        <w:gridCol w:w="1276"/>
        <w:gridCol w:w="1559"/>
        <w:gridCol w:w="1560"/>
        <w:gridCol w:w="1842"/>
        <w:gridCol w:w="1701"/>
      </w:tblGrid>
      <w:tr w:rsidR="00E126ED" w14:paraId="767DD1FC" w14:textId="77777777" w:rsidTr="003B7716">
        <w:tc>
          <w:tcPr>
            <w:tcW w:w="1418" w:type="dxa"/>
            <w:shd w:val="clear" w:color="auto" w:fill="EEECE1" w:themeFill="background2"/>
          </w:tcPr>
          <w:p w14:paraId="01846036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EEECE1" w:themeFill="background2"/>
          </w:tcPr>
          <w:p w14:paraId="4E6BBA3A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EEECE1" w:themeFill="background2"/>
          </w:tcPr>
          <w:p w14:paraId="15D42F45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EEECE1" w:themeFill="background2"/>
          </w:tcPr>
          <w:p w14:paraId="08263419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EEECE1" w:themeFill="background2"/>
          </w:tcPr>
          <w:p w14:paraId="3CA9683E" w14:textId="77777777" w:rsidR="007A52B2" w:rsidRPr="000E5512" w:rsidRDefault="007A52B2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EEECE1" w:themeFill="background2"/>
          </w:tcPr>
          <w:p w14:paraId="4A10DF1A" w14:textId="77777777" w:rsidR="007A52B2" w:rsidRPr="008B1F19" w:rsidRDefault="00E67208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$35,500.00</w:t>
            </w:r>
          </w:p>
        </w:tc>
        <w:tc>
          <w:tcPr>
            <w:tcW w:w="1276" w:type="dxa"/>
            <w:shd w:val="clear" w:color="auto" w:fill="EEECE1" w:themeFill="background2"/>
          </w:tcPr>
          <w:p w14:paraId="044BB45A" w14:textId="77777777" w:rsidR="007A52B2" w:rsidRPr="008B1F19" w:rsidRDefault="00E67208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559" w:type="dxa"/>
            <w:shd w:val="clear" w:color="auto" w:fill="EEECE1" w:themeFill="background2"/>
          </w:tcPr>
          <w:p w14:paraId="6752943E" w14:textId="77777777" w:rsidR="007A52B2" w:rsidRPr="008B1F19" w:rsidRDefault="00E67208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$2,000.00</w:t>
            </w:r>
          </w:p>
        </w:tc>
        <w:tc>
          <w:tcPr>
            <w:tcW w:w="1560" w:type="dxa"/>
            <w:shd w:val="clear" w:color="auto" w:fill="EEECE1" w:themeFill="background2"/>
          </w:tcPr>
          <w:p w14:paraId="660E0D86" w14:textId="77777777" w:rsidR="007A52B2" w:rsidRPr="008B1F19" w:rsidRDefault="00E67208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$0.00</w:t>
            </w:r>
          </w:p>
        </w:tc>
        <w:tc>
          <w:tcPr>
            <w:tcW w:w="1842" w:type="dxa"/>
            <w:shd w:val="clear" w:color="auto" w:fill="EEECE1" w:themeFill="background2"/>
          </w:tcPr>
          <w:p w14:paraId="4429C950" w14:textId="77777777" w:rsidR="007A52B2" w:rsidRPr="008B1F19" w:rsidRDefault="00E67208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$2,000.00</w:t>
            </w:r>
          </w:p>
        </w:tc>
        <w:tc>
          <w:tcPr>
            <w:tcW w:w="1701" w:type="dxa"/>
            <w:shd w:val="clear" w:color="auto" w:fill="EEECE1" w:themeFill="background2"/>
          </w:tcPr>
          <w:p w14:paraId="121CD0AA" w14:textId="77777777" w:rsidR="007A52B2" w:rsidRPr="008B1F19" w:rsidRDefault="00E67208" w:rsidP="000055A0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b/>
                <w:sz w:val="20"/>
                <w:szCs w:val="20"/>
                <w:lang w:eastAsia="zh-CN"/>
              </w:rPr>
            </w:pPr>
            <w:r w:rsidRPr="008B1F19">
              <w:rPr>
                <w:rFonts w:ascii="Helvetica" w:hAnsi="Helvetica"/>
                <w:b/>
                <w:noProof/>
                <w:sz w:val="20"/>
                <w:szCs w:val="20"/>
              </w:rPr>
              <w:t>$33,500.00</w:t>
            </w:r>
          </w:p>
        </w:tc>
      </w:tr>
    </w:tbl>
    <w:p w14:paraId="53EDB4A5" w14:textId="77777777" w:rsidR="00AA724D" w:rsidRPr="00D91037" w:rsidRDefault="00D91037" w:rsidP="000055A0">
      <w:pPr>
        <w:autoSpaceDE w:val="0"/>
        <w:autoSpaceDN w:val="0"/>
        <w:adjustRightInd w:val="0"/>
        <w:spacing w:after="0" w:line="240" w:lineRule="auto"/>
        <w:rPr>
          <w:rFonts w:ascii="Helvetica" w:eastAsiaTheme="minorEastAsia" w:hAnsi="Helvetica" w:cs="Helvetica"/>
          <w:sz w:val="16"/>
          <w:szCs w:val="16"/>
          <w:lang w:eastAsia="zh-CN"/>
        </w:rPr>
      </w:pPr>
      <w:r>
        <w:rPr>
          <w:rFonts w:ascii="Helvetica" w:hAnsi="Helvetica" w:cs="Helvetica"/>
          <w:noProof/>
          <w:sz w:val="16"/>
          <w:szCs w:val="16"/>
        </w:rPr>
        <w:t>*Age as at 01/07/2021 or pension start date for new pensions.</w:t>
      </w:r>
    </w:p>
    <w:p w14:paraId="613800C5" w14:textId="77777777" w:rsidR="00E94F05" w:rsidRPr="006138B3" w:rsidRDefault="00E94F05">
      <w:pPr>
        <w:rPr>
          <w:lang w:val="en-US"/>
        </w:rPr>
      </w:pPr>
    </w:p>
    <w:sectPr w:rsidR="00E94F05" w:rsidRPr="006138B3" w:rsidSect="00B4179B">
      <w:headerReference w:type="default" r:id="rId7"/>
      <w:pgSz w:w="16817" w:h="11901" w:orient="landscape"/>
      <w:pgMar w:top="879" w:right="369" w:bottom="992" w:left="73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295F0" w14:textId="77777777" w:rsidR="00000000" w:rsidRDefault="00E67208">
      <w:pPr>
        <w:spacing w:after="0" w:line="240" w:lineRule="auto"/>
      </w:pPr>
      <w:r>
        <w:separator/>
      </w:r>
    </w:p>
  </w:endnote>
  <w:endnote w:type="continuationSeparator" w:id="0">
    <w:p w14:paraId="34574796" w14:textId="77777777" w:rsidR="00000000" w:rsidRDefault="00E6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75CF" w14:textId="77777777" w:rsidR="00000000" w:rsidRDefault="00E67208">
      <w:pPr>
        <w:spacing w:after="0" w:line="240" w:lineRule="auto"/>
      </w:pPr>
      <w:r>
        <w:separator/>
      </w:r>
    </w:p>
  </w:footnote>
  <w:footnote w:type="continuationSeparator" w:id="0">
    <w:p w14:paraId="1B76EAD7" w14:textId="77777777" w:rsidR="00000000" w:rsidRDefault="00E67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EA62" w14:textId="77777777" w:rsidR="00F218F3" w:rsidRPr="006138B3" w:rsidRDefault="00F218F3" w:rsidP="00F218F3">
    <w:pPr>
      <w:autoSpaceDE w:val="0"/>
      <w:autoSpaceDN w:val="0"/>
      <w:adjustRightInd w:val="0"/>
      <w:spacing w:after="0" w:line="240" w:lineRule="auto"/>
      <w:rPr>
        <w:rFonts w:ascii="Helvetica" w:eastAsiaTheme="minorEastAsia" w:hAnsi="Helvetica" w:cs="Arial"/>
        <w:sz w:val="20"/>
        <w:szCs w:val="20"/>
        <w:lang w:eastAsia="zh-CN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57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582"/>
      <w:gridCol w:w="3119"/>
    </w:tblGrid>
    <w:tr w:rsidR="00E126ED" w14:paraId="02898F40" w14:textId="77777777" w:rsidTr="00C246EA">
      <w:trPr>
        <w:trHeight w:val="375"/>
      </w:trPr>
      <w:tc>
        <w:tcPr>
          <w:tcW w:w="12582" w:type="dxa"/>
          <w:vAlign w:val="center"/>
        </w:tcPr>
        <w:p w14:paraId="539C7C9B" w14:textId="77777777" w:rsidR="00CC36A5" w:rsidRPr="008C4E63" w:rsidRDefault="00545E32" w:rsidP="00C246EA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lang w:val="en-US"/>
            </w:rPr>
          </w:pPr>
          <w:r w:rsidRPr="00732D46">
            <w:rPr>
              <w:rFonts w:ascii="Helvetica" w:eastAsiaTheme="minorEastAsia" w:hAnsi="Helvetica"/>
              <w:b/>
              <w:bCs/>
              <w:noProof/>
              <w:color w:val="000000"/>
              <w:lang w:val="en-US"/>
            </w:rPr>
            <w:t>FRANK AND</w:t>
          </w:r>
          <w:r w:rsidR="00E67208" w:rsidRPr="00732D46">
            <w:rPr>
              <w:rFonts w:ascii="Helvetica" w:eastAsiaTheme="minorEastAsia" w:hAnsi="Helvetica"/>
              <w:b/>
              <w:noProof/>
            </w:rPr>
            <w:t xml:space="preserve"> JOAN MOORE SUPERANNUATION FUND</w:t>
          </w:r>
          <w:r w:rsidR="008C4E63">
            <w:rPr>
              <w:rFonts w:ascii="Helvetica" w:eastAsiaTheme="minorEastAsia" w:hAnsi="Helvetica"/>
              <w:b/>
              <w:bCs/>
              <w:noProof/>
              <w:color w:val="000000"/>
              <w:lang w:val="en-US"/>
            </w:rPr>
            <w:br/>
          </w:r>
          <w:r w:rsidRPr="00BC3364">
            <w:rPr>
              <w:rFonts w:ascii="Helvetica" w:eastAsiaTheme="minorEastAsia" w:hAnsi="Helvetica"/>
              <w:b/>
              <w:noProof/>
              <w:sz w:val="32"/>
              <w:szCs w:val="32"/>
            </w:rPr>
            <w:t>Pension Summary</w:t>
          </w:r>
          <w:r w:rsidR="008C4E63">
            <w:rPr>
              <w:rFonts w:ascii="Helvetica" w:eastAsiaTheme="minorEastAsia" w:hAnsi="Helvetica"/>
              <w:b/>
              <w:noProof/>
              <w:sz w:val="32"/>
              <w:szCs w:val="32"/>
            </w:rPr>
            <w:br/>
          </w:r>
          <w:r w:rsidR="008C4E63" w:rsidRPr="00131C54">
            <w:rPr>
              <w:rFonts w:ascii="Helvetica" w:eastAsiaTheme="minorEastAsia" w:hAnsi="Helvetica" w:cs="Helvetica"/>
              <w:bCs/>
              <w:noProof/>
              <w:color w:val="000000"/>
              <w:lang w:val="en-US"/>
            </w:rPr>
            <w:t>As at</w:t>
          </w:r>
          <w:r w:rsidR="008C4E63" w:rsidRPr="00131C54">
            <w:rPr>
              <w:rFonts w:ascii="Helvetica" w:eastAsiaTheme="minorEastAsia" w:hAnsi="Helvetica"/>
              <w:noProof/>
            </w:rPr>
            <w:t xml:space="preserve"> 30 June 2022</w:t>
          </w:r>
        </w:p>
      </w:tc>
      <w:tc>
        <w:tcPr>
          <w:tcW w:w="3119" w:type="dxa"/>
          <w:vAlign w:val="center"/>
        </w:tcPr>
        <w:p w14:paraId="35651955" w14:textId="3D9547EC" w:rsidR="00CC36A5" w:rsidRDefault="00E67208" w:rsidP="00C246EA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sz w:val="22"/>
              <w:szCs w:val="22"/>
              <w:lang w:val="en-US" w:eastAsia="zh-CN"/>
            </w:rPr>
            <w:drawing>
              <wp:inline distT="0" distB="0" distL="0" distR="0" wp14:anchorId="74399B2F" wp14:editId="7DB9022C">
                <wp:extent cx="880110" cy="29337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011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126ED" w14:paraId="56835012" w14:textId="77777777" w:rsidTr="000B0103">
      <w:trPr>
        <w:trHeight w:val="20"/>
      </w:trPr>
      <w:tc>
        <w:tcPr>
          <w:tcW w:w="15701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630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6306"/>
          </w:tblGrid>
          <w:tr w:rsidR="00E126ED" w14:paraId="7D7609E4" w14:textId="77777777" w:rsidTr="00D24CA9">
            <w:trPr>
              <w:trHeight w:hRule="exact" w:val="20"/>
            </w:trPr>
            <w:tc>
              <w:tcPr>
                <w:tcW w:w="16306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724934A8" w14:textId="77777777" w:rsidR="00562887" w:rsidRDefault="00562887" w:rsidP="00B53ED7">
                <w:pPr>
                  <w:spacing w:after="0" w:line="240" w:lineRule="auto"/>
                  <w:rPr>
                    <w:rFonts w:ascii="Times New Roman" w:eastAsia="SimSun" w:hAnsi="Times New Roma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34666026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  <w:p w14:paraId="06A39A36" w14:textId="77777777" w:rsidR="00F218F3" w:rsidRDefault="00F218F3">
    <w:pPr>
      <w:pStyle w:val="Header"/>
    </w:pPr>
  </w:p>
  <w:p w14:paraId="4D5FAAA9" w14:textId="77777777" w:rsidR="00F218F3" w:rsidRDefault="00F218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3F"/>
    <w:rsid w:val="000017E0"/>
    <w:rsid w:val="000055A0"/>
    <w:rsid w:val="000174A5"/>
    <w:rsid w:val="00030111"/>
    <w:rsid w:val="000361B5"/>
    <w:rsid w:val="0004007E"/>
    <w:rsid w:val="000527D3"/>
    <w:rsid w:val="00054DE5"/>
    <w:rsid w:val="00057168"/>
    <w:rsid w:val="00061598"/>
    <w:rsid w:val="00061EE9"/>
    <w:rsid w:val="00070571"/>
    <w:rsid w:val="000735E3"/>
    <w:rsid w:val="00081F6C"/>
    <w:rsid w:val="00086A1D"/>
    <w:rsid w:val="00095FFA"/>
    <w:rsid w:val="000A3BFD"/>
    <w:rsid w:val="000B7749"/>
    <w:rsid w:val="000D2165"/>
    <w:rsid w:val="000D5D4B"/>
    <w:rsid w:val="000D6CE3"/>
    <w:rsid w:val="000E5512"/>
    <w:rsid w:val="000F0434"/>
    <w:rsid w:val="000F4D38"/>
    <w:rsid w:val="000F756D"/>
    <w:rsid w:val="00100C70"/>
    <w:rsid w:val="00105377"/>
    <w:rsid w:val="00110982"/>
    <w:rsid w:val="001123D0"/>
    <w:rsid w:val="0011281D"/>
    <w:rsid w:val="0011349F"/>
    <w:rsid w:val="00117337"/>
    <w:rsid w:val="00126A77"/>
    <w:rsid w:val="00131C54"/>
    <w:rsid w:val="00140927"/>
    <w:rsid w:val="0014267A"/>
    <w:rsid w:val="00143AD4"/>
    <w:rsid w:val="0014418B"/>
    <w:rsid w:val="001457A4"/>
    <w:rsid w:val="00155E0B"/>
    <w:rsid w:val="00162956"/>
    <w:rsid w:val="00163271"/>
    <w:rsid w:val="0016457C"/>
    <w:rsid w:val="00174973"/>
    <w:rsid w:val="001778BF"/>
    <w:rsid w:val="001807A3"/>
    <w:rsid w:val="00185964"/>
    <w:rsid w:val="001873A8"/>
    <w:rsid w:val="00196FCB"/>
    <w:rsid w:val="001A1630"/>
    <w:rsid w:val="001A458D"/>
    <w:rsid w:val="001A60FE"/>
    <w:rsid w:val="001B0AE7"/>
    <w:rsid w:val="001B78C1"/>
    <w:rsid w:val="001C45FA"/>
    <w:rsid w:val="001C7B8C"/>
    <w:rsid w:val="001D30A0"/>
    <w:rsid w:val="001D53D4"/>
    <w:rsid w:val="001F0684"/>
    <w:rsid w:val="001F0C18"/>
    <w:rsid w:val="001F4E3F"/>
    <w:rsid w:val="001F612D"/>
    <w:rsid w:val="002141C2"/>
    <w:rsid w:val="002213F0"/>
    <w:rsid w:val="00222DF7"/>
    <w:rsid w:val="00224F88"/>
    <w:rsid w:val="00227DCA"/>
    <w:rsid w:val="00234060"/>
    <w:rsid w:val="00234AB5"/>
    <w:rsid w:val="00244036"/>
    <w:rsid w:val="00247C94"/>
    <w:rsid w:val="002506CB"/>
    <w:rsid w:val="002610E7"/>
    <w:rsid w:val="00263800"/>
    <w:rsid w:val="0029580F"/>
    <w:rsid w:val="002A2CD9"/>
    <w:rsid w:val="002B1484"/>
    <w:rsid w:val="002B1A5A"/>
    <w:rsid w:val="002B2AB9"/>
    <w:rsid w:val="002B7811"/>
    <w:rsid w:val="002C273D"/>
    <w:rsid w:val="002D31B6"/>
    <w:rsid w:val="002D4949"/>
    <w:rsid w:val="002D649C"/>
    <w:rsid w:val="002D7376"/>
    <w:rsid w:val="002E73FB"/>
    <w:rsid w:val="002F0E78"/>
    <w:rsid w:val="002F1D28"/>
    <w:rsid w:val="00305835"/>
    <w:rsid w:val="00307A78"/>
    <w:rsid w:val="003103F9"/>
    <w:rsid w:val="003142DD"/>
    <w:rsid w:val="0031637B"/>
    <w:rsid w:val="0031640C"/>
    <w:rsid w:val="00325655"/>
    <w:rsid w:val="0032706F"/>
    <w:rsid w:val="00331253"/>
    <w:rsid w:val="00351D48"/>
    <w:rsid w:val="003560FA"/>
    <w:rsid w:val="00362D0B"/>
    <w:rsid w:val="003705F5"/>
    <w:rsid w:val="00376ECF"/>
    <w:rsid w:val="00377344"/>
    <w:rsid w:val="0038073B"/>
    <w:rsid w:val="003867A8"/>
    <w:rsid w:val="003A0988"/>
    <w:rsid w:val="003B0FD3"/>
    <w:rsid w:val="003B279F"/>
    <w:rsid w:val="003B46AC"/>
    <w:rsid w:val="003B5C2F"/>
    <w:rsid w:val="003B69DD"/>
    <w:rsid w:val="003B7716"/>
    <w:rsid w:val="003B7A8F"/>
    <w:rsid w:val="003C2257"/>
    <w:rsid w:val="003C2EC3"/>
    <w:rsid w:val="003D3500"/>
    <w:rsid w:val="003D585C"/>
    <w:rsid w:val="003E478B"/>
    <w:rsid w:val="003E52FB"/>
    <w:rsid w:val="003E6E11"/>
    <w:rsid w:val="003F5EFF"/>
    <w:rsid w:val="0040087B"/>
    <w:rsid w:val="00401B50"/>
    <w:rsid w:val="00411227"/>
    <w:rsid w:val="004121A3"/>
    <w:rsid w:val="0041597D"/>
    <w:rsid w:val="00417816"/>
    <w:rsid w:val="00421C57"/>
    <w:rsid w:val="004238C9"/>
    <w:rsid w:val="004255BE"/>
    <w:rsid w:val="00431377"/>
    <w:rsid w:val="00437D79"/>
    <w:rsid w:val="0044039C"/>
    <w:rsid w:val="0044697E"/>
    <w:rsid w:val="00446EC6"/>
    <w:rsid w:val="00453E5E"/>
    <w:rsid w:val="00457857"/>
    <w:rsid w:val="00457FF6"/>
    <w:rsid w:val="004628D5"/>
    <w:rsid w:val="004663D7"/>
    <w:rsid w:val="0048399F"/>
    <w:rsid w:val="00495599"/>
    <w:rsid w:val="004978D3"/>
    <w:rsid w:val="004A2C50"/>
    <w:rsid w:val="004A4879"/>
    <w:rsid w:val="004A562D"/>
    <w:rsid w:val="004A6817"/>
    <w:rsid w:val="004B2551"/>
    <w:rsid w:val="004B577D"/>
    <w:rsid w:val="004B7BFB"/>
    <w:rsid w:val="004C5810"/>
    <w:rsid w:val="004C754C"/>
    <w:rsid w:val="004D1BBB"/>
    <w:rsid w:val="004E1BA8"/>
    <w:rsid w:val="004E3755"/>
    <w:rsid w:val="004E6A8F"/>
    <w:rsid w:val="004F14D3"/>
    <w:rsid w:val="004F7287"/>
    <w:rsid w:val="005016D4"/>
    <w:rsid w:val="00504D50"/>
    <w:rsid w:val="00506186"/>
    <w:rsid w:val="00506370"/>
    <w:rsid w:val="00511E4D"/>
    <w:rsid w:val="005147C2"/>
    <w:rsid w:val="00515D04"/>
    <w:rsid w:val="005161ED"/>
    <w:rsid w:val="005203F2"/>
    <w:rsid w:val="00520CD4"/>
    <w:rsid w:val="00521288"/>
    <w:rsid w:val="00530633"/>
    <w:rsid w:val="00537F0F"/>
    <w:rsid w:val="00540654"/>
    <w:rsid w:val="00543335"/>
    <w:rsid w:val="00545E32"/>
    <w:rsid w:val="00547B0C"/>
    <w:rsid w:val="005518CE"/>
    <w:rsid w:val="00562887"/>
    <w:rsid w:val="00567C51"/>
    <w:rsid w:val="0057307F"/>
    <w:rsid w:val="00576409"/>
    <w:rsid w:val="0058115B"/>
    <w:rsid w:val="00584139"/>
    <w:rsid w:val="00590EA6"/>
    <w:rsid w:val="00591F8C"/>
    <w:rsid w:val="00593A54"/>
    <w:rsid w:val="005A2551"/>
    <w:rsid w:val="005B4E0C"/>
    <w:rsid w:val="005C698D"/>
    <w:rsid w:val="005C734F"/>
    <w:rsid w:val="005D1417"/>
    <w:rsid w:val="005E55BF"/>
    <w:rsid w:val="005E57DE"/>
    <w:rsid w:val="005F3A23"/>
    <w:rsid w:val="005F45C7"/>
    <w:rsid w:val="005F538A"/>
    <w:rsid w:val="006138B3"/>
    <w:rsid w:val="00616A60"/>
    <w:rsid w:val="0062465A"/>
    <w:rsid w:val="0062635B"/>
    <w:rsid w:val="00630057"/>
    <w:rsid w:val="006322D9"/>
    <w:rsid w:val="00634F8F"/>
    <w:rsid w:val="006354D6"/>
    <w:rsid w:val="00640C9E"/>
    <w:rsid w:val="00650668"/>
    <w:rsid w:val="006513BD"/>
    <w:rsid w:val="006519A2"/>
    <w:rsid w:val="0065254B"/>
    <w:rsid w:val="00654EF4"/>
    <w:rsid w:val="0065751E"/>
    <w:rsid w:val="00663C82"/>
    <w:rsid w:val="00664394"/>
    <w:rsid w:val="0066474D"/>
    <w:rsid w:val="00666F6C"/>
    <w:rsid w:val="0066706C"/>
    <w:rsid w:val="00667EDB"/>
    <w:rsid w:val="00686179"/>
    <w:rsid w:val="00686385"/>
    <w:rsid w:val="006911CA"/>
    <w:rsid w:val="00693CAF"/>
    <w:rsid w:val="006A223A"/>
    <w:rsid w:val="006A57D4"/>
    <w:rsid w:val="006A7830"/>
    <w:rsid w:val="006B1B8A"/>
    <w:rsid w:val="006C0395"/>
    <w:rsid w:val="006C302F"/>
    <w:rsid w:val="006C4722"/>
    <w:rsid w:val="006D4B62"/>
    <w:rsid w:val="006E0252"/>
    <w:rsid w:val="006E1084"/>
    <w:rsid w:val="006E4A15"/>
    <w:rsid w:val="006F4976"/>
    <w:rsid w:val="006F64E3"/>
    <w:rsid w:val="006F7751"/>
    <w:rsid w:val="007011A8"/>
    <w:rsid w:val="00702753"/>
    <w:rsid w:val="00703077"/>
    <w:rsid w:val="007072F8"/>
    <w:rsid w:val="00731E82"/>
    <w:rsid w:val="00732D46"/>
    <w:rsid w:val="00734278"/>
    <w:rsid w:val="007538F8"/>
    <w:rsid w:val="00753FC4"/>
    <w:rsid w:val="00757989"/>
    <w:rsid w:val="00764806"/>
    <w:rsid w:val="00766C61"/>
    <w:rsid w:val="007711BE"/>
    <w:rsid w:val="007732D4"/>
    <w:rsid w:val="00776342"/>
    <w:rsid w:val="0078287C"/>
    <w:rsid w:val="00787EEC"/>
    <w:rsid w:val="00790CE4"/>
    <w:rsid w:val="00795239"/>
    <w:rsid w:val="00795566"/>
    <w:rsid w:val="0079614A"/>
    <w:rsid w:val="007A52B2"/>
    <w:rsid w:val="007A56A9"/>
    <w:rsid w:val="007A6EB0"/>
    <w:rsid w:val="007B2FD9"/>
    <w:rsid w:val="007B7DFC"/>
    <w:rsid w:val="007C7384"/>
    <w:rsid w:val="007D30E8"/>
    <w:rsid w:val="007D3BA4"/>
    <w:rsid w:val="007D78BE"/>
    <w:rsid w:val="007E0427"/>
    <w:rsid w:val="007E0FC8"/>
    <w:rsid w:val="007E4886"/>
    <w:rsid w:val="007F00E2"/>
    <w:rsid w:val="0081059A"/>
    <w:rsid w:val="008152F4"/>
    <w:rsid w:val="00822468"/>
    <w:rsid w:val="00822AB0"/>
    <w:rsid w:val="00824BCC"/>
    <w:rsid w:val="00833863"/>
    <w:rsid w:val="00841128"/>
    <w:rsid w:val="00841D18"/>
    <w:rsid w:val="00843193"/>
    <w:rsid w:val="008432C3"/>
    <w:rsid w:val="00844D19"/>
    <w:rsid w:val="00856FB3"/>
    <w:rsid w:val="00875D5E"/>
    <w:rsid w:val="00882C57"/>
    <w:rsid w:val="00895238"/>
    <w:rsid w:val="0089616E"/>
    <w:rsid w:val="008A5976"/>
    <w:rsid w:val="008A63F2"/>
    <w:rsid w:val="008A6B52"/>
    <w:rsid w:val="008B198C"/>
    <w:rsid w:val="008B1F19"/>
    <w:rsid w:val="008B66A8"/>
    <w:rsid w:val="008C2967"/>
    <w:rsid w:val="008C4733"/>
    <w:rsid w:val="008C4E63"/>
    <w:rsid w:val="008C68FA"/>
    <w:rsid w:val="008D21F0"/>
    <w:rsid w:val="008D3204"/>
    <w:rsid w:val="008E1927"/>
    <w:rsid w:val="008E19D3"/>
    <w:rsid w:val="008E3BA3"/>
    <w:rsid w:val="008F15CC"/>
    <w:rsid w:val="008F2422"/>
    <w:rsid w:val="00907C6B"/>
    <w:rsid w:val="00915DA8"/>
    <w:rsid w:val="009163CC"/>
    <w:rsid w:val="00920B83"/>
    <w:rsid w:val="00927DFE"/>
    <w:rsid w:val="00930E92"/>
    <w:rsid w:val="00932E07"/>
    <w:rsid w:val="00950DD4"/>
    <w:rsid w:val="00952C34"/>
    <w:rsid w:val="00954BA0"/>
    <w:rsid w:val="00961A56"/>
    <w:rsid w:val="0096241F"/>
    <w:rsid w:val="00966F1B"/>
    <w:rsid w:val="0097295C"/>
    <w:rsid w:val="00974322"/>
    <w:rsid w:val="00981163"/>
    <w:rsid w:val="00985000"/>
    <w:rsid w:val="00986B52"/>
    <w:rsid w:val="009911C1"/>
    <w:rsid w:val="009A019A"/>
    <w:rsid w:val="009B439B"/>
    <w:rsid w:val="009B5FD8"/>
    <w:rsid w:val="009C60C6"/>
    <w:rsid w:val="009D0804"/>
    <w:rsid w:val="009D2DDC"/>
    <w:rsid w:val="009D4BD2"/>
    <w:rsid w:val="009E2C9F"/>
    <w:rsid w:val="009F1A5E"/>
    <w:rsid w:val="009F2973"/>
    <w:rsid w:val="009F3D79"/>
    <w:rsid w:val="00A03163"/>
    <w:rsid w:val="00A03984"/>
    <w:rsid w:val="00A07A26"/>
    <w:rsid w:val="00A1255C"/>
    <w:rsid w:val="00A14ECB"/>
    <w:rsid w:val="00A16809"/>
    <w:rsid w:val="00A17C07"/>
    <w:rsid w:val="00A26FE8"/>
    <w:rsid w:val="00A3291E"/>
    <w:rsid w:val="00A403DC"/>
    <w:rsid w:val="00A42A6A"/>
    <w:rsid w:val="00A52207"/>
    <w:rsid w:val="00A522A7"/>
    <w:rsid w:val="00A56A45"/>
    <w:rsid w:val="00A56EF6"/>
    <w:rsid w:val="00A614F4"/>
    <w:rsid w:val="00A72A97"/>
    <w:rsid w:val="00A74594"/>
    <w:rsid w:val="00A80B4C"/>
    <w:rsid w:val="00A94123"/>
    <w:rsid w:val="00A94FC6"/>
    <w:rsid w:val="00A97B33"/>
    <w:rsid w:val="00AA392C"/>
    <w:rsid w:val="00AA50B6"/>
    <w:rsid w:val="00AA529D"/>
    <w:rsid w:val="00AA597E"/>
    <w:rsid w:val="00AA724D"/>
    <w:rsid w:val="00AC4021"/>
    <w:rsid w:val="00AC61DC"/>
    <w:rsid w:val="00AD0299"/>
    <w:rsid w:val="00AD3883"/>
    <w:rsid w:val="00AD3EDD"/>
    <w:rsid w:val="00AD6E2E"/>
    <w:rsid w:val="00AE36AA"/>
    <w:rsid w:val="00AE626F"/>
    <w:rsid w:val="00AF50A6"/>
    <w:rsid w:val="00AF6321"/>
    <w:rsid w:val="00B00D74"/>
    <w:rsid w:val="00B10DE1"/>
    <w:rsid w:val="00B12CFA"/>
    <w:rsid w:val="00B13724"/>
    <w:rsid w:val="00B25A31"/>
    <w:rsid w:val="00B3113C"/>
    <w:rsid w:val="00B3309C"/>
    <w:rsid w:val="00B4179B"/>
    <w:rsid w:val="00B429C5"/>
    <w:rsid w:val="00B4396A"/>
    <w:rsid w:val="00B43E23"/>
    <w:rsid w:val="00B52379"/>
    <w:rsid w:val="00B53ED7"/>
    <w:rsid w:val="00B57B10"/>
    <w:rsid w:val="00B57C34"/>
    <w:rsid w:val="00B62FC1"/>
    <w:rsid w:val="00B65A0D"/>
    <w:rsid w:val="00B72462"/>
    <w:rsid w:val="00B72DC9"/>
    <w:rsid w:val="00B76AB7"/>
    <w:rsid w:val="00B80276"/>
    <w:rsid w:val="00B8166B"/>
    <w:rsid w:val="00B818D8"/>
    <w:rsid w:val="00B82792"/>
    <w:rsid w:val="00B83A8B"/>
    <w:rsid w:val="00B8711F"/>
    <w:rsid w:val="00B94D23"/>
    <w:rsid w:val="00B95F7E"/>
    <w:rsid w:val="00BA2EAD"/>
    <w:rsid w:val="00BB266B"/>
    <w:rsid w:val="00BB6A5B"/>
    <w:rsid w:val="00BC3364"/>
    <w:rsid w:val="00BC5EBB"/>
    <w:rsid w:val="00BD11E6"/>
    <w:rsid w:val="00BD7B22"/>
    <w:rsid w:val="00BE0238"/>
    <w:rsid w:val="00BE169C"/>
    <w:rsid w:val="00BE243F"/>
    <w:rsid w:val="00BE776D"/>
    <w:rsid w:val="00BF18DA"/>
    <w:rsid w:val="00BF4DD5"/>
    <w:rsid w:val="00BF4E22"/>
    <w:rsid w:val="00C02359"/>
    <w:rsid w:val="00C04699"/>
    <w:rsid w:val="00C14DCA"/>
    <w:rsid w:val="00C157BD"/>
    <w:rsid w:val="00C15F83"/>
    <w:rsid w:val="00C22023"/>
    <w:rsid w:val="00C246EA"/>
    <w:rsid w:val="00C31170"/>
    <w:rsid w:val="00C36485"/>
    <w:rsid w:val="00C4049D"/>
    <w:rsid w:val="00C43E05"/>
    <w:rsid w:val="00C479B2"/>
    <w:rsid w:val="00C518AF"/>
    <w:rsid w:val="00C52F70"/>
    <w:rsid w:val="00C544D7"/>
    <w:rsid w:val="00C57D13"/>
    <w:rsid w:val="00C70806"/>
    <w:rsid w:val="00C76D18"/>
    <w:rsid w:val="00C76D38"/>
    <w:rsid w:val="00C806CC"/>
    <w:rsid w:val="00C83B3F"/>
    <w:rsid w:val="00C85663"/>
    <w:rsid w:val="00C864E5"/>
    <w:rsid w:val="00C97DE0"/>
    <w:rsid w:val="00C97EC1"/>
    <w:rsid w:val="00CA29AA"/>
    <w:rsid w:val="00CA6320"/>
    <w:rsid w:val="00CB08E4"/>
    <w:rsid w:val="00CB098B"/>
    <w:rsid w:val="00CB31CC"/>
    <w:rsid w:val="00CC06A1"/>
    <w:rsid w:val="00CC36A5"/>
    <w:rsid w:val="00CD5BA2"/>
    <w:rsid w:val="00CD6995"/>
    <w:rsid w:val="00CD73B8"/>
    <w:rsid w:val="00CE2453"/>
    <w:rsid w:val="00CF1BAF"/>
    <w:rsid w:val="00CF2CAA"/>
    <w:rsid w:val="00CF56EC"/>
    <w:rsid w:val="00CF6192"/>
    <w:rsid w:val="00D0087D"/>
    <w:rsid w:val="00D04FEE"/>
    <w:rsid w:val="00D10F3E"/>
    <w:rsid w:val="00D13871"/>
    <w:rsid w:val="00D2295E"/>
    <w:rsid w:val="00D32FD5"/>
    <w:rsid w:val="00D33B5F"/>
    <w:rsid w:val="00D344FA"/>
    <w:rsid w:val="00D36A3A"/>
    <w:rsid w:val="00D40965"/>
    <w:rsid w:val="00D46B23"/>
    <w:rsid w:val="00D574FC"/>
    <w:rsid w:val="00D62C58"/>
    <w:rsid w:val="00D73F13"/>
    <w:rsid w:val="00D74828"/>
    <w:rsid w:val="00D91037"/>
    <w:rsid w:val="00D92B7B"/>
    <w:rsid w:val="00D92E5B"/>
    <w:rsid w:val="00D94D42"/>
    <w:rsid w:val="00D968DD"/>
    <w:rsid w:val="00DA000C"/>
    <w:rsid w:val="00DA0E4D"/>
    <w:rsid w:val="00DA1391"/>
    <w:rsid w:val="00DA160F"/>
    <w:rsid w:val="00DA6256"/>
    <w:rsid w:val="00DB2C71"/>
    <w:rsid w:val="00DB2FEC"/>
    <w:rsid w:val="00DB516E"/>
    <w:rsid w:val="00DB614A"/>
    <w:rsid w:val="00DD1987"/>
    <w:rsid w:val="00DD3757"/>
    <w:rsid w:val="00DD6ACA"/>
    <w:rsid w:val="00DD7EA9"/>
    <w:rsid w:val="00DE2911"/>
    <w:rsid w:val="00DF2870"/>
    <w:rsid w:val="00DF28E5"/>
    <w:rsid w:val="00DF48F8"/>
    <w:rsid w:val="00E0032E"/>
    <w:rsid w:val="00E05FD7"/>
    <w:rsid w:val="00E0676E"/>
    <w:rsid w:val="00E126ED"/>
    <w:rsid w:val="00E22C31"/>
    <w:rsid w:val="00E2508E"/>
    <w:rsid w:val="00E27BEB"/>
    <w:rsid w:val="00E361FC"/>
    <w:rsid w:val="00E45F79"/>
    <w:rsid w:val="00E52789"/>
    <w:rsid w:val="00E544DC"/>
    <w:rsid w:val="00E54EDE"/>
    <w:rsid w:val="00E56DAC"/>
    <w:rsid w:val="00E6138F"/>
    <w:rsid w:val="00E67208"/>
    <w:rsid w:val="00E72EAA"/>
    <w:rsid w:val="00E75B80"/>
    <w:rsid w:val="00E77038"/>
    <w:rsid w:val="00E831A9"/>
    <w:rsid w:val="00E94F05"/>
    <w:rsid w:val="00EA2ECD"/>
    <w:rsid w:val="00EA3F2D"/>
    <w:rsid w:val="00EA5720"/>
    <w:rsid w:val="00EB3B6A"/>
    <w:rsid w:val="00EC1B1A"/>
    <w:rsid w:val="00EE5C8F"/>
    <w:rsid w:val="00EE6E15"/>
    <w:rsid w:val="00EF4E4D"/>
    <w:rsid w:val="00F0100D"/>
    <w:rsid w:val="00F0259B"/>
    <w:rsid w:val="00F0503D"/>
    <w:rsid w:val="00F0565A"/>
    <w:rsid w:val="00F101D0"/>
    <w:rsid w:val="00F10867"/>
    <w:rsid w:val="00F17A8D"/>
    <w:rsid w:val="00F203D6"/>
    <w:rsid w:val="00F218F3"/>
    <w:rsid w:val="00F22069"/>
    <w:rsid w:val="00F25689"/>
    <w:rsid w:val="00F27330"/>
    <w:rsid w:val="00F27ED0"/>
    <w:rsid w:val="00F3281A"/>
    <w:rsid w:val="00F357E4"/>
    <w:rsid w:val="00F36A4F"/>
    <w:rsid w:val="00F41611"/>
    <w:rsid w:val="00F43D28"/>
    <w:rsid w:val="00F45154"/>
    <w:rsid w:val="00F52117"/>
    <w:rsid w:val="00F537EB"/>
    <w:rsid w:val="00F56C42"/>
    <w:rsid w:val="00F6321D"/>
    <w:rsid w:val="00F803E4"/>
    <w:rsid w:val="00F83DCF"/>
    <w:rsid w:val="00F84FE4"/>
    <w:rsid w:val="00F864AC"/>
    <w:rsid w:val="00FA032D"/>
    <w:rsid w:val="00FA119A"/>
    <w:rsid w:val="00FB1D24"/>
    <w:rsid w:val="00FB2BFD"/>
    <w:rsid w:val="00FD43EA"/>
    <w:rsid w:val="00FD5272"/>
    <w:rsid w:val="00FE6153"/>
    <w:rsid w:val="00FF1685"/>
    <w:rsid w:val="00FF1EED"/>
    <w:rsid w:val="00FF3E0A"/>
    <w:rsid w:val="00FF7391"/>
    <w:rsid w:val="00FF7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75950"/>
  <w15:docId w15:val="{495E6FA1-42CD-4371-BDE3-62AFD40F9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AA72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A07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1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8F3"/>
    <w:rPr>
      <w:rFonts w:ascii="Tahoma" w:eastAsia="Calibri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0FD1E2E7-0407-4702-BE9A-80C24281D9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3B7C7B-7DA7-4CAC-ACE0-2FA5CE6BB4B4}"/>
</file>

<file path=customXml/itemProps3.xml><?xml version="1.0" encoding="utf-8"?>
<ds:datastoreItem xmlns:ds="http://schemas.openxmlformats.org/officeDocument/2006/customXml" ds:itemID="{9931321F-FB54-497E-8605-E8A03150CCC6}"/>
</file>

<file path=customXml/itemProps4.xml><?xml version="1.0" encoding="utf-8"?>
<ds:datastoreItem xmlns:ds="http://schemas.openxmlformats.org/officeDocument/2006/customXml" ds:itemID="{555A2369-1173-4F43-8C0B-029BB7401095}"/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</cp:revision>
  <dcterms:created xsi:type="dcterms:W3CDTF">2022-05-11T05:30:00Z</dcterms:created>
  <dcterms:modified xsi:type="dcterms:W3CDTF">2022-05-11T05:30:00Z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