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2AF68D" w14:textId="77777777" w:rsidR="00162956" w:rsidRPr="003D585C" w:rsidRDefault="00162956" w:rsidP="004A562D">
      <w:pPr>
        <w:autoSpaceDE w:val="0"/>
        <w:autoSpaceDN w:val="0"/>
        <w:adjustRightInd w:val="0"/>
        <w:spacing w:after="0" w:line="120" w:lineRule="auto"/>
        <w:rPr>
          <w:rFonts w:asciiTheme="minorHAnsi" w:hAnsiTheme="minorHAnsi"/>
          <w:sz w:val="8"/>
          <w:szCs w:val="8"/>
        </w:rPr>
      </w:pPr>
    </w:p>
    <w:p w14:paraId="52418245" w14:textId="77777777" w:rsidR="00A52207" w:rsidRPr="004255BE" w:rsidRDefault="00A25E09" w:rsidP="006911CA">
      <w:pPr>
        <w:autoSpaceDE w:val="0"/>
        <w:autoSpaceDN w:val="0"/>
        <w:adjustRightInd w:val="0"/>
        <w:spacing w:after="0"/>
      </w:pPr>
      <w:r w:rsidRPr="000E5512">
        <w:rPr>
          <w:rFonts w:ascii="Helvetica" w:eastAsiaTheme="minorEastAsia" w:hAnsi="Helvetica"/>
          <w:b/>
          <w:sz w:val="20"/>
          <w:szCs w:val="20"/>
          <w:lang w:eastAsia="zh-CN"/>
        </w:rPr>
        <w:t xml:space="preserve">Member Name : </w:t>
      </w:r>
      <w:r w:rsidRPr="000E5512">
        <w:rPr>
          <w:rFonts w:ascii="Helvetica" w:hAnsi="Helvetica" w:cs="Arial"/>
          <w:noProof/>
          <w:sz w:val="20"/>
          <w:szCs w:val="20"/>
        </w:rPr>
        <w:t>Bell, Peter</w:t>
      </w:r>
    </w:p>
    <w:p w14:paraId="362F856E" w14:textId="77777777" w:rsidR="003B279F" w:rsidRDefault="00A25E09" w:rsidP="00162956">
      <w:pPr>
        <w:autoSpaceDE w:val="0"/>
        <w:autoSpaceDN w:val="0"/>
        <w:adjustRightInd w:val="0"/>
      </w:pPr>
      <w:r w:rsidRPr="000E5512">
        <w:rPr>
          <w:rFonts w:ascii="Helvetica" w:eastAsiaTheme="minorEastAsia" w:hAnsi="Helvetica"/>
          <w:b/>
          <w:sz w:val="20"/>
          <w:szCs w:val="20"/>
          <w:lang w:eastAsia="zh-CN"/>
        </w:rPr>
        <w:t xml:space="preserve">Member Age : </w:t>
      </w:r>
      <w:r w:rsidRPr="000E5512">
        <w:rPr>
          <w:rFonts w:ascii="Helvetica" w:hAnsi="Helvetica"/>
          <w:noProof/>
          <w:sz w:val="20"/>
          <w:szCs w:val="20"/>
        </w:rPr>
        <w:t>64*</w:t>
      </w:r>
      <w:r w:rsidR="00C97DE0">
        <w:t xml:space="preserve"> </w:t>
      </w:r>
      <w:r w:rsidR="00AC61DC" w:rsidRPr="00AC61DC">
        <w:rPr>
          <w:rFonts w:ascii="Helvetica" w:hAnsi="Helvetica"/>
          <w:sz w:val="20"/>
          <w:szCs w:val="20"/>
        </w:rPr>
        <w:t xml:space="preserve">(Date of Birth : </w:t>
      </w:r>
      <w:r w:rsidR="00AC61DC" w:rsidRPr="00AC61DC">
        <w:rPr>
          <w:rFonts w:ascii="Helvetica" w:hAnsi="Helvetica"/>
          <w:noProof/>
          <w:sz w:val="20"/>
          <w:szCs w:val="20"/>
        </w:rPr>
        <w:t>Provided</w:t>
      </w:r>
      <w:r w:rsidR="00AC61DC" w:rsidRPr="00AC61DC">
        <w:rPr>
          <w:rFonts w:ascii="Helvetica" w:hAnsi="Helvetica"/>
          <w:sz w:val="20"/>
          <w:szCs w:val="20"/>
        </w:rPr>
        <w:t>)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1276"/>
        <w:gridCol w:w="1276"/>
        <w:gridCol w:w="992"/>
        <w:gridCol w:w="992"/>
        <w:gridCol w:w="1418"/>
        <w:gridCol w:w="1276"/>
        <w:gridCol w:w="1559"/>
        <w:gridCol w:w="1559"/>
        <w:gridCol w:w="1843"/>
        <w:gridCol w:w="1701"/>
      </w:tblGrid>
      <w:tr w:rsidR="007310A3" w14:paraId="15CCA581" w14:textId="77777777" w:rsidTr="00F22069">
        <w:tc>
          <w:tcPr>
            <w:tcW w:w="1134" w:type="dxa"/>
            <w:shd w:val="clear" w:color="auto" w:fill="EEECE1" w:themeFill="background2"/>
          </w:tcPr>
          <w:p w14:paraId="581EAA2C" w14:textId="77777777" w:rsidR="00954BA0" w:rsidRPr="000E5512" w:rsidRDefault="00A25E09" w:rsidP="001D30A0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 w:rsidRPr="000E5512"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  <w:t>Member Code</w:t>
            </w:r>
          </w:p>
        </w:tc>
        <w:tc>
          <w:tcPr>
            <w:tcW w:w="1276" w:type="dxa"/>
            <w:shd w:val="clear" w:color="auto" w:fill="EEECE1" w:themeFill="background2"/>
          </w:tcPr>
          <w:p w14:paraId="2B733254" w14:textId="77777777" w:rsidR="00954BA0" w:rsidRPr="000E5512" w:rsidRDefault="00A25E09" w:rsidP="001D30A0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 w:rsidRPr="000E5512"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  <w:t>Pension Type</w:t>
            </w:r>
          </w:p>
        </w:tc>
        <w:tc>
          <w:tcPr>
            <w:tcW w:w="1276" w:type="dxa"/>
            <w:shd w:val="clear" w:color="auto" w:fill="EEECE1" w:themeFill="background2"/>
          </w:tcPr>
          <w:p w14:paraId="7D5E79E8" w14:textId="77777777" w:rsidR="00954BA0" w:rsidRPr="000E5512" w:rsidRDefault="00A25E09" w:rsidP="001D30A0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 w:rsidRPr="000E5512"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  <w:t>Pension Start Date</w:t>
            </w:r>
          </w:p>
        </w:tc>
        <w:tc>
          <w:tcPr>
            <w:tcW w:w="992" w:type="dxa"/>
            <w:shd w:val="clear" w:color="auto" w:fill="EEECE1" w:themeFill="background2"/>
          </w:tcPr>
          <w:p w14:paraId="2C77BEBB" w14:textId="77777777" w:rsidR="00954BA0" w:rsidRPr="000E5512" w:rsidRDefault="00A25E09" w:rsidP="001D30A0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 w:rsidRPr="000E5512"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  <w:t>Tax</w:t>
            </w:r>
            <w:r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  <w:t xml:space="preserve"> </w:t>
            </w:r>
            <w:r w:rsidRPr="000E5512"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  <w:t>Free</w:t>
            </w:r>
          </w:p>
        </w:tc>
        <w:tc>
          <w:tcPr>
            <w:tcW w:w="992" w:type="dxa"/>
            <w:shd w:val="clear" w:color="auto" w:fill="EEECE1" w:themeFill="background2"/>
          </w:tcPr>
          <w:p w14:paraId="08DCD2BF" w14:textId="77777777" w:rsidR="005E57DE" w:rsidRDefault="00A25E09" w:rsidP="001D30A0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  <w:t>Min</w:t>
            </w:r>
            <w:r w:rsidRPr="000E5512"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  <w:t xml:space="preserve">/ </w:t>
            </w:r>
          </w:p>
          <w:p w14:paraId="1A8D8F74" w14:textId="77777777" w:rsidR="00954BA0" w:rsidRPr="000E5512" w:rsidRDefault="00A25E09" w:rsidP="001D30A0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  <w:t>P</w:t>
            </w:r>
            <w:r w:rsidR="003B7716"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  <w:t xml:space="preserve">F </w:t>
            </w:r>
          </w:p>
        </w:tc>
        <w:tc>
          <w:tcPr>
            <w:tcW w:w="1418" w:type="dxa"/>
            <w:shd w:val="clear" w:color="auto" w:fill="EEECE1" w:themeFill="background2"/>
          </w:tcPr>
          <w:p w14:paraId="43C5131B" w14:textId="77777777" w:rsidR="00954BA0" w:rsidRPr="000E5512" w:rsidRDefault="00A25E09" w:rsidP="001D30A0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 w:rsidRPr="000E5512"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  <w:t>Minimum</w:t>
            </w:r>
          </w:p>
        </w:tc>
        <w:tc>
          <w:tcPr>
            <w:tcW w:w="1276" w:type="dxa"/>
            <w:shd w:val="clear" w:color="auto" w:fill="EEECE1" w:themeFill="background2"/>
          </w:tcPr>
          <w:p w14:paraId="7A7AD4F6" w14:textId="77777777" w:rsidR="00954BA0" w:rsidRPr="000E5512" w:rsidRDefault="00A25E09" w:rsidP="001D30A0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 w:rsidRPr="000E5512"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  <w:t>Maximum</w:t>
            </w:r>
          </w:p>
        </w:tc>
        <w:tc>
          <w:tcPr>
            <w:tcW w:w="1559" w:type="dxa"/>
            <w:shd w:val="clear" w:color="auto" w:fill="EEECE1" w:themeFill="background2"/>
          </w:tcPr>
          <w:p w14:paraId="5548DF9F" w14:textId="77777777" w:rsidR="00954BA0" w:rsidRPr="000E5512" w:rsidRDefault="00A25E09" w:rsidP="001D30A0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 w:rsidRPr="000E5512"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  <w:t>Gross Pension Payments</w:t>
            </w:r>
          </w:p>
        </w:tc>
        <w:tc>
          <w:tcPr>
            <w:tcW w:w="1559" w:type="dxa"/>
            <w:shd w:val="clear" w:color="auto" w:fill="EEECE1" w:themeFill="background2"/>
          </w:tcPr>
          <w:p w14:paraId="67B7B325" w14:textId="77777777" w:rsidR="00954BA0" w:rsidRPr="000E5512" w:rsidRDefault="00A25E09" w:rsidP="001D30A0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 w:rsidRPr="000E5512"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  <w:t>PAYG</w:t>
            </w:r>
          </w:p>
        </w:tc>
        <w:tc>
          <w:tcPr>
            <w:tcW w:w="1843" w:type="dxa"/>
            <w:shd w:val="clear" w:color="auto" w:fill="EEECE1" w:themeFill="background2"/>
          </w:tcPr>
          <w:p w14:paraId="0D609139" w14:textId="77777777" w:rsidR="00954BA0" w:rsidRPr="000E5512" w:rsidRDefault="00A25E09" w:rsidP="001D30A0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 w:rsidRPr="000E5512"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  <w:t>Net Pension Payment</w:t>
            </w:r>
          </w:p>
        </w:tc>
        <w:tc>
          <w:tcPr>
            <w:tcW w:w="1701" w:type="dxa"/>
            <w:shd w:val="clear" w:color="auto" w:fill="EEECE1" w:themeFill="background2"/>
          </w:tcPr>
          <w:p w14:paraId="4CAFF812" w14:textId="77777777" w:rsidR="00954BA0" w:rsidRPr="000E5512" w:rsidRDefault="00A25E09" w:rsidP="001D30A0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 w:rsidRPr="000E5512"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  <w:t>Amount to reach Min</w:t>
            </w:r>
            <w:r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  <w:t>imum</w:t>
            </w:r>
          </w:p>
        </w:tc>
      </w:tr>
    </w:tbl>
    <w:p w14:paraId="66F60CF8" w14:textId="77777777" w:rsidR="00667EDB" w:rsidRPr="00CD73B8" w:rsidRDefault="00667EDB" w:rsidP="00457FF6">
      <w:pPr>
        <w:autoSpaceDE w:val="0"/>
        <w:autoSpaceDN w:val="0"/>
        <w:adjustRightInd w:val="0"/>
        <w:spacing w:after="0"/>
        <w:rPr>
          <w:sz w:val="2"/>
          <w:szCs w:val="16"/>
        </w:rPr>
      </w:pPr>
    </w:p>
    <w:tbl>
      <w:tblPr>
        <w:tblStyle w:val="TableGrid"/>
        <w:tblW w:w="150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1276"/>
        <w:gridCol w:w="1276"/>
        <w:gridCol w:w="992"/>
        <w:gridCol w:w="992"/>
        <w:gridCol w:w="1418"/>
        <w:gridCol w:w="1276"/>
        <w:gridCol w:w="1559"/>
        <w:gridCol w:w="1559"/>
        <w:gridCol w:w="1843"/>
        <w:gridCol w:w="1701"/>
      </w:tblGrid>
      <w:tr w:rsidR="007310A3" w14:paraId="44A7AAA8" w14:textId="77777777" w:rsidTr="00AA529D">
        <w:tc>
          <w:tcPr>
            <w:tcW w:w="1134" w:type="dxa"/>
          </w:tcPr>
          <w:p w14:paraId="085C6E66" w14:textId="77777777" w:rsidR="00954BA0" w:rsidRDefault="00A25E09" w:rsidP="00070571">
            <w:pPr>
              <w:autoSpaceDE w:val="0"/>
              <w:autoSpaceDN w:val="0"/>
              <w:adjustRightInd w:val="0"/>
            </w:pPr>
            <w:r w:rsidRPr="002B1484">
              <w:rPr>
                <w:rFonts w:ascii="Helvetica" w:hAnsi="Helvetica"/>
                <w:noProof/>
                <w:sz w:val="20"/>
                <w:szCs w:val="20"/>
              </w:rPr>
              <w:t>BELPET00001P</w:t>
            </w:r>
          </w:p>
          <w:p w14:paraId="5D03EC89" w14:textId="77777777" w:rsidR="00954BA0" w:rsidRPr="002B1484" w:rsidRDefault="00954BA0" w:rsidP="00070571">
            <w:pPr>
              <w:autoSpaceDE w:val="0"/>
              <w:autoSpaceDN w:val="0"/>
              <w:adjustRightInd w:val="0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A96276C" w14:textId="77777777" w:rsidR="00954BA0" w:rsidRPr="006F7751" w:rsidRDefault="00A25E09" w:rsidP="00966F1B">
            <w:pPr>
              <w:autoSpaceDE w:val="0"/>
              <w:autoSpaceDN w:val="0"/>
              <w:adjustRightInd w:val="0"/>
            </w:pPr>
            <w:r w:rsidRPr="002B1484">
              <w:rPr>
                <w:rFonts w:ascii="Helvetica" w:hAnsi="Helvetica"/>
                <w:noProof/>
                <w:sz w:val="20"/>
                <w:szCs w:val="20"/>
              </w:rPr>
              <w:t xml:space="preserve">Account </w:t>
            </w:r>
            <w:r w:rsidRPr="002B1484">
              <w:rPr>
                <w:rFonts w:ascii="Helvetica" w:hAnsi="Helvetica"/>
                <w:noProof/>
                <w:sz w:val="20"/>
                <w:szCs w:val="20"/>
              </w:rPr>
              <w:t>Based Pension</w:t>
            </w:r>
          </w:p>
        </w:tc>
        <w:tc>
          <w:tcPr>
            <w:tcW w:w="1276" w:type="dxa"/>
          </w:tcPr>
          <w:p w14:paraId="6D734A66" w14:textId="77777777" w:rsidR="00954BA0" w:rsidRPr="006F7751" w:rsidRDefault="00A25E09" w:rsidP="006F7751">
            <w:pPr>
              <w:autoSpaceDE w:val="0"/>
              <w:autoSpaceDN w:val="0"/>
              <w:adjustRightInd w:val="0"/>
              <w:rPr>
                <w:rFonts w:ascii="Helvetica" w:hAnsi="Helvetica"/>
                <w:sz w:val="20"/>
                <w:szCs w:val="20"/>
              </w:rPr>
            </w:pPr>
            <w:r w:rsidRPr="002B1484">
              <w:rPr>
                <w:rFonts w:ascii="Helvetica" w:hAnsi="Helvetica"/>
                <w:noProof/>
                <w:sz w:val="20"/>
                <w:szCs w:val="20"/>
              </w:rPr>
              <w:t>01/07/2015</w:t>
            </w:r>
          </w:p>
        </w:tc>
        <w:tc>
          <w:tcPr>
            <w:tcW w:w="992" w:type="dxa"/>
          </w:tcPr>
          <w:p w14:paraId="7AFA281B" w14:textId="77777777" w:rsidR="00954BA0" w:rsidRPr="006F7751" w:rsidRDefault="00A25E09" w:rsidP="006F7751">
            <w:pPr>
              <w:autoSpaceDE w:val="0"/>
              <w:autoSpaceDN w:val="0"/>
              <w:adjustRightInd w:val="0"/>
              <w:rPr>
                <w:rFonts w:ascii="Helvetica" w:hAnsi="Helvetica"/>
                <w:sz w:val="20"/>
                <w:szCs w:val="20"/>
              </w:rPr>
            </w:pPr>
            <w:r w:rsidRPr="002B1484">
              <w:rPr>
                <w:rFonts w:ascii="Helvetica" w:hAnsi="Helvetica"/>
                <w:noProof/>
                <w:sz w:val="20"/>
                <w:szCs w:val="20"/>
              </w:rPr>
              <w:t>0.09%</w:t>
            </w:r>
          </w:p>
        </w:tc>
        <w:tc>
          <w:tcPr>
            <w:tcW w:w="992" w:type="dxa"/>
          </w:tcPr>
          <w:p w14:paraId="69E19A27" w14:textId="77777777" w:rsidR="00954BA0" w:rsidRPr="00A80B4C" w:rsidRDefault="00A80B4C" w:rsidP="000055A0">
            <w:pPr>
              <w:autoSpaceDE w:val="0"/>
              <w:autoSpaceDN w:val="0"/>
              <w:adjustRightInd w:val="0"/>
              <w:rPr>
                <w:rFonts w:ascii="Helvetica" w:hAnsi="Helvetica"/>
                <w:sz w:val="20"/>
                <w:szCs w:val="20"/>
              </w:rPr>
            </w:pPr>
            <w:r w:rsidRPr="00A80B4C">
              <w:rPr>
                <w:rFonts w:ascii="Helvetica" w:hAnsi="Helvetica"/>
                <w:noProof/>
                <w:sz w:val="20"/>
                <w:szCs w:val="20"/>
              </w:rPr>
              <w:t>2.00%</w:t>
            </w:r>
          </w:p>
        </w:tc>
        <w:tc>
          <w:tcPr>
            <w:tcW w:w="1418" w:type="dxa"/>
          </w:tcPr>
          <w:p w14:paraId="0EE3BE3C" w14:textId="14A1EEC2" w:rsidR="00954BA0" w:rsidRPr="002B1484" w:rsidRDefault="00A25E09" w:rsidP="000055A0">
            <w:pPr>
              <w:autoSpaceDE w:val="0"/>
              <w:autoSpaceDN w:val="0"/>
              <w:adjustRightInd w:val="0"/>
              <w:rPr>
                <w:rFonts w:ascii="Helvetica" w:hAnsi="Helvetica"/>
                <w:sz w:val="20"/>
                <w:szCs w:val="20"/>
              </w:rPr>
            </w:pPr>
            <w:r w:rsidRPr="002B1484">
              <w:rPr>
                <w:rFonts w:ascii="Helvetica" w:hAnsi="Helvetica"/>
                <w:noProof/>
                <w:sz w:val="20"/>
                <w:szCs w:val="20"/>
              </w:rPr>
              <w:t>$6,5</w:t>
            </w:r>
            <w:r>
              <w:rPr>
                <w:rFonts w:ascii="Helvetica" w:hAnsi="Helvetica"/>
                <w:noProof/>
                <w:sz w:val="20"/>
                <w:szCs w:val="20"/>
              </w:rPr>
              <w:t>50</w:t>
            </w:r>
            <w:r w:rsidRPr="002B1484">
              <w:rPr>
                <w:rFonts w:ascii="Helvetica" w:hAnsi="Helvetica"/>
                <w:noProof/>
                <w:sz w:val="20"/>
                <w:szCs w:val="20"/>
              </w:rPr>
              <w:t>.00*</w:t>
            </w:r>
          </w:p>
          <w:p w14:paraId="5205C522" w14:textId="77777777" w:rsidR="00954BA0" w:rsidRPr="002B1484" w:rsidRDefault="00954BA0" w:rsidP="006F7751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</w:tcPr>
          <w:p w14:paraId="4268922D" w14:textId="77777777" w:rsidR="00954BA0" w:rsidRPr="006F7751" w:rsidRDefault="00A25E09" w:rsidP="006F7751">
            <w:pPr>
              <w:autoSpaceDE w:val="0"/>
              <w:autoSpaceDN w:val="0"/>
              <w:adjustRightInd w:val="0"/>
              <w:rPr>
                <w:rFonts w:ascii="Helvetica" w:hAnsi="Helvetica"/>
                <w:sz w:val="20"/>
                <w:szCs w:val="20"/>
              </w:rPr>
            </w:pPr>
            <w:r w:rsidRPr="002B1484">
              <w:rPr>
                <w:rFonts w:ascii="Helvetica" w:hAnsi="Helvetica"/>
                <w:noProof/>
                <w:sz w:val="20"/>
                <w:szCs w:val="20"/>
              </w:rPr>
              <w:t>N/A</w:t>
            </w:r>
          </w:p>
        </w:tc>
        <w:tc>
          <w:tcPr>
            <w:tcW w:w="1559" w:type="dxa"/>
          </w:tcPr>
          <w:p w14:paraId="40BCA69C" w14:textId="77777777" w:rsidR="00954BA0" w:rsidRPr="006F7751" w:rsidRDefault="00A25E09" w:rsidP="006F7751">
            <w:pPr>
              <w:autoSpaceDE w:val="0"/>
              <w:autoSpaceDN w:val="0"/>
              <w:adjustRightInd w:val="0"/>
              <w:rPr>
                <w:rFonts w:ascii="Helvetica" w:hAnsi="Helvetica"/>
                <w:sz w:val="20"/>
                <w:szCs w:val="20"/>
              </w:rPr>
            </w:pPr>
            <w:r w:rsidRPr="002B1484">
              <w:rPr>
                <w:rFonts w:ascii="Helvetica" w:hAnsi="Helvetica"/>
                <w:noProof/>
                <w:sz w:val="20"/>
                <w:szCs w:val="20"/>
              </w:rPr>
              <w:t>$0.00</w:t>
            </w:r>
          </w:p>
        </w:tc>
        <w:tc>
          <w:tcPr>
            <w:tcW w:w="1559" w:type="dxa"/>
          </w:tcPr>
          <w:p w14:paraId="2050757B" w14:textId="77777777" w:rsidR="00954BA0" w:rsidRPr="006F7751" w:rsidRDefault="00A25E09" w:rsidP="006F7751">
            <w:pPr>
              <w:autoSpaceDE w:val="0"/>
              <w:autoSpaceDN w:val="0"/>
              <w:adjustRightInd w:val="0"/>
              <w:rPr>
                <w:rFonts w:ascii="Helvetica" w:hAnsi="Helvetica"/>
                <w:sz w:val="20"/>
                <w:szCs w:val="20"/>
              </w:rPr>
            </w:pPr>
            <w:r w:rsidRPr="002B1484">
              <w:rPr>
                <w:rFonts w:ascii="Helvetica" w:hAnsi="Helvetica"/>
                <w:noProof/>
                <w:sz w:val="20"/>
                <w:szCs w:val="20"/>
              </w:rPr>
              <w:t>$0.00</w:t>
            </w:r>
          </w:p>
        </w:tc>
        <w:tc>
          <w:tcPr>
            <w:tcW w:w="1843" w:type="dxa"/>
          </w:tcPr>
          <w:p w14:paraId="49B7BC1C" w14:textId="77777777" w:rsidR="00954BA0" w:rsidRPr="006F7751" w:rsidRDefault="00A25E09" w:rsidP="006F7751">
            <w:pPr>
              <w:autoSpaceDE w:val="0"/>
              <w:autoSpaceDN w:val="0"/>
              <w:adjustRightInd w:val="0"/>
              <w:rPr>
                <w:rFonts w:ascii="Helvetica" w:hAnsi="Helvetica"/>
                <w:sz w:val="20"/>
                <w:szCs w:val="20"/>
              </w:rPr>
            </w:pPr>
            <w:r w:rsidRPr="002B1484">
              <w:rPr>
                <w:rFonts w:ascii="Helvetica" w:hAnsi="Helvetica"/>
                <w:noProof/>
                <w:sz w:val="20"/>
                <w:szCs w:val="20"/>
              </w:rPr>
              <w:t>$0.00</w:t>
            </w:r>
          </w:p>
        </w:tc>
        <w:tc>
          <w:tcPr>
            <w:tcW w:w="1701" w:type="dxa"/>
          </w:tcPr>
          <w:p w14:paraId="28B86281" w14:textId="3418DB5B" w:rsidR="00954BA0" w:rsidRPr="002B1484" w:rsidRDefault="00A25E09" w:rsidP="006F7751">
            <w:pPr>
              <w:autoSpaceDE w:val="0"/>
              <w:autoSpaceDN w:val="0"/>
              <w:adjustRightInd w:val="0"/>
              <w:rPr>
                <w:rFonts w:ascii="Helvetica" w:hAnsi="Helvetica"/>
                <w:sz w:val="20"/>
                <w:szCs w:val="20"/>
              </w:rPr>
            </w:pPr>
            <w:r w:rsidRPr="002B1484">
              <w:rPr>
                <w:rFonts w:ascii="Helvetica" w:hAnsi="Helvetica"/>
                <w:noProof/>
                <w:sz w:val="20"/>
                <w:szCs w:val="20"/>
              </w:rPr>
              <w:t>$6,5</w:t>
            </w:r>
            <w:r>
              <w:rPr>
                <w:rFonts w:ascii="Helvetica" w:hAnsi="Helvetica"/>
                <w:noProof/>
                <w:sz w:val="20"/>
                <w:szCs w:val="20"/>
              </w:rPr>
              <w:t>5</w:t>
            </w:r>
            <w:r w:rsidRPr="002B1484">
              <w:rPr>
                <w:rFonts w:ascii="Helvetica" w:hAnsi="Helvetica"/>
                <w:noProof/>
                <w:sz w:val="20"/>
                <w:szCs w:val="20"/>
              </w:rPr>
              <w:t>0.00</w:t>
            </w:r>
          </w:p>
        </w:tc>
      </w:tr>
    </w:tbl>
    <w:p w14:paraId="6F4AC6EB" w14:textId="77777777" w:rsidR="00247C94" w:rsidRPr="00247C94" w:rsidRDefault="00A25E09" w:rsidP="00795566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6"/>
          <w:szCs w:val="16"/>
        </w:rPr>
      </w:pPr>
      <w:r w:rsidRPr="00247C94">
        <w:rPr>
          <w:rFonts w:ascii="Helvetica" w:hAnsi="Helvetica" w:cs="Helvetica"/>
          <w:noProof/>
          <w:sz w:val="16"/>
          <w:szCs w:val="16"/>
        </w:rPr>
        <w:t>*COVID-19 50% reduction has been applied to the minimum pension amount.</w:t>
      </w:r>
    </w:p>
    <w:p w14:paraId="22BE280C" w14:textId="77777777" w:rsidR="00795566" w:rsidRPr="00FA119A" w:rsidRDefault="00795566" w:rsidP="00795566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6"/>
          <w:szCs w:val="16"/>
        </w:rPr>
      </w:pPr>
    </w:p>
    <w:p w14:paraId="741325CE" w14:textId="77777777" w:rsidR="00FA119A" w:rsidRPr="00521288" w:rsidRDefault="00FA119A" w:rsidP="00521288">
      <w:pPr>
        <w:autoSpaceDE w:val="0"/>
        <w:autoSpaceDN w:val="0"/>
        <w:adjustRightInd w:val="0"/>
        <w:spacing w:after="0"/>
        <w:rPr>
          <w:sz w:val="4"/>
          <w:szCs w:val="4"/>
        </w:rPr>
      </w:pPr>
    </w:p>
    <w:tbl>
      <w:tblPr>
        <w:tblStyle w:val="TableGrid"/>
        <w:tblW w:w="15026" w:type="dxa"/>
        <w:tblInd w:w="108" w:type="dxa"/>
        <w:shd w:val="clear" w:color="auto" w:fill="EEECE1" w:themeFill="background2"/>
        <w:tblLayout w:type="fixed"/>
        <w:tblLook w:val="04A0" w:firstRow="1" w:lastRow="0" w:firstColumn="1" w:lastColumn="0" w:noHBand="0" w:noVBand="1"/>
      </w:tblPr>
      <w:tblGrid>
        <w:gridCol w:w="1134"/>
        <w:gridCol w:w="1276"/>
        <w:gridCol w:w="1276"/>
        <w:gridCol w:w="992"/>
        <w:gridCol w:w="992"/>
        <w:gridCol w:w="1418"/>
        <w:gridCol w:w="1276"/>
        <w:gridCol w:w="1559"/>
        <w:gridCol w:w="1559"/>
        <w:gridCol w:w="1843"/>
        <w:gridCol w:w="1701"/>
      </w:tblGrid>
      <w:tr w:rsidR="007310A3" w14:paraId="3E3E1C20" w14:textId="77777777" w:rsidTr="003B7716"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EECE1" w:themeFill="background2"/>
          </w:tcPr>
          <w:p w14:paraId="1D9E3AB0" w14:textId="77777777" w:rsidR="007A52B2" w:rsidRPr="00AD3EDD" w:rsidRDefault="007A52B2" w:rsidP="00244036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EECE1" w:themeFill="background2"/>
          </w:tcPr>
          <w:p w14:paraId="5A3E2650" w14:textId="77777777" w:rsidR="007A52B2" w:rsidRPr="00AD3EDD" w:rsidRDefault="007A52B2" w:rsidP="00244036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EECE1" w:themeFill="background2"/>
          </w:tcPr>
          <w:p w14:paraId="1D50A3A1" w14:textId="77777777" w:rsidR="007A52B2" w:rsidRPr="00AD3EDD" w:rsidRDefault="007A52B2" w:rsidP="00244036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EECE1" w:themeFill="background2"/>
          </w:tcPr>
          <w:p w14:paraId="39A225CA" w14:textId="77777777" w:rsidR="007A52B2" w:rsidRPr="00AD3EDD" w:rsidRDefault="007A52B2" w:rsidP="00244036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EECE1" w:themeFill="background2"/>
          </w:tcPr>
          <w:p w14:paraId="1C90891B" w14:textId="77777777" w:rsidR="007A52B2" w:rsidRDefault="007A52B2" w:rsidP="00244036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EECE1" w:themeFill="background2"/>
            <w:hideMark/>
          </w:tcPr>
          <w:p w14:paraId="6FE898AA" w14:textId="7EC08DF2" w:rsidR="007A52B2" w:rsidRPr="00AD3EDD" w:rsidRDefault="00A25E09" w:rsidP="00244036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 w:rsidRPr="00AD3EDD">
              <w:rPr>
                <w:b/>
                <w:noProof/>
              </w:rPr>
              <w:t>$6,5</w:t>
            </w:r>
            <w:r>
              <w:rPr>
                <w:b/>
                <w:noProof/>
              </w:rPr>
              <w:t>5</w:t>
            </w:r>
            <w:r w:rsidRPr="00AD3EDD">
              <w:rPr>
                <w:b/>
                <w:noProof/>
              </w:rPr>
              <w:t>0.00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EECE1" w:themeFill="background2"/>
            <w:hideMark/>
          </w:tcPr>
          <w:p w14:paraId="49359304" w14:textId="77777777" w:rsidR="007A52B2" w:rsidRPr="00AD3EDD" w:rsidRDefault="00A25E09" w:rsidP="00244036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 w:rsidRPr="00AD3EDD">
              <w:rPr>
                <w:b/>
                <w:noProof/>
              </w:rPr>
              <w:t>$0.00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EECE1" w:themeFill="background2"/>
            <w:hideMark/>
          </w:tcPr>
          <w:p w14:paraId="2755D19A" w14:textId="77777777" w:rsidR="007A52B2" w:rsidRPr="00AD3EDD" w:rsidRDefault="00A25E09" w:rsidP="00244036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 w:rsidRPr="00AD3EDD">
              <w:rPr>
                <w:b/>
                <w:noProof/>
              </w:rPr>
              <w:t>$0.00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EECE1" w:themeFill="background2"/>
            <w:hideMark/>
          </w:tcPr>
          <w:p w14:paraId="2256CFEC" w14:textId="77777777" w:rsidR="007A52B2" w:rsidRPr="00AD3EDD" w:rsidRDefault="00A25E09" w:rsidP="00244036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 w:rsidRPr="00AD3EDD">
              <w:rPr>
                <w:b/>
                <w:noProof/>
              </w:rPr>
              <w:t>$0.00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EECE1" w:themeFill="background2"/>
            <w:hideMark/>
          </w:tcPr>
          <w:p w14:paraId="77735571" w14:textId="77777777" w:rsidR="007A52B2" w:rsidRPr="00AD3EDD" w:rsidRDefault="00A25E09" w:rsidP="00244036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 w:rsidRPr="00AD3EDD">
              <w:rPr>
                <w:b/>
                <w:noProof/>
              </w:rPr>
              <w:t>$0.00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EECE1" w:themeFill="background2"/>
            <w:hideMark/>
          </w:tcPr>
          <w:p w14:paraId="1EA1BF8C" w14:textId="0552CBCC" w:rsidR="007A52B2" w:rsidRPr="00AD3EDD" w:rsidRDefault="00A25E09" w:rsidP="00244036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 w:rsidRPr="00AD3EDD">
              <w:rPr>
                <w:b/>
                <w:noProof/>
              </w:rPr>
              <w:t>$6,5</w:t>
            </w:r>
            <w:r>
              <w:rPr>
                <w:b/>
                <w:noProof/>
              </w:rPr>
              <w:t>5</w:t>
            </w:r>
            <w:r w:rsidRPr="00AD3EDD">
              <w:rPr>
                <w:b/>
                <w:noProof/>
              </w:rPr>
              <w:t>0.00</w:t>
            </w:r>
          </w:p>
        </w:tc>
      </w:tr>
    </w:tbl>
    <w:p w14:paraId="6FC9CF4A" w14:textId="77777777" w:rsidR="00F45154" w:rsidRPr="003D585C" w:rsidRDefault="00F45154" w:rsidP="00B818D8">
      <w:pPr>
        <w:autoSpaceDE w:val="0"/>
        <w:autoSpaceDN w:val="0"/>
        <w:adjustRightInd w:val="0"/>
        <w:spacing w:after="0" w:line="240" w:lineRule="auto"/>
        <w:rPr>
          <w:sz w:val="8"/>
          <w:szCs w:val="8"/>
        </w:rPr>
      </w:pPr>
    </w:p>
    <w:p w14:paraId="2C2237A8" w14:textId="77777777" w:rsidR="003867A8" w:rsidRPr="000E5512" w:rsidRDefault="00A25E09" w:rsidP="00B818D8">
      <w:pPr>
        <w:autoSpaceDE w:val="0"/>
        <w:autoSpaceDN w:val="0"/>
        <w:adjustRightInd w:val="0"/>
        <w:spacing w:after="0" w:line="240" w:lineRule="auto"/>
        <w:rPr>
          <w:rFonts w:ascii="Helvetica" w:eastAsiaTheme="minorEastAsia" w:hAnsi="Helvetica"/>
          <w:b/>
          <w:sz w:val="20"/>
          <w:szCs w:val="20"/>
          <w:lang w:eastAsia="zh-CN"/>
        </w:rPr>
      </w:pPr>
      <w:r w:rsidRPr="000E5512">
        <w:rPr>
          <w:rFonts w:ascii="Helvetica" w:hAnsi="Helvetica"/>
          <w:b/>
          <w:sz w:val="20"/>
          <w:szCs w:val="20"/>
        </w:rPr>
        <w:t>Total :</w:t>
      </w:r>
    </w:p>
    <w:tbl>
      <w:tblPr>
        <w:tblStyle w:val="TableGrid"/>
        <w:tblW w:w="15026" w:type="dxa"/>
        <w:tblInd w:w="108" w:type="dxa"/>
        <w:shd w:val="clear" w:color="auto" w:fill="EEECE1" w:themeFill="background2"/>
        <w:tblLayout w:type="fixed"/>
        <w:tblLook w:val="04A0" w:firstRow="1" w:lastRow="0" w:firstColumn="1" w:lastColumn="0" w:noHBand="0" w:noVBand="1"/>
      </w:tblPr>
      <w:tblGrid>
        <w:gridCol w:w="1418"/>
        <w:gridCol w:w="992"/>
        <w:gridCol w:w="1276"/>
        <w:gridCol w:w="992"/>
        <w:gridCol w:w="992"/>
        <w:gridCol w:w="1418"/>
        <w:gridCol w:w="1276"/>
        <w:gridCol w:w="1559"/>
        <w:gridCol w:w="1560"/>
        <w:gridCol w:w="1842"/>
        <w:gridCol w:w="1701"/>
      </w:tblGrid>
      <w:tr w:rsidR="007310A3" w14:paraId="48FFCAA1" w14:textId="77777777" w:rsidTr="003B7716">
        <w:tc>
          <w:tcPr>
            <w:tcW w:w="1418" w:type="dxa"/>
            <w:shd w:val="clear" w:color="auto" w:fill="EEECE1" w:themeFill="background2"/>
          </w:tcPr>
          <w:p w14:paraId="37BDDF8E" w14:textId="77777777" w:rsidR="007A52B2" w:rsidRPr="000E5512" w:rsidRDefault="007A52B2" w:rsidP="000055A0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shd w:val="clear" w:color="auto" w:fill="EEECE1" w:themeFill="background2"/>
          </w:tcPr>
          <w:p w14:paraId="0A3614EB" w14:textId="77777777" w:rsidR="007A52B2" w:rsidRPr="000E5512" w:rsidRDefault="007A52B2" w:rsidP="000055A0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shd w:val="clear" w:color="auto" w:fill="EEECE1" w:themeFill="background2"/>
          </w:tcPr>
          <w:p w14:paraId="57CD360A" w14:textId="77777777" w:rsidR="007A52B2" w:rsidRPr="000E5512" w:rsidRDefault="007A52B2" w:rsidP="000055A0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shd w:val="clear" w:color="auto" w:fill="EEECE1" w:themeFill="background2"/>
          </w:tcPr>
          <w:p w14:paraId="769F0016" w14:textId="77777777" w:rsidR="007A52B2" w:rsidRPr="000E5512" w:rsidRDefault="007A52B2" w:rsidP="000055A0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shd w:val="clear" w:color="auto" w:fill="EEECE1" w:themeFill="background2"/>
          </w:tcPr>
          <w:p w14:paraId="4CD33FC2" w14:textId="77777777" w:rsidR="007A52B2" w:rsidRPr="000E5512" w:rsidRDefault="007A52B2" w:rsidP="000055A0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shd w:val="clear" w:color="auto" w:fill="EEECE1" w:themeFill="background2"/>
          </w:tcPr>
          <w:p w14:paraId="5F41C161" w14:textId="2D762CB7" w:rsidR="007A52B2" w:rsidRPr="008B1F19" w:rsidRDefault="00A25E09" w:rsidP="000055A0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 w:rsidRPr="008B1F19">
              <w:rPr>
                <w:rFonts w:ascii="Helvetica" w:hAnsi="Helvetica"/>
                <w:b/>
                <w:noProof/>
                <w:sz w:val="20"/>
                <w:szCs w:val="20"/>
              </w:rPr>
              <w:t>$6,5</w:t>
            </w:r>
            <w:r>
              <w:rPr>
                <w:rFonts w:ascii="Helvetica" w:hAnsi="Helvetica"/>
                <w:b/>
                <w:noProof/>
                <w:sz w:val="20"/>
                <w:szCs w:val="20"/>
              </w:rPr>
              <w:t>5</w:t>
            </w:r>
            <w:r w:rsidRPr="008B1F19">
              <w:rPr>
                <w:rFonts w:ascii="Helvetica" w:hAnsi="Helvetica"/>
                <w:b/>
                <w:noProof/>
                <w:sz w:val="20"/>
                <w:szCs w:val="20"/>
              </w:rPr>
              <w:t>0.00</w:t>
            </w:r>
          </w:p>
        </w:tc>
        <w:tc>
          <w:tcPr>
            <w:tcW w:w="1276" w:type="dxa"/>
            <w:shd w:val="clear" w:color="auto" w:fill="EEECE1" w:themeFill="background2"/>
          </w:tcPr>
          <w:p w14:paraId="78A48026" w14:textId="77777777" w:rsidR="007A52B2" w:rsidRPr="008B1F19" w:rsidRDefault="00A25E09" w:rsidP="000055A0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 w:rsidRPr="008B1F19">
              <w:rPr>
                <w:rFonts w:ascii="Helvetica" w:hAnsi="Helvetica"/>
                <w:b/>
                <w:noProof/>
                <w:sz w:val="20"/>
                <w:szCs w:val="20"/>
              </w:rPr>
              <w:t>$0.00</w:t>
            </w:r>
          </w:p>
        </w:tc>
        <w:tc>
          <w:tcPr>
            <w:tcW w:w="1559" w:type="dxa"/>
            <w:shd w:val="clear" w:color="auto" w:fill="EEECE1" w:themeFill="background2"/>
          </w:tcPr>
          <w:p w14:paraId="59D530CF" w14:textId="77777777" w:rsidR="007A52B2" w:rsidRPr="008B1F19" w:rsidRDefault="00A25E09" w:rsidP="000055A0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 w:rsidRPr="008B1F19">
              <w:rPr>
                <w:rFonts w:ascii="Helvetica" w:hAnsi="Helvetica"/>
                <w:b/>
                <w:noProof/>
                <w:sz w:val="20"/>
                <w:szCs w:val="20"/>
              </w:rPr>
              <w:t>$0.00</w:t>
            </w:r>
          </w:p>
        </w:tc>
        <w:tc>
          <w:tcPr>
            <w:tcW w:w="1560" w:type="dxa"/>
            <w:shd w:val="clear" w:color="auto" w:fill="EEECE1" w:themeFill="background2"/>
          </w:tcPr>
          <w:p w14:paraId="62BE4A8A" w14:textId="77777777" w:rsidR="007A52B2" w:rsidRPr="008B1F19" w:rsidRDefault="00A25E09" w:rsidP="000055A0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 w:rsidRPr="008B1F19">
              <w:rPr>
                <w:rFonts w:ascii="Helvetica" w:hAnsi="Helvetica"/>
                <w:b/>
                <w:noProof/>
                <w:sz w:val="20"/>
                <w:szCs w:val="20"/>
              </w:rPr>
              <w:t>$0.00</w:t>
            </w:r>
          </w:p>
        </w:tc>
        <w:tc>
          <w:tcPr>
            <w:tcW w:w="1842" w:type="dxa"/>
            <w:shd w:val="clear" w:color="auto" w:fill="EEECE1" w:themeFill="background2"/>
          </w:tcPr>
          <w:p w14:paraId="393E8C11" w14:textId="77777777" w:rsidR="007A52B2" w:rsidRPr="008B1F19" w:rsidRDefault="00A25E09" w:rsidP="000055A0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 w:rsidRPr="008B1F19">
              <w:rPr>
                <w:rFonts w:ascii="Helvetica" w:hAnsi="Helvetica"/>
                <w:b/>
                <w:noProof/>
                <w:sz w:val="20"/>
                <w:szCs w:val="20"/>
              </w:rPr>
              <w:t>$0.00</w:t>
            </w:r>
          </w:p>
        </w:tc>
        <w:tc>
          <w:tcPr>
            <w:tcW w:w="1701" w:type="dxa"/>
            <w:shd w:val="clear" w:color="auto" w:fill="EEECE1" w:themeFill="background2"/>
          </w:tcPr>
          <w:p w14:paraId="2F902C49" w14:textId="7C7201A9" w:rsidR="007A52B2" w:rsidRPr="008B1F19" w:rsidRDefault="00A25E09" w:rsidP="000055A0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 w:rsidRPr="008B1F19">
              <w:rPr>
                <w:rFonts w:ascii="Helvetica" w:hAnsi="Helvetica"/>
                <w:b/>
                <w:noProof/>
                <w:sz w:val="20"/>
                <w:szCs w:val="20"/>
              </w:rPr>
              <w:t>$6,5</w:t>
            </w:r>
            <w:r>
              <w:rPr>
                <w:rFonts w:ascii="Helvetica" w:hAnsi="Helvetica"/>
                <w:b/>
                <w:noProof/>
                <w:sz w:val="20"/>
                <w:szCs w:val="20"/>
              </w:rPr>
              <w:t>50</w:t>
            </w:r>
            <w:r w:rsidRPr="008B1F19">
              <w:rPr>
                <w:rFonts w:ascii="Helvetica" w:hAnsi="Helvetica"/>
                <w:b/>
                <w:noProof/>
                <w:sz w:val="20"/>
                <w:szCs w:val="20"/>
              </w:rPr>
              <w:t>.00</w:t>
            </w:r>
          </w:p>
        </w:tc>
      </w:tr>
    </w:tbl>
    <w:p w14:paraId="180D61BA" w14:textId="77777777" w:rsidR="00AA724D" w:rsidRPr="00D91037" w:rsidRDefault="00D91037" w:rsidP="000055A0">
      <w:pPr>
        <w:autoSpaceDE w:val="0"/>
        <w:autoSpaceDN w:val="0"/>
        <w:adjustRightInd w:val="0"/>
        <w:spacing w:after="0" w:line="240" w:lineRule="auto"/>
        <w:rPr>
          <w:rFonts w:ascii="Helvetica" w:eastAsiaTheme="minorEastAsia" w:hAnsi="Helvetica" w:cs="Helvetica"/>
          <w:sz w:val="16"/>
          <w:szCs w:val="16"/>
          <w:lang w:eastAsia="zh-CN"/>
        </w:rPr>
      </w:pPr>
      <w:r>
        <w:rPr>
          <w:rFonts w:ascii="Helvetica" w:hAnsi="Helvetica" w:cs="Helvetica"/>
          <w:noProof/>
          <w:sz w:val="16"/>
          <w:szCs w:val="16"/>
        </w:rPr>
        <w:t>*Age as at 01/07/2021 or pension start date for new pensions.</w:t>
      </w:r>
    </w:p>
    <w:p w14:paraId="546ACAE0" w14:textId="77777777" w:rsidR="00E94F05" w:rsidRPr="006138B3" w:rsidRDefault="00E94F05">
      <w:pPr>
        <w:rPr>
          <w:lang w:val="en-US"/>
        </w:rPr>
      </w:pPr>
    </w:p>
    <w:sectPr w:rsidR="00E94F05" w:rsidRPr="006138B3" w:rsidSect="00B4179B">
      <w:headerReference w:type="default" r:id="rId7"/>
      <w:pgSz w:w="16817" w:h="11901" w:orient="landscape"/>
      <w:pgMar w:top="879" w:right="369" w:bottom="992" w:left="73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F5791" w14:textId="77777777" w:rsidR="00000000" w:rsidRDefault="00A25E09">
      <w:pPr>
        <w:spacing w:after="0" w:line="240" w:lineRule="auto"/>
      </w:pPr>
      <w:r>
        <w:separator/>
      </w:r>
    </w:p>
  </w:endnote>
  <w:endnote w:type="continuationSeparator" w:id="0">
    <w:p w14:paraId="73AD56B1" w14:textId="77777777" w:rsidR="00000000" w:rsidRDefault="00A25E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50402020203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5D6F5" w14:textId="77777777" w:rsidR="00000000" w:rsidRDefault="00A25E09">
      <w:pPr>
        <w:spacing w:after="0" w:line="240" w:lineRule="auto"/>
      </w:pPr>
      <w:r>
        <w:separator/>
      </w:r>
    </w:p>
  </w:footnote>
  <w:footnote w:type="continuationSeparator" w:id="0">
    <w:p w14:paraId="151F0DD9" w14:textId="77777777" w:rsidR="00000000" w:rsidRDefault="00A25E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2EDE2" w14:textId="77777777" w:rsidR="00F218F3" w:rsidRPr="006138B3" w:rsidRDefault="00F218F3" w:rsidP="00F218F3">
    <w:pPr>
      <w:autoSpaceDE w:val="0"/>
      <w:autoSpaceDN w:val="0"/>
      <w:adjustRightInd w:val="0"/>
      <w:spacing w:after="0" w:line="240" w:lineRule="auto"/>
      <w:rPr>
        <w:rFonts w:ascii="Helvetica" w:eastAsiaTheme="minorEastAsia" w:hAnsi="Helvetica" w:cs="Arial"/>
        <w:sz w:val="20"/>
        <w:szCs w:val="20"/>
        <w:lang w:eastAsia="zh-CN"/>
      </w:rPr>
    </w:pPr>
    <w:bookmarkStart w:id="0" w:name="ReportHeader"/>
    <w:bookmarkEnd w:id="0"/>
  </w:p>
  <w:tbl>
    <w:tblPr>
      <w:tblStyle w:val="TableGrid10"/>
      <w:tblpPr w:leftFromText="181" w:rightFromText="181" w:tblpXSpec="center" w:tblpYSpec="top"/>
      <w:tblOverlap w:val="never"/>
      <w:tblW w:w="1570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2582"/>
      <w:gridCol w:w="3119"/>
    </w:tblGrid>
    <w:tr w:rsidR="007310A3" w14:paraId="48C38CF3" w14:textId="77777777" w:rsidTr="00C246EA">
      <w:trPr>
        <w:trHeight w:val="375"/>
      </w:trPr>
      <w:tc>
        <w:tcPr>
          <w:tcW w:w="12582" w:type="dxa"/>
          <w:vAlign w:val="center"/>
        </w:tcPr>
        <w:p w14:paraId="6A3CC613" w14:textId="77777777" w:rsidR="00CC36A5" w:rsidRPr="008C4E63" w:rsidRDefault="00545E32" w:rsidP="00C246EA">
          <w:pPr>
            <w:tabs>
              <w:tab w:val="left" w:pos="3240"/>
            </w:tabs>
            <w:rPr>
              <w:rFonts w:ascii="Helvetica" w:hAnsi="Helvetica"/>
              <w:b/>
              <w:bCs/>
              <w:noProof/>
              <w:color w:val="000000"/>
              <w:lang w:val="en-US"/>
            </w:rPr>
          </w:pPr>
          <w:r w:rsidRPr="00732D46">
            <w:rPr>
              <w:rFonts w:ascii="Helvetica" w:eastAsiaTheme="minorEastAsia" w:hAnsi="Helvetica"/>
              <w:b/>
              <w:bCs/>
              <w:noProof/>
              <w:color w:val="000000"/>
              <w:lang w:val="en-US"/>
            </w:rPr>
            <w:t>PETLIN SUPER</w:t>
          </w:r>
          <w:r w:rsidR="00A25E09" w:rsidRPr="00732D46">
            <w:rPr>
              <w:rFonts w:ascii="Helvetica" w:eastAsiaTheme="minorEastAsia" w:hAnsi="Helvetica"/>
              <w:b/>
              <w:noProof/>
            </w:rPr>
            <w:t xml:space="preserve"> FUND</w:t>
          </w:r>
          <w:r w:rsidR="008C4E63">
            <w:rPr>
              <w:rFonts w:ascii="Helvetica" w:eastAsiaTheme="minorEastAsia" w:hAnsi="Helvetica"/>
              <w:b/>
              <w:bCs/>
              <w:noProof/>
              <w:color w:val="000000"/>
              <w:lang w:val="en-US"/>
            </w:rPr>
            <w:br/>
          </w:r>
          <w:r w:rsidRPr="00BC3364">
            <w:rPr>
              <w:rFonts w:ascii="Helvetica" w:eastAsiaTheme="minorEastAsia" w:hAnsi="Helvetica"/>
              <w:b/>
              <w:noProof/>
              <w:sz w:val="32"/>
              <w:szCs w:val="32"/>
            </w:rPr>
            <w:t>Pension Summary</w:t>
          </w:r>
          <w:r w:rsidR="008C4E63">
            <w:rPr>
              <w:rFonts w:ascii="Helvetica" w:eastAsiaTheme="minorEastAsia" w:hAnsi="Helvetica"/>
              <w:b/>
              <w:noProof/>
              <w:sz w:val="32"/>
              <w:szCs w:val="32"/>
            </w:rPr>
            <w:br/>
          </w:r>
          <w:r w:rsidR="008C4E63" w:rsidRPr="00131C54">
            <w:rPr>
              <w:rFonts w:ascii="Helvetica" w:eastAsiaTheme="minorEastAsia" w:hAnsi="Helvetica" w:cs="Helvetica"/>
              <w:bCs/>
              <w:noProof/>
              <w:color w:val="000000"/>
              <w:lang w:val="en-US"/>
            </w:rPr>
            <w:t>As at</w:t>
          </w:r>
          <w:r w:rsidR="008C4E63" w:rsidRPr="00131C54">
            <w:rPr>
              <w:rFonts w:ascii="Helvetica" w:eastAsiaTheme="minorEastAsia" w:hAnsi="Helvetica"/>
              <w:noProof/>
            </w:rPr>
            <w:t xml:space="preserve"> 30 June 2022</w:t>
          </w:r>
        </w:p>
      </w:tc>
      <w:tc>
        <w:tcPr>
          <w:tcW w:w="3119" w:type="dxa"/>
          <w:vAlign w:val="center"/>
        </w:tcPr>
        <w:p w14:paraId="3887B1FA" w14:textId="343781E4" w:rsidR="00CC36A5" w:rsidRDefault="00A25E09" w:rsidP="00C246EA">
          <w:pPr>
            <w:ind w:right="-5"/>
            <w:jc w:val="right"/>
            <w:rPr>
              <w:b/>
              <w:lang w:val="en-US"/>
            </w:rPr>
          </w:pPr>
          <w:r>
            <w:rPr>
              <w:b/>
              <w:noProof/>
              <w:sz w:val="22"/>
              <w:szCs w:val="22"/>
              <w:lang w:val="en-US" w:eastAsia="zh-CN"/>
            </w:rPr>
            <w:drawing>
              <wp:inline distT="0" distB="0" distL="0" distR="0" wp14:anchorId="44CA8A2E" wp14:editId="3A1AE106">
                <wp:extent cx="876300" cy="295275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310A3" w14:paraId="57FB6962" w14:textId="77777777" w:rsidTr="000B0103">
      <w:trPr>
        <w:trHeight w:val="20"/>
      </w:trPr>
      <w:tc>
        <w:tcPr>
          <w:tcW w:w="15701" w:type="dxa"/>
          <w:gridSpan w:val="2"/>
        </w:tcPr>
        <w:tbl>
          <w:tblPr>
            <w:tblpPr w:leftFromText="180" w:rightFromText="180" w:vertAnchor="text" w:horzAnchor="margin" w:tblpXSpec="right" w:tblpY="98"/>
            <w:tblOverlap w:val="never"/>
            <w:tblW w:w="1630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6306"/>
          </w:tblGrid>
          <w:tr w:rsidR="007310A3" w14:paraId="4191DDF3" w14:textId="77777777" w:rsidTr="00D24CA9">
            <w:trPr>
              <w:trHeight w:hRule="exact" w:val="20"/>
            </w:trPr>
            <w:tc>
              <w:tcPr>
                <w:tcW w:w="16306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14:paraId="11032AE9" w14:textId="77777777" w:rsidR="00562887" w:rsidRDefault="00562887" w:rsidP="00B53ED7">
                <w:pPr>
                  <w:spacing w:after="0" w:line="240" w:lineRule="auto"/>
                  <w:rPr>
                    <w:rFonts w:ascii="Times New Roman" w:eastAsia="SimSun" w:hAnsi="Times New Roman"/>
                    <w:color w:val="000000"/>
                    <w:sz w:val="27"/>
                    <w:szCs w:val="27"/>
                    <w:lang w:eastAsia="zh-CN"/>
                  </w:rPr>
                </w:pPr>
                <w:bookmarkStart w:id="1" w:name="headLine" w:colFirst="0" w:colLast="0"/>
              </w:p>
            </w:tc>
          </w:tr>
          <w:bookmarkEnd w:id="1"/>
        </w:tbl>
        <w:p w14:paraId="13FC7AB0" w14:textId="77777777" w:rsidR="00CC36A5" w:rsidRDefault="00CC36A5" w:rsidP="00B53ED7">
          <w:pPr>
            <w:ind w:right="-16"/>
            <w:rPr>
              <w:b/>
              <w:lang w:val="en-US"/>
            </w:rPr>
          </w:pPr>
        </w:p>
      </w:tc>
    </w:tr>
  </w:tbl>
  <w:p w14:paraId="6306BE53" w14:textId="77777777" w:rsidR="00F218F3" w:rsidRDefault="00F218F3">
    <w:pPr>
      <w:pStyle w:val="Header"/>
    </w:pPr>
  </w:p>
  <w:p w14:paraId="14C05B4F" w14:textId="77777777" w:rsidR="00F218F3" w:rsidRDefault="00F218F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B3F"/>
    <w:rsid w:val="000017E0"/>
    <w:rsid w:val="000055A0"/>
    <w:rsid w:val="000174A5"/>
    <w:rsid w:val="00030111"/>
    <w:rsid w:val="000361B5"/>
    <w:rsid w:val="0004007E"/>
    <w:rsid w:val="000527D3"/>
    <w:rsid w:val="00054DE5"/>
    <w:rsid w:val="00057168"/>
    <w:rsid w:val="00061598"/>
    <w:rsid w:val="00061EE9"/>
    <w:rsid w:val="00070571"/>
    <w:rsid w:val="000735E3"/>
    <w:rsid w:val="00081F6C"/>
    <w:rsid w:val="00086A1D"/>
    <w:rsid w:val="00095FFA"/>
    <w:rsid w:val="000A3BFD"/>
    <w:rsid w:val="000B7749"/>
    <w:rsid w:val="000D2165"/>
    <w:rsid w:val="000D5D4B"/>
    <w:rsid w:val="000D6CE3"/>
    <w:rsid w:val="000E5512"/>
    <w:rsid w:val="000F0434"/>
    <w:rsid w:val="000F4D38"/>
    <w:rsid w:val="000F756D"/>
    <w:rsid w:val="00100C70"/>
    <w:rsid w:val="00105377"/>
    <w:rsid w:val="00110982"/>
    <w:rsid w:val="001123D0"/>
    <w:rsid w:val="0011281D"/>
    <w:rsid w:val="0011349F"/>
    <w:rsid w:val="00117337"/>
    <w:rsid w:val="00126A77"/>
    <w:rsid w:val="00131C54"/>
    <w:rsid w:val="00140927"/>
    <w:rsid w:val="0014267A"/>
    <w:rsid w:val="00143AD4"/>
    <w:rsid w:val="0014418B"/>
    <w:rsid w:val="001457A4"/>
    <w:rsid w:val="00155E0B"/>
    <w:rsid w:val="00162956"/>
    <w:rsid w:val="00163271"/>
    <w:rsid w:val="0016457C"/>
    <w:rsid w:val="00174973"/>
    <w:rsid w:val="001778BF"/>
    <w:rsid w:val="001807A3"/>
    <w:rsid w:val="00185964"/>
    <w:rsid w:val="001873A8"/>
    <w:rsid w:val="00196FCB"/>
    <w:rsid w:val="001A1630"/>
    <w:rsid w:val="001A458D"/>
    <w:rsid w:val="001A60FE"/>
    <w:rsid w:val="001B0AE7"/>
    <w:rsid w:val="001B78C1"/>
    <w:rsid w:val="001C45FA"/>
    <w:rsid w:val="001C7B8C"/>
    <w:rsid w:val="001D30A0"/>
    <w:rsid w:val="001D53D4"/>
    <w:rsid w:val="001F0684"/>
    <w:rsid w:val="001F0C18"/>
    <w:rsid w:val="001F4E3F"/>
    <w:rsid w:val="001F612D"/>
    <w:rsid w:val="002141C2"/>
    <w:rsid w:val="002213F0"/>
    <w:rsid w:val="00222DF7"/>
    <w:rsid w:val="00224F88"/>
    <w:rsid w:val="00227DCA"/>
    <w:rsid w:val="00234060"/>
    <w:rsid w:val="00234AB5"/>
    <w:rsid w:val="00244036"/>
    <w:rsid w:val="00247C94"/>
    <w:rsid w:val="002506CB"/>
    <w:rsid w:val="002610E7"/>
    <w:rsid w:val="00263800"/>
    <w:rsid w:val="0029580F"/>
    <w:rsid w:val="002A2CD9"/>
    <w:rsid w:val="002B1484"/>
    <w:rsid w:val="002B1A5A"/>
    <w:rsid w:val="002B2AB9"/>
    <w:rsid w:val="002B7811"/>
    <w:rsid w:val="002C273D"/>
    <w:rsid w:val="002D31B6"/>
    <w:rsid w:val="002D4949"/>
    <w:rsid w:val="002D649C"/>
    <w:rsid w:val="002D7376"/>
    <w:rsid w:val="002E73FB"/>
    <w:rsid w:val="002F0E78"/>
    <w:rsid w:val="002F1D28"/>
    <w:rsid w:val="00305835"/>
    <w:rsid w:val="00307A78"/>
    <w:rsid w:val="003103F9"/>
    <w:rsid w:val="003142DD"/>
    <w:rsid w:val="0031637B"/>
    <w:rsid w:val="0031640C"/>
    <w:rsid w:val="00325655"/>
    <w:rsid w:val="0032706F"/>
    <w:rsid w:val="00331253"/>
    <w:rsid w:val="00351D48"/>
    <w:rsid w:val="003560FA"/>
    <w:rsid w:val="00362D0B"/>
    <w:rsid w:val="003705F5"/>
    <w:rsid w:val="00376ECF"/>
    <w:rsid w:val="00377344"/>
    <w:rsid w:val="0038073B"/>
    <w:rsid w:val="003867A8"/>
    <w:rsid w:val="003A0988"/>
    <w:rsid w:val="003B0FD3"/>
    <w:rsid w:val="003B279F"/>
    <w:rsid w:val="003B46AC"/>
    <w:rsid w:val="003B5C2F"/>
    <w:rsid w:val="003B69DD"/>
    <w:rsid w:val="003B7716"/>
    <w:rsid w:val="003B7A8F"/>
    <w:rsid w:val="003C2257"/>
    <w:rsid w:val="003C2EC3"/>
    <w:rsid w:val="003D3500"/>
    <w:rsid w:val="003D585C"/>
    <w:rsid w:val="003E478B"/>
    <w:rsid w:val="003E52FB"/>
    <w:rsid w:val="003E6E11"/>
    <w:rsid w:val="003F5EFF"/>
    <w:rsid w:val="0040087B"/>
    <w:rsid w:val="00401B50"/>
    <w:rsid w:val="00411227"/>
    <w:rsid w:val="004121A3"/>
    <w:rsid w:val="0041597D"/>
    <w:rsid w:val="00417816"/>
    <w:rsid w:val="00421C57"/>
    <w:rsid w:val="004238C9"/>
    <w:rsid w:val="004255BE"/>
    <w:rsid w:val="00431377"/>
    <w:rsid w:val="00437D79"/>
    <w:rsid w:val="0044039C"/>
    <w:rsid w:val="0044697E"/>
    <w:rsid w:val="00446EC6"/>
    <w:rsid w:val="00453E5E"/>
    <w:rsid w:val="00457857"/>
    <w:rsid w:val="00457FF6"/>
    <w:rsid w:val="004628D5"/>
    <w:rsid w:val="004663D7"/>
    <w:rsid w:val="0048399F"/>
    <w:rsid w:val="00495599"/>
    <w:rsid w:val="004978D3"/>
    <w:rsid w:val="004A2C50"/>
    <w:rsid w:val="004A4879"/>
    <w:rsid w:val="004A562D"/>
    <w:rsid w:val="004A6817"/>
    <w:rsid w:val="004B2551"/>
    <w:rsid w:val="004B577D"/>
    <w:rsid w:val="004B7BFB"/>
    <w:rsid w:val="004C5810"/>
    <w:rsid w:val="004C754C"/>
    <w:rsid w:val="004D1BBB"/>
    <w:rsid w:val="004E1BA8"/>
    <w:rsid w:val="004E3755"/>
    <w:rsid w:val="004E6A8F"/>
    <w:rsid w:val="004F14D3"/>
    <w:rsid w:val="004F7287"/>
    <w:rsid w:val="005016D4"/>
    <w:rsid w:val="00504D50"/>
    <w:rsid w:val="00506186"/>
    <w:rsid w:val="00506370"/>
    <w:rsid w:val="00511E4D"/>
    <w:rsid w:val="005147C2"/>
    <w:rsid w:val="00515D04"/>
    <w:rsid w:val="005161ED"/>
    <w:rsid w:val="005203F2"/>
    <w:rsid w:val="00520CD4"/>
    <w:rsid w:val="00521288"/>
    <w:rsid w:val="00530633"/>
    <w:rsid w:val="00537F0F"/>
    <w:rsid w:val="00540654"/>
    <w:rsid w:val="00543335"/>
    <w:rsid w:val="00545E32"/>
    <w:rsid w:val="00547B0C"/>
    <w:rsid w:val="005518CE"/>
    <w:rsid w:val="00562887"/>
    <w:rsid w:val="00567C51"/>
    <w:rsid w:val="0057307F"/>
    <w:rsid w:val="00576409"/>
    <w:rsid w:val="0058115B"/>
    <w:rsid w:val="00584139"/>
    <w:rsid w:val="00590EA6"/>
    <w:rsid w:val="00591F8C"/>
    <w:rsid w:val="00593A54"/>
    <w:rsid w:val="005A2551"/>
    <w:rsid w:val="005B4E0C"/>
    <w:rsid w:val="005C698D"/>
    <w:rsid w:val="005C734F"/>
    <w:rsid w:val="005D1417"/>
    <w:rsid w:val="005E55BF"/>
    <w:rsid w:val="005E57DE"/>
    <w:rsid w:val="005F3A23"/>
    <w:rsid w:val="005F45C7"/>
    <w:rsid w:val="005F538A"/>
    <w:rsid w:val="006138B3"/>
    <w:rsid w:val="00616A60"/>
    <w:rsid w:val="0062465A"/>
    <w:rsid w:val="0062635B"/>
    <w:rsid w:val="00630057"/>
    <w:rsid w:val="006322D9"/>
    <w:rsid w:val="00634F8F"/>
    <w:rsid w:val="006354D6"/>
    <w:rsid w:val="00640C9E"/>
    <w:rsid w:val="00650668"/>
    <w:rsid w:val="006513BD"/>
    <w:rsid w:val="006519A2"/>
    <w:rsid w:val="0065254B"/>
    <w:rsid w:val="00654EF4"/>
    <w:rsid w:val="0065751E"/>
    <w:rsid w:val="00663C82"/>
    <w:rsid w:val="00664394"/>
    <w:rsid w:val="0066474D"/>
    <w:rsid w:val="00666F6C"/>
    <w:rsid w:val="0066706C"/>
    <w:rsid w:val="00667EDB"/>
    <w:rsid w:val="00686179"/>
    <w:rsid w:val="00686385"/>
    <w:rsid w:val="006911CA"/>
    <w:rsid w:val="00693CAF"/>
    <w:rsid w:val="006A223A"/>
    <w:rsid w:val="006A57D4"/>
    <w:rsid w:val="006A7830"/>
    <w:rsid w:val="006B1B8A"/>
    <w:rsid w:val="006C0395"/>
    <w:rsid w:val="006C302F"/>
    <w:rsid w:val="006C4722"/>
    <w:rsid w:val="006D4B62"/>
    <w:rsid w:val="006E0252"/>
    <w:rsid w:val="006E1084"/>
    <w:rsid w:val="006E4A15"/>
    <w:rsid w:val="006F4976"/>
    <w:rsid w:val="006F64E3"/>
    <w:rsid w:val="006F7751"/>
    <w:rsid w:val="007011A8"/>
    <w:rsid w:val="00702753"/>
    <w:rsid w:val="00703077"/>
    <w:rsid w:val="007072F8"/>
    <w:rsid w:val="007310A3"/>
    <w:rsid w:val="00731E82"/>
    <w:rsid w:val="00732D46"/>
    <w:rsid w:val="00734278"/>
    <w:rsid w:val="007538F8"/>
    <w:rsid w:val="00753FC4"/>
    <w:rsid w:val="00757989"/>
    <w:rsid w:val="00764806"/>
    <w:rsid w:val="00766C61"/>
    <w:rsid w:val="007711BE"/>
    <w:rsid w:val="007732D4"/>
    <w:rsid w:val="00776342"/>
    <w:rsid w:val="0078287C"/>
    <w:rsid w:val="00787EEC"/>
    <w:rsid w:val="00790CE4"/>
    <w:rsid w:val="00795239"/>
    <w:rsid w:val="00795566"/>
    <w:rsid w:val="0079614A"/>
    <w:rsid w:val="007A52B2"/>
    <w:rsid w:val="007A56A9"/>
    <w:rsid w:val="007A6EB0"/>
    <w:rsid w:val="007B2FD9"/>
    <w:rsid w:val="007B7DFC"/>
    <w:rsid w:val="007C7384"/>
    <w:rsid w:val="007D30E8"/>
    <w:rsid w:val="007D3BA4"/>
    <w:rsid w:val="007D78BE"/>
    <w:rsid w:val="007E0427"/>
    <w:rsid w:val="007E0FC8"/>
    <w:rsid w:val="007E4886"/>
    <w:rsid w:val="007F00E2"/>
    <w:rsid w:val="0081059A"/>
    <w:rsid w:val="008152F4"/>
    <w:rsid w:val="00822468"/>
    <w:rsid w:val="00822AB0"/>
    <w:rsid w:val="00824BCC"/>
    <w:rsid w:val="00833863"/>
    <w:rsid w:val="00841128"/>
    <w:rsid w:val="00841D18"/>
    <w:rsid w:val="00843193"/>
    <w:rsid w:val="008432C3"/>
    <w:rsid w:val="00844D19"/>
    <w:rsid w:val="00856FB3"/>
    <w:rsid w:val="00875D5E"/>
    <w:rsid w:val="00882C57"/>
    <w:rsid w:val="00895238"/>
    <w:rsid w:val="0089616E"/>
    <w:rsid w:val="008A5976"/>
    <w:rsid w:val="008A63F2"/>
    <w:rsid w:val="008A6B52"/>
    <w:rsid w:val="008B198C"/>
    <w:rsid w:val="008B1F19"/>
    <w:rsid w:val="008B66A8"/>
    <w:rsid w:val="008C2967"/>
    <w:rsid w:val="008C4733"/>
    <w:rsid w:val="008C4E63"/>
    <w:rsid w:val="008C68FA"/>
    <w:rsid w:val="008D21F0"/>
    <w:rsid w:val="008D3204"/>
    <w:rsid w:val="008E1927"/>
    <w:rsid w:val="008E19D3"/>
    <w:rsid w:val="008E3BA3"/>
    <w:rsid w:val="008F15CC"/>
    <w:rsid w:val="008F2422"/>
    <w:rsid w:val="00907C6B"/>
    <w:rsid w:val="00915DA8"/>
    <w:rsid w:val="009163CC"/>
    <w:rsid w:val="00920B83"/>
    <w:rsid w:val="00927DFE"/>
    <w:rsid w:val="00930E92"/>
    <w:rsid w:val="00932E07"/>
    <w:rsid w:val="00950DD4"/>
    <w:rsid w:val="00952C34"/>
    <w:rsid w:val="00954BA0"/>
    <w:rsid w:val="00961A56"/>
    <w:rsid w:val="0096241F"/>
    <w:rsid w:val="00966F1B"/>
    <w:rsid w:val="0097295C"/>
    <w:rsid w:val="00974322"/>
    <w:rsid w:val="00981163"/>
    <w:rsid w:val="00985000"/>
    <w:rsid w:val="00986B52"/>
    <w:rsid w:val="009911C1"/>
    <w:rsid w:val="009A019A"/>
    <w:rsid w:val="009B439B"/>
    <w:rsid w:val="009B5FD8"/>
    <w:rsid w:val="009C60C6"/>
    <w:rsid w:val="009D0804"/>
    <w:rsid w:val="009D2DDC"/>
    <w:rsid w:val="009D4BD2"/>
    <w:rsid w:val="009E2C9F"/>
    <w:rsid w:val="009F1A5E"/>
    <w:rsid w:val="009F2973"/>
    <w:rsid w:val="009F3D79"/>
    <w:rsid w:val="00A03163"/>
    <w:rsid w:val="00A03984"/>
    <w:rsid w:val="00A07A26"/>
    <w:rsid w:val="00A1255C"/>
    <w:rsid w:val="00A14ECB"/>
    <w:rsid w:val="00A16809"/>
    <w:rsid w:val="00A17C07"/>
    <w:rsid w:val="00A25E09"/>
    <w:rsid w:val="00A26FE8"/>
    <w:rsid w:val="00A3291E"/>
    <w:rsid w:val="00A403DC"/>
    <w:rsid w:val="00A42A6A"/>
    <w:rsid w:val="00A52207"/>
    <w:rsid w:val="00A522A7"/>
    <w:rsid w:val="00A56A45"/>
    <w:rsid w:val="00A56EF6"/>
    <w:rsid w:val="00A614F4"/>
    <w:rsid w:val="00A72A97"/>
    <w:rsid w:val="00A74594"/>
    <w:rsid w:val="00A80B4C"/>
    <w:rsid w:val="00A94123"/>
    <w:rsid w:val="00A94FC6"/>
    <w:rsid w:val="00A97B33"/>
    <w:rsid w:val="00AA392C"/>
    <w:rsid w:val="00AA50B6"/>
    <w:rsid w:val="00AA529D"/>
    <w:rsid w:val="00AA597E"/>
    <w:rsid w:val="00AA724D"/>
    <w:rsid w:val="00AC4021"/>
    <w:rsid w:val="00AC61DC"/>
    <w:rsid w:val="00AD0299"/>
    <w:rsid w:val="00AD3883"/>
    <w:rsid w:val="00AD3EDD"/>
    <w:rsid w:val="00AD6E2E"/>
    <w:rsid w:val="00AE36AA"/>
    <w:rsid w:val="00AE626F"/>
    <w:rsid w:val="00AF50A6"/>
    <w:rsid w:val="00AF6321"/>
    <w:rsid w:val="00B00D74"/>
    <w:rsid w:val="00B10DE1"/>
    <w:rsid w:val="00B12CFA"/>
    <w:rsid w:val="00B13724"/>
    <w:rsid w:val="00B25A31"/>
    <w:rsid w:val="00B3113C"/>
    <w:rsid w:val="00B3309C"/>
    <w:rsid w:val="00B4179B"/>
    <w:rsid w:val="00B429C5"/>
    <w:rsid w:val="00B4396A"/>
    <w:rsid w:val="00B43E23"/>
    <w:rsid w:val="00B52379"/>
    <w:rsid w:val="00B53ED7"/>
    <w:rsid w:val="00B57B10"/>
    <w:rsid w:val="00B57C34"/>
    <w:rsid w:val="00B62FC1"/>
    <w:rsid w:val="00B65A0D"/>
    <w:rsid w:val="00B72462"/>
    <w:rsid w:val="00B72DC9"/>
    <w:rsid w:val="00B76AB7"/>
    <w:rsid w:val="00B80276"/>
    <w:rsid w:val="00B8166B"/>
    <w:rsid w:val="00B818D8"/>
    <w:rsid w:val="00B82792"/>
    <w:rsid w:val="00B83A8B"/>
    <w:rsid w:val="00B8711F"/>
    <w:rsid w:val="00B94D23"/>
    <w:rsid w:val="00B95F7E"/>
    <w:rsid w:val="00BA2EAD"/>
    <w:rsid w:val="00BB266B"/>
    <w:rsid w:val="00BB6A5B"/>
    <w:rsid w:val="00BC3364"/>
    <w:rsid w:val="00BC5EBB"/>
    <w:rsid w:val="00BD11E6"/>
    <w:rsid w:val="00BD7B22"/>
    <w:rsid w:val="00BE0238"/>
    <w:rsid w:val="00BE169C"/>
    <w:rsid w:val="00BE243F"/>
    <w:rsid w:val="00BE776D"/>
    <w:rsid w:val="00BF18DA"/>
    <w:rsid w:val="00BF4DD5"/>
    <w:rsid w:val="00BF4E22"/>
    <w:rsid w:val="00C02359"/>
    <w:rsid w:val="00C04699"/>
    <w:rsid w:val="00C14DCA"/>
    <w:rsid w:val="00C157BD"/>
    <w:rsid w:val="00C15F83"/>
    <w:rsid w:val="00C22023"/>
    <w:rsid w:val="00C246EA"/>
    <w:rsid w:val="00C31170"/>
    <w:rsid w:val="00C36485"/>
    <w:rsid w:val="00C4049D"/>
    <w:rsid w:val="00C43E05"/>
    <w:rsid w:val="00C479B2"/>
    <w:rsid w:val="00C518AF"/>
    <w:rsid w:val="00C52F70"/>
    <w:rsid w:val="00C544D7"/>
    <w:rsid w:val="00C57D13"/>
    <w:rsid w:val="00C70806"/>
    <w:rsid w:val="00C76D18"/>
    <w:rsid w:val="00C76D38"/>
    <w:rsid w:val="00C806CC"/>
    <w:rsid w:val="00C83B3F"/>
    <w:rsid w:val="00C85663"/>
    <w:rsid w:val="00C864E5"/>
    <w:rsid w:val="00C97DE0"/>
    <w:rsid w:val="00C97EC1"/>
    <w:rsid w:val="00CA29AA"/>
    <w:rsid w:val="00CA6320"/>
    <w:rsid w:val="00CB08E4"/>
    <w:rsid w:val="00CB098B"/>
    <w:rsid w:val="00CB31CC"/>
    <w:rsid w:val="00CC06A1"/>
    <w:rsid w:val="00CC36A5"/>
    <w:rsid w:val="00CD5BA2"/>
    <w:rsid w:val="00CD6995"/>
    <w:rsid w:val="00CD73B8"/>
    <w:rsid w:val="00CE2453"/>
    <w:rsid w:val="00CF1BAF"/>
    <w:rsid w:val="00CF2CAA"/>
    <w:rsid w:val="00CF56EC"/>
    <w:rsid w:val="00CF6192"/>
    <w:rsid w:val="00D0087D"/>
    <w:rsid w:val="00D04FEE"/>
    <w:rsid w:val="00D10F3E"/>
    <w:rsid w:val="00D13871"/>
    <w:rsid w:val="00D2295E"/>
    <w:rsid w:val="00D32FD5"/>
    <w:rsid w:val="00D33B5F"/>
    <w:rsid w:val="00D344FA"/>
    <w:rsid w:val="00D36A3A"/>
    <w:rsid w:val="00D40965"/>
    <w:rsid w:val="00D46B23"/>
    <w:rsid w:val="00D574FC"/>
    <w:rsid w:val="00D62C58"/>
    <w:rsid w:val="00D73F13"/>
    <w:rsid w:val="00D74828"/>
    <w:rsid w:val="00D91037"/>
    <w:rsid w:val="00D92B7B"/>
    <w:rsid w:val="00D92E5B"/>
    <w:rsid w:val="00D94D42"/>
    <w:rsid w:val="00D968DD"/>
    <w:rsid w:val="00DA000C"/>
    <w:rsid w:val="00DA0E4D"/>
    <w:rsid w:val="00DA1391"/>
    <w:rsid w:val="00DA160F"/>
    <w:rsid w:val="00DA6256"/>
    <w:rsid w:val="00DB2C71"/>
    <w:rsid w:val="00DB2FEC"/>
    <w:rsid w:val="00DB516E"/>
    <w:rsid w:val="00DB614A"/>
    <w:rsid w:val="00DD1987"/>
    <w:rsid w:val="00DD3757"/>
    <w:rsid w:val="00DD6ACA"/>
    <w:rsid w:val="00DD7EA9"/>
    <w:rsid w:val="00DE2911"/>
    <w:rsid w:val="00DF2870"/>
    <w:rsid w:val="00DF28E5"/>
    <w:rsid w:val="00DF48F8"/>
    <w:rsid w:val="00E0032E"/>
    <w:rsid w:val="00E05FD7"/>
    <w:rsid w:val="00E0676E"/>
    <w:rsid w:val="00E22C31"/>
    <w:rsid w:val="00E2508E"/>
    <w:rsid w:val="00E27BEB"/>
    <w:rsid w:val="00E361FC"/>
    <w:rsid w:val="00E45F79"/>
    <w:rsid w:val="00E52789"/>
    <w:rsid w:val="00E544DC"/>
    <w:rsid w:val="00E54EDE"/>
    <w:rsid w:val="00E56DAC"/>
    <w:rsid w:val="00E6138F"/>
    <w:rsid w:val="00E72EAA"/>
    <w:rsid w:val="00E75B80"/>
    <w:rsid w:val="00E77038"/>
    <w:rsid w:val="00E831A9"/>
    <w:rsid w:val="00E94F05"/>
    <w:rsid w:val="00EA2ECD"/>
    <w:rsid w:val="00EA3F2D"/>
    <w:rsid w:val="00EA5720"/>
    <w:rsid w:val="00EB3B6A"/>
    <w:rsid w:val="00EC1B1A"/>
    <w:rsid w:val="00EE5C8F"/>
    <w:rsid w:val="00EE6E15"/>
    <w:rsid w:val="00EF4E4D"/>
    <w:rsid w:val="00F0100D"/>
    <w:rsid w:val="00F0259B"/>
    <w:rsid w:val="00F0503D"/>
    <w:rsid w:val="00F0565A"/>
    <w:rsid w:val="00F101D0"/>
    <w:rsid w:val="00F10867"/>
    <w:rsid w:val="00F17A8D"/>
    <w:rsid w:val="00F203D6"/>
    <w:rsid w:val="00F218F3"/>
    <w:rsid w:val="00F22069"/>
    <w:rsid w:val="00F25689"/>
    <w:rsid w:val="00F27330"/>
    <w:rsid w:val="00F27ED0"/>
    <w:rsid w:val="00F3281A"/>
    <w:rsid w:val="00F357E4"/>
    <w:rsid w:val="00F36A4F"/>
    <w:rsid w:val="00F41611"/>
    <w:rsid w:val="00F43D28"/>
    <w:rsid w:val="00F45154"/>
    <w:rsid w:val="00F52117"/>
    <w:rsid w:val="00F537EB"/>
    <w:rsid w:val="00F56C42"/>
    <w:rsid w:val="00F6321D"/>
    <w:rsid w:val="00F803E4"/>
    <w:rsid w:val="00F83DCF"/>
    <w:rsid w:val="00F84FE4"/>
    <w:rsid w:val="00F864AC"/>
    <w:rsid w:val="00FA032D"/>
    <w:rsid w:val="00FA119A"/>
    <w:rsid w:val="00FB1D24"/>
    <w:rsid w:val="00FB2BFD"/>
    <w:rsid w:val="00FD43EA"/>
    <w:rsid w:val="00FD5272"/>
    <w:rsid w:val="00FE6153"/>
    <w:rsid w:val="00FF1685"/>
    <w:rsid w:val="00FF1EED"/>
    <w:rsid w:val="00FF3E0A"/>
    <w:rsid w:val="00FF7391"/>
    <w:rsid w:val="00FF7A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1A0206"/>
  <w15:docId w15:val="{D7CEFFF1-D856-4337-B12A-08A19C737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55A0"/>
    <w:rPr>
      <w:rFonts w:ascii="Calibri" w:eastAsia="Calibri" w:hAnsi="Calibri" w:cs="Times New Roman"/>
      <w:lang w:eastAsia="en-US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46EC6"/>
    <w:pPr>
      <w:tabs>
        <w:tab w:val="center" w:pos="4153"/>
        <w:tab w:val="right" w:pos="8306"/>
      </w:tabs>
      <w:spacing w:after="0" w:line="240" w:lineRule="auto"/>
    </w:pPr>
    <w:rPr>
      <w:rFonts w:asciiTheme="minorHAnsi" w:eastAsiaTheme="minorEastAsia" w:hAnsiTheme="minorHAnsi" w:cstheme="minorBidi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446EC6"/>
  </w:style>
  <w:style w:type="paragraph" w:styleId="Footer">
    <w:name w:val="footer"/>
    <w:basedOn w:val="Normal"/>
    <w:link w:val="FooterChar"/>
    <w:uiPriority w:val="99"/>
    <w:unhideWhenUsed/>
    <w:rsid w:val="00446EC6"/>
    <w:pPr>
      <w:tabs>
        <w:tab w:val="center" w:pos="4153"/>
        <w:tab w:val="right" w:pos="8306"/>
      </w:tabs>
      <w:spacing w:after="0" w:line="240" w:lineRule="auto"/>
    </w:pPr>
    <w:rPr>
      <w:rFonts w:asciiTheme="minorHAnsi" w:eastAsiaTheme="minorEastAsia" w:hAnsiTheme="minorHAnsi" w:cstheme="minorBidi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446EC6"/>
  </w:style>
  <w:style w:type="table" w:styleId="TableGrid">
    <w:name w:val="Table Grid"/>
    <w:basedOn w:val="TableNormal"/>
    <w:uiPriority w:val="59"/>
    <w:rsid w:val="00AA724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">
    <w:name w:val="Table Grid1"/>
    <w:basedOn w:val="TableNormal"/>
    <w:next w:val="TableGrid"/>
    <w:uiPriority w:val="59"/>
    <w:rsid w:val="00A07A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218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18F3"/>
    <w:rPr>
      <w:rFonts w:ascii="Tahoma" w:eastAsia="Calibri" w:hAnsi="Tahoma" w:cs="Tahoma"/>
      <w:sz w:val="16"/>
      <w:szCs w:val="16"/>
      <w:lang w:eastAsia="en-US"/>
    </w:r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  <w:style w:type="table" w:customStyle="1" w:styleId="TableGrid10">
    <w:name w:val="Table Grid1_0"/>
    <w:basedOn w:val="TableNormal"/>
    <w:next w:val="TableGrid0"/>
    <w:uiPriority w:val="59"/>
    <w:rsid w:val="00CC36A5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0">
    <w:name w:val="Table Grid_0"/>
    <w:basedOn w:val="TableNormal"/>
    <w:uiPriority w:val="39"/>
    <w:rsid w:val="00CC36A5"/>
    <w:pPr>
      <w:spacing w:after="0" w:line="240" w:lineRule="auto"/>
    </w:pPr>
    <w:rPr>
      <w:rFonts w:ascii="Calibri" w:eastAsia="SimSun" w:hAnsi="Calibri" w:cs="Times New Roman"/>
      <w:kern w:val="2"/>
      <w:sz w:val="21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BGL\repos\360\report\report.service.impl\test\resources\pesionCommencementLetter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A4C89FE4F6264BAE0689DA5D04D3B5" ma:contentTypeVersion="17" ma:contentTypeDescription="Create a new document." ma:contentTypeScope="" ma:versionID="0bc1e1da5cec46881ca4c73256197cac">
  <xsd:schema xmlns:xsd="http://www.w3.org/2001/XMLSchema" xmlns:xs="http://www.w3.org/2001/XMLSchema" xmlns:p="http://schemas.microsoft.com/office/2006/metadata/properties" xmlns:ns2="04fa126e-f418-4097-ab49-c34846201149" xmlns:ns3="ed3ef6f8-3797-4792-9ea4-30cd9e65eb70" targetNamespace="http://schemas.microsoft.com/office/2006/metadata/properties" ma:root="true" ma:fieldsID="7cac533da294ff55a34250c304701e19" ns2:_="" ns3:_="">
    <xsd:import namespace="04fa126e-f418-4097-ab49-c34846201149"/>
    <xsd:import namespace="ed3ef6f8-3797-4792-9ea4-30cd9e65e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Date_x0020_and_x0020_Tim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fa126e-f418-4097-ab49-c348462011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Date_x0020_and_x0020_Time" ma:index="13" nillable="true" ma:displayName="Date and Time" ma:format="DateTime" ma:internalName="Date_x0020_and_x0020_Time">
      <xsd:simpleType>
        <xsd:restriction base="dms:DateTime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a3a3107-ee44-48e8-8dc4-a02a180e3e5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3ef6f8-3797-4792-9ea4-30cd9e65e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c73fc073-0db4-4881-8911-51696a55097e}" ma:internalName="TaxCatchAll" ma:showField="CatchAllData" ma:web="ed3ef6f8-3797-4792-9ea4-30cd9e65e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_x0020_and_x0020_Time xmlns="04fa126e-f418-4097-ab49-c34846201149" xsi:nil="true"/>
    <lcf76f155ced4ddcb4097134ff3c332f xmlns="04fa126e-f418-4097-ab49-c34846201149">
      <Terms xmlns="http://schemas.microsoft.com/office/infopath/2007/PartnerControls"/>
    </lcf76f155ced4ddcb4097134ff3c332f>
    <TaxCatchAll xmlns="ed3ef6f8-3797-4792-9ea4-30cd9e65eb70" xsi:nil="true"/>
  </documentManagement>
</p:properties>
</file>

<file path=customXml/itemProps1.xml><?xml version="1.0" encoding="utf-8"?>
<ds:datastoreItem xmlns:ds="http://schemas.openxmlformats.org/officeDocument/2006/customXml" ds:itemID="{0FD1E2E7-0407-4702-BE9A-80C24281D9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CF5BA59-E393-4505-B3C8-96DEF2B89F2C}"/>
</file>

<file path=customXml/itemProps3.xml><?xml version="1.0" encoding="utf-8"?>
<ds:datastoreItem xmlns:ds="http://schemas.openxmlformats.org/officeDocument/2006/customXml" ds:itemID="{2E9389AC-ED93-4786-AADF-9109A5C4A964}"/>
</file>

<file path=customXml/itemProps4.xml><?xml version="1.0" encoding="utf-8"?>
<ds:datastoreItem xmlns:ds="http://schemas.openxmlformats.org/officeDocument/2006/customXml" ds:itemID="{79C337A2-5BDF-45F9-AFCD-4C53BBCF57D8}"/>
</file>

<file path=docProps/app.xml><?xml version="1.0" encoding="utf-8"?>
<Properties xmlns="http://schemas.openxmlformats.org/officeDocument/2006/extended-properties" xmlns:vt="http://schemas.openxmlformats.org/officeDocument/2006/docPropsVTypes">
  <Template>pesionCommencementLetter</Template>
  <TotalTime>1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BGL Corporate Solutions Pty Ltd</dc:creator>
  <cp:lastModifiedBy>Sanja Dopud</cp:lastModifiedBy>
  <cp:revision>2</cp:revision>
  <dcterms:created xsi:type="dcterms:W3CDTF">2022-05-13T03:29:00Z</dcterms:created>
  <dcterms:modified xsi:type="dcterms:W3CDTF">2022-05-13T03:29:00Z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0x0101003BA4C89FE4F6264BAE0689DA5D04D3B5</vt:lpwstr>
  </property>
</Properties>
</file>